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DCF" w:rsidRDefault="0070650D">
      <w:pPr>
        <w:rPr>
          <w:rFonts w:ascii="Arial" w:hAnsi="Arial" w:cs="Arial"/>
          <w:color w:val="2F2F2F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>Tara Cannan &amp; Timothy Keating together with their parents</w:t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 xml:space="preserve"> have the pleasure of inviting </w:t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>**Name &amp; Name**</w:t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 xml:space="preserve"> to join in the celebration of their marriage Saturday </w:t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>21</w:t>
      </w:r>
      <w:r w:rsidRPr="0070650D">
        <w:rPr>
          <w:rFonts w:ascii="Arial" w:hAnsi="Arial" w:cs="Arial"/>
          <w:color w:val="2F2F2F"/>
          <w:sz w:val="21"/>
          <w:szCs w:val="21"/>
          <w:shd w:val="clear" w:color="auto" w:fill="FFFFFF"/>
          <w:vertAlign w:val="superscript"/>
        </w:rPr>
        <w:t>st</w:t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 xml:space="preserve"> November 2015 at 4.00</w:t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 xml:space="preserve">pm </w:t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>St Patricks Cathedral, East Melbourne</w:t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 xml:space="preserve"> followed by a reception from 7pm at </w:t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 xml:space="preserve">The Cargo Hall, South Wharf. </w:t>
      </w:r>
    </w:p>
    <w:p w:rsidR="002177D8" w:rsidRDefault="002177D8"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>RSVP by 30</w:t>
      </w:r>
      <w:r w:rsidRPr="002177D8">
        <w:rPr>
          <w:rFonts w:ascii="Arial" w:hAnsi="Arial" w:cs="Arial"/>
          <w:color w:val="2F2F2F"/>
          <w:sz w:val="21"/>
          <w:szCs w:val="21"/>
          <w:shd w:val="clear" w:color="auto" w:fill="FFFFFF"/>
          <w:vertAlign w:val="superscript"/>
        </w:rPr>
        <w:t>th</w:t>
      </w:r>
      <w:r>
        <w:rPr>
          <w:rFonts w:ascii="Arial" w:hAnsi="Arial" w:cs="Arial"/>
          <w:color w:val="2F2F2F"/>
          <w:sz w:val="21"/>
          <w:szCs w:val="21"/>
          <w:shd w:val="clear" w:color="auto" w:fill="FFFFFF"/>
        </w:rPr>
        <w:t xml:space="preserve"> October 2015</w:t>
      </w:r>
      <w:bookmarkStart w:id="0" w:name="_GoBack"/>
      <w:bookmarkEnd w:id="0"/>
    </w:p>
    <w:sectPr w:rsidR="002177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50D"/>
    <w:rsid w:val="002177D8"/>
    <w:rsid w:val="005D587F"/>
    <w:rsid w:val="0070650D"/>
    <w:rsid w:val="00FB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5D601CB6</Template>
  <TotalTime>21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Information Technology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Technology</dc:creator>
  <cp:lastModifiedBy>Information Technology</cp:lastModifiedBy>
  <cp:revision>2</cp:revision>
  <dcterms:created xsi:type="dcterms:W3CDTF">2015-08-07T04:33:00Z</dcterms:created>
  <dcterms:modified xsi:type="dcterms:W3CDTF">2015-08-07T05:16:00Z</dcterms:modified>
</cp:coreProperties>
</file>