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65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992"/>
        <w:gridCol w:w="2693"/>
        <w:gridCol w:w="3828"/>
        <w:gridCol w:w="425"/>
        <w:gridCol w:w="425"/>
        <w:gridCol w:w="3969"/>
        <w:gridCol w:w="709"/>
        <w:gridCol w:w="1843"/>
        <w:gridCol w:w="850"/>
      </w:tblGrid>
      <w:tr w:rsidR="00DD7707" w:rsidRPr="00DD7707" w:rsidTr="00B30A04">
        <w:tc>
          <w:tcPr>
            <w:tcW w:w="851" w:type="dxa"/>
          </w:tcPr>
          <w:p w:rsidR="00CA00F1" w:rsidRPr="00DD7707" w:rsidRDefault="00674031" w:rsidP="00674031">
            <w:pPr>
              <w:pStyle w:val="ListParagraph"/>
              <w:ind w:left="39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</w:tcPr>
          <w:p w:rsidR="00CA00F1" w:rsidRPr="00671381" w:rsidRDefault="003D3372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 w:rsidRPr="00671381">
              <w:rPr>
                <w:rFonts w:asciiTheme="majorHAnsi" w:eastAsia="Times New Roman" w:hAnsiTheme="majorHAnsi" w:cs="Arial"/>
                <w:bCs/>
                <w:lang w:eastAsia="en-AU"/>
              </w:rPr>
              <w:t>Mum and D</w:t>
            </w:r>
            <w:r w:rsidR="00CA00F1" w:rsidRPr="00671381">
              <w:rPr>
                <w:rFonts w:asciiTheme="majorHAnsi" w:eastAsia="Times New Roman" w:hAnsiTheme="majorHAnsi" w:cs="Arial"/>
                <w:bCs/>
                <w:lang w:eastAsia="en-AU"/>
              </w:rPr>
              <w:t>ad</w:t>
            </w:r>
          </w:p>
        </w:tc>
        <w:tc>
          <w:tcPr>
            <w:tcW w:w="3828" w:type="dxa"/>
          </w:tcPr>
          <w:p w:rsidR="00CA00F1" w:rsidRDefault="00B30A04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Mr &amp; Mrs M Bryan</w:t>
            </w:r>
          </w:p>
          <w:p w:rsidR="00B30A04" w:rsidRPr="00DD7707" w:rsidRDefault="00B30A04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3 Grand Valley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Tce</w:t>
            </w:r>
            <w:proofErr w:type="spellEnd"/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Lysterfield 3156</w:t>
            </w:r>
          </w:p>
        </w:tc>
        <w:tc>
          <w:tcPr>
            <w:tcW w:w="425" w:type="dxa"/>
            <w:shd w:val="clear" w:color="auto" w:fill="auto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B30A04">
        <w:tc>
          <w:tcPr>
            <w:tcW w:w="851" w:type="dxa"/>
          </w:tcPr>
          <w:p w:rsidR="00CA00F1" w:rsidRPr="00DD7707" w:rsidRDefault="00674031" w:rsidP="00674031">
            <w:pPr>
              <w:pStyle w:val="ListParagraph"/>
              <w:ind w:left="39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</w:tcPr>
          <w:p w:rsidR="00CA00F1" w:rsidRPr="00671381" w:rsidRDefault="00B30A04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 w:rsidRPr="00671381">
              <w:rPr>
                <w:rFonts w:asciiTheme="majorHAnsi" w:eastAsia="Times New Roman" w:hAnsiTheme="majorHAnsi" w:cs="Arial"/>
                <w:bCs/>
                <w:lang w:eastAsia="en-AU"/>
              </w:rPr>
              <w:t>Sarah and Josh</w:t>
            </w:r>
          </w:p>
        </w:tc>
        <w:tc>
          <w:tcPr>
            <w:tcW w:w="3828" w:type="dxa"/>
          </w:tcPr>
          <w:p w:rsidR="00B30A04" w:rsidRDefault="00B30A04" w:rsidP="00B30A04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Miss Sarah Bryan </w:t>
            </w:r>
          </w:p>
          <w:p w:rsidR="00B30A04" w:rsidRPr="00DD7707" w:rsidRDefault="00B30A04" w:rsidP="00B30A04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3 Grand Valley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Tce</w:t>
            </w:r>
            <w:proofErr w:type="spellEnd"/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Lysterfield 3156</w:t>
            </w:r>
          </w:p>
        </w:tc>
        <w:tc>
          <w:tcPr>
            <w:tcW w:w="425" w:type="dxa"/>
            <w:shd w:val="clear" w:color="auto" w:fill="auto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B30A04">
        <w:tc>
          <w:tcPr>
            <w:tcW w:w="851" w:type="dxa"/>
          </w:tcPr>
          <w:p w:rsidR="00CA00F1" w:rsidRPr="00B30A04" w:rsidRDefault="00674031" w:rsidP="00674031">
            <w:pPr>
              <w:ind w:left="3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</w:tcPr>
          <w:p w:rsidR="00CA00F1" w:rsidRPr="00E6219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sz w:val="16"/>
                <w:szCs w:val="16"/>
                <w:lang w:eastAsia="en-AU"/>
              </w:rPr>
            </w:pPr>
          </w:p>
        </w:tc>
        <w:tc>
          <w:tcPr>
            <w:tcW w:w="2693" w:type="dxa"/>
          </w:tcPr>
          <w:p w:rsidR="00CA00F1" w:rsidRPr="00671381" w:rsidRDefault="00CA00F1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 w:rsidRPr="00671381">
              <w:rPr>
                <w:rFonts w:asciiTheme="majorHAnsi" w:eastAsia="Times New Roman" w:hAnsiTheme="majorHAnsi" w:cs="Arial"/>
                <w:bCs/>
                <w:lang w:eastAsia="en-AU"/>
              </w:rPr>
              <w:t>Nanny</w:t>
            </w:r>
          </w:p>
        </w:tc>
        <w:tc>
          <w:tcPr>
            <w:tcW w:w="3828" w:type="dxa"/>
          </w:tcPr>
          <w:p w:rsidR="00C52522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Mrs </w:t>
            </w:r>
            <w:proofErr w:type="spellStart"/>
            <w:r w:rsidR="007703D0" w:rsidRPr="00DD7707">
              <w:rPr>
                <w:rFonts w:asciiTheme="majorHAnsi" w:eastAsia="Times New Roman" w:hAnsiTheme="majorHAnsi" w:cs="Arial"/>
                <w:bCs/>
                <w:lang w:eastAsia="en-AU"/>
              </w:rPr>
              <w:t>Solange</w:t>
            </w:r>
            <w:proofErr w:type="spellEnd"/>
            <w:r w:rsidR="007703D0" w:rsidRPr="00DD7707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Martin </w:t>
            </w:r>
          </w:p>
          <w:p w:rsidR="00F41994" w:rsidRPr="00C52522" w:rsidRDefault="00C52522" w:rsidP="00E01C28">
            <w:pPr>
              <w:rPr>
                <w:rFonts w:asciiTheme="majorHAnsi" w:hAnsiTheme="majorHAnsi"/>
                <w:color w:val="000000"/>
              </w:rPr>
            </w:pPr>
            <w:r w:rsidRPr="00C52522">
              <w:rPr>
                <w:rFonts w:asciiTheme="majorHAnsi" w:hAnsiTheme="majorHAnsi"/>
                <w:color w:val="000000"/>
              </w:rPr>
              <w:t>Casey Manor, Room 9A 445 Ormond Road Narre Warren South 3805</w:t>
            </w:r>
          </w:p>
        </w:tc>
        <w:tc>
          <w:tcPr>
            <w:tcW w:w="425" w:type="dxa"/>
            <w:shd w:val="clear" w:color="auto" w:fill="auto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</w:tcPr>
          <w:p w:rsidR="001E1FC4" w:rsidRPr="00DD7707" w:rsidRDefault="001E1FC4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B30A04">
        <w:tc>
          <w:tcPr>
            <w:tcW w:w="851" w:type="dxa"/>
          </w:tcPr>
          <w:p w:rsidR="00CA00F1" w:rsidRPr="00B30A04" w:rsidRDefault="00674031" w:rsidP="00674031">
            <w:pPr>
              <w:ind w:left="3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</w:tcPr>
          <w:p w:rsidR="00CA00F1" w:rsidRPr="006622C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</w:tcPr>
          <w:p w:rsidR="00CA00F1" w:rsidRPr="00671381" w:rsidRDefault="00CA00F1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proofErr w:type="spellStart"/>
            <w:r w:rsidRPr="00671381">
              <w:rPr>
                <w:rFonts w:asciiTheme="majorHAnsi" w:eastAsia="Times New Roman" w:hAnsiTheme="majorHAnsi" w:cs="Arial"/>
                <w:bCs/>
                <w:lang w:eastAsia="en-AU"/>
              </w:rPr>
              <w:t>Ghis</w:t>
            </w:r>
            <w:r w:rsidR="00E01C28">
              <w:rPr>
                <w:rFonts w:asciiTheme="majorHAnsi" w:eastAsia="Times New Roman" w:hAnsiTheme="majorHAnsi" w:cs="Arial"/>
                <w:bCs/>
                <w:lang w:eastAsia="en-AU"/>
              </w:rPr>
              <w:t>laine</w:t>
            </w:r>
            <w:proofErr w:type="spellEnd"/>
            <w:r w:rsidRPr="00671381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and Gary</w:t>
            </w:r>
          </w:p>
        </w:tc>
        <w:tc>
          <w:tcPr>
            <w:tcW w:w="3828" w:type="dxa"/>
          </w:tcPr>
          <w:p w:rsidR="00CA00F1" w:rsidRPr="00DD7707" w:rsidRDefault="002C65C7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 w:rsidRPr="00DD7707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Mr &amp; </w:t>
            </w:r>
            <w:r w:rsidR="004326DF" w:rsidRPr="00DD7707">
              <w:rPr>
                <w:rFonts w:asciiTheme="majorHAnsi" w:eastAsia="Times New Roman" w:hAnsiTheme="majorHAnsi" w:cs="Arial"/>
                <w:bCs/>
                <w:lang w:eastAsia="en-AU"/>
              </w:rPr>
              <w:t>Mrs G Miller</w:t>
            </w:r>
          </w:p>
          <w:tbl>
            <w:tblPr>
              <w:tblW w:w="4800" w:type="dxa"/>
              <w:tblLayout w:type="fixed"/>
              <w:tblLook w:val="04A0" w:firstRow="1" w:lastRow="0" w:firstColumn="1" w:lastColumn="0" w:noHBand="0" w:noVBand="1"/>
            </w:tblPr>
            <w:tblGrid>
              <w:gridCol w:w="3840"/>
              <w:gridCol w:w="960"/>
            </w:tblGrid>
            <w:tr w:rsidR="00C52522" w:rsidRPr="00C52522" w:rsidTr="00C52522">
              <w:trPr>
                <w:trHeight w:val="300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2522" w:rsidRPr="00C52522" w:rsidRDefault="00C52522" w:rsidP="00E01C28">
                  <w:pPr>
                    <w:spacing w:after="0" w:line="240" w:lineRule="auto"/>
                    <w:ind w:left="-74"/>
                    <w:rPr>
                      <w:rFonts w:asciiTheme="majorHAnsi" w:eastAsia="Times New Roman" w:hAnsiTheme="majorHAnsi" w:cs="Times New Roman"/>
                      <w:color w:val="000000"/>
                      <w:lang w:eastAsia="en-AU"/>
                    </w:rPr>
                  </w:pPr>
                  <w:r w:rsidRPr="00C52522">
                    <w:rPr>
                      <w:rFonts w:asciiTheme="majorHAnsi" w:eastAsia="Times New Roman" w:hAnsiTheme="majorHAnsi" w:cs="Times New Roman"/>
                      <w:color w:val="000000"/>
                      <w:lang w:eastAsia="en-AU"/>
                    </w:rPr>
                    <w:t xml:space="preserve">3 </w:t>
                  </w:r>
                  <w:proofErr w:type="spellStart"/>
                  <w:r w:rsidRPr="00C52522">
                    <w:rPr>
                      <w:rFonts w:asciiTheme="majorHAnsi" w:eastAsia="Times New Roman" w:hAnsiTheme="majorHAnsi" w:cs="Times New Roman"/>
                      <w:color w:val="000000"/>
                      <w:lang w:eastAsia="en-AU"/>
                    </w:rPr>
                    <w:t>Ravenhill</w:t>
                  </w:r>
                  <w:proofErr w:type="spellEnd"/>
                  <w:r w:rsidRPr="00C52522">
                    <w:rPr>
                      <w:rFonts w:asciiTheme="majorHAnsi" w:eastAsia="Times New Roman" w:hAnsiTheme="majorHAnsi" w:cs="Times New Roman"/>
                      <w:color w:val="000000"/>
                      <w:lang w:eastAsia="en-AU"/>
                    </w:rPr>
                    <w:t xml:space="preserve"> Way Wantirna South 3152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2522" w:rsidRPr="00C52522" w:rsidRDefault="00C52522" w:rsidP="00C5252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AU"/>
                    </w:rPr>
                  </w:pPr>
                </w:p>
              </w:tc>
            </w:tr>
          </w:tbl>
          <w:p w:rsidR="002C65C7" w:rsidRPr="00DD7707" w:rsidRDefault="002C65C7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B30A04">
        <w:tc>
          <w:tcPr>
            <w:tcW w:w="851" w:type="dxa"/>
          </w:tcPr>
          <w:p w:rsidR="00CA00F1" w:rsidRPr="00DD7707" w:rsidRDefault="00674031" w:rsidP="00674031">
            <w:pPr>
              <w:pStyle w:val="ListParagraph"/>
              <w:ind w:left="39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</w:tcPr>
          <w:p w:rsidR="00CA00F1" w:rsidRPr="00606766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</w:tcPr>
          <w:p w:rsidR="00CA00F1" w:rsidRPr="00671381" w:rsidRDefault="00FA3464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 w:rsidRPr="00671381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Laurence </w:t>
            </w:r>
            <w:proofErr w:type="spellStart"/>
            <w:r w:rsidRPr="00671381">
              <w:rPr>
                <w:rFonts w:asciiTheme="majorHAnsi" w:eastAsia="Times New Roman" w:hAnsiTheme="majorHAnsi" w:cs="Arial"/>
                <w:bCs/>
                <w:lang w:eastAsia="en-AU"/>
              </w:rPr>
              <w:t>Roussel</w:t>
            </w:r>
            <w:proofErr w:type="spellEnd"/>
          </w:p>
        </w:tc>
        <w:tc>
          <w:tcPr>
            <w:tcW w:w="3828" w:type="dxa"/>
          </w:tcPr>
          <w:p w:rsidR="00CA00F1" w:rsidRPr="00DD7707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Ms L</w:t>
            </w:r>
            <w:r w:rsidR="00D137DD" w:rsidRPr="00DD7707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</w:t>
            </w:r>
            <w:proofErr w:type="spellStart"/>
            <w:r w:rsidR="00D137DD" w:rsidRPr="00DD7707">
              <w:rPr>
                <w:rFonts w:asciiTheme="majorHAnsi" w:eastAsia="Times New Roman" w:hAnsiTheme="majorHAnsi" w:cs="Arial"/>
                <w:bCs/>
                <w:lang w:eastAsia="en-AU"/>
              </w:rPr>
              <w:t>Roussel</w:t>
            </w:r>
            <w:proofErr w:type="spellEnd"/>
          </w:p>
          <w:p w:rsidR="00D137DD" w:rsidRPr="00C52522" w:rsidRDefault="00C52522" w:rsidP="00CA00F1">
            <w:pPr>
              <w:rPr>
                <w:rFonts w:asciiTheme="majorHAnsi" w:hAnsiTheme="majorHAnsi"/>
                <w:color w:val="000000"/>
              </w:rPr>
            </w:pPr>
            <w:r w:rsidRPr="00C52522">
              <w:rPr>
                <w:rFonts w:asciiTheme="majorHAnsi" w:hAnsiTheme="majorHAnsi"/>
                <w:color w:val="000000"/>
              </w:rPr>
              <w:t xml:space="preserve">8 </w:t>
            </w:r>
            <w:proofErr w:type="spellStart"/>
            <w:r w:rsidRPr="00C52522">
              <w:rPr>
                <w:rFonts w:asciiTheme="majorHAnsi" w:hAnsiTheme="majorHAnsi"/>
                <w:color w:val="000000"/>
              </w:rPr>
              <w:t>Zena</w:t>
            </w:r>
            <w:proofErr w:type="spellEnd"/>
            <w:r w:rsidRPr="00C52522">
              <w:rPr>
                <w:rFonts w:asciiTheme="majorHAnsi" w:hAnsiTheme="majorHAnsi"/>
                <w:color w:val="000000"/>
              </w:rPr>
              <w:t xml:space="preserve"> Place Berwick 3806</w:t>
            </w:r>
          </w:p>
        </w:tc>
        <w:tc>
          <w:tcPr>
            <w:tcW w:w="425" w:type="dxa"/>
            <w:shd w:val="clear" w:color="auto" w:fill="auto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B30A04">
        <w:tc>
          <w:tcPr>
            <w:tcW w:w="851" w:type="dxa"/>
          </w:tcPr>
          <w:p w:rsidR="00CA00F1" w:rsidRPr="00DD7707" w:rsidRDefault="00674031" w:rsidP="00674031">
            <w:pPr>
              <w:pStyle w:val="ListParagraph"/>
              <w:ind w:left="39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</w:tcPr>
          <w:p w:rsidR="00CA00F1" w:rsidRPr="006622C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</w:tcPr>
          <w:p w:rsidR="00CA00F1" w:rsidRPr="00671381" w:rsidRDefault="00CA00F1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 w:rsidRPr="00671381">
              <w:rPr>
                <w:rFonts w:asciiTheme="majorHAnsi" w:eastAsia="Times New Roman" w:hAnsiTheme="majorHAnsi" w:cs="Arial"/>
                <w:bCs/>
                <w:lang w:eastAsia="en-AU"/>
              </w:rPr>
              <w:t>Domi</w:t>
            </w:r>
            <w:r w:rsidR="00E01C28">
              <w:rPr>
                <w:rFonts w:asciiTheme="majorHAnsi" w:eastAsia="Times New Roman" w:hAnsiTheme="majorHAnsi" w:cs="Arial"/>
                <w:bCs/>
                <w:lang w:eastAsia="en-AU"/>
              </w:rPr>
              <w:t>nique</w:t>
            </w:r>
            <w:r w:rsidRPr="00671381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and Nicole</w:t>
            </w:r>
          </w:p>
        </w:tc>
        <w:tc>
          <w:tcPr>
            <w:tcW w:w="3828" w:type="dxa"/>
          </w:tcPr>
          <w:p w:rsidR="00CA00F1" w:rsidRPr="00DD7707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Mr &amp;</w:t>
            </w:r>
            <w:r w:rsidR="006812A0" w:rsidRPr="00DD7707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Mrs D </w:t>
            </w:r>
            <w:proofErr w:type="spellStart"/>
            <w:r w:rsidR="006812A0" w:rsidRPr="00DD7707">
              <w:rPr>
                <w:rFonts w:asciiTheme="majorHAnsi" w:eastAsia="Times New Roman" w:hAnsiTheme="majorHAnsi" w:cs="Arial"/>
                <w:bCs/>
                <w:lang w:eastAsia="en-AU"/>
              </w:rPr>
              <w:t>Roussel</w:t>
            </w:r>
            <w:proofErr w:type="spellEnd"/>
          </w:p>
          <w:p w:rsidR="006812A0" w:rsidRPr="00C52522" w:rsidRDefault="00BC5CFC" w:rsidP="00BC5CFC">
            <w:pPr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 xml:space="preserve">1/18 </w:t>
            </w:r>
            <w:proofErr w:type="spellStart"/>
            <w:r>
              <w:rPr>
                <w:rFonts w:asciiTheme="majorHAnsi" w:hAnsiTheme="majorHAnsi"/>
                <w:color w:val="000000"/>
              </w:rPr>
              <w:t>Marlesford</w:t>
            </w:r>
            <w:proofErr w:type="spellEnd"/>
            <w:r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color w:val="000000"/>
              </w:rPr>
              <w:t>Cr</w:t>
            </w:r>
            <w:r w:rsidR="00C52522" w:rsidRPr="00C52522">
              <w:rPr>
                <w:rFonts w:asciiTheme="majorHAnsi" w:hAnsiTheme="majorHAnsi"/>
                <w:color w:val="000000"/>
              </w:rPr>
              <w:t>scnt</w:t>
            </w:r>
            <w:proofErr w:type="spellEnd"/>
            <w:r w:rsidR="00C52522" w:rsidRPr="00C52522">
              <w:rPr>
                <w:rFonts w:asciiTheme="majorHAnsi" w:hAnsiTheme="majorHAnsi"/>
                <w:color w:val="000000"/>
              </w:rPr>
              <w:t xml:space="preserve"> Berwick 3806</w:t>
            </w:r>
          </w:p>
        </w:tc>
        <w:tc>
          <w:tcPr>
            <w:tcW w:w="425" w:type="dxa"/>
            <w:shd w:val="clear" w:color="auto" w:fill="auto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B30A04">
        <w:tc>
          <w:tcPr>
            <w:tcW w:w="851" w:type="dxa"/>
          </w:tcPr>
          <w:p w:rsidR="00CA00F1" w:rsidRPr="00DD7707" w:rsidRDefault="00674031" w:rsidP="00674031">
            <w:pPr>
              <w:pStyle w:val="ListParagraph"/>
              <w:ind w:left="39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</w:tcPr>
          <w:p w:rsidR="00CA00F1" w:rsidRPr="00E06C2F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</w:tcPr>
          <w:p w:rsidR="00CA00F1" w:rsidRPr="00671381" w:rsidRDefault="00B30A04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proofErr w:type="spellStart"/>
            <w:r w:rsidRPr="00671381">
              <w:rPr>
                <w:rFonts w:asciiTheme="majorHAnsi" w:eastAsia="Times New Roman" w:hAnsiTheme="majorHAnsi" w:cs="Arial"/>
                <w:bCs/>
                <w:lang w:eastAsia="en-AU"/>
              </w:rPr>
              <w:t>Marieanne</w:t>
            </w:r>
            <w:proofErr w:type="spellEnd"/>
            <w:r w:rsidRPr="00671381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and </w:t>
            </w:r>
            <w:proofErr w:type="spellStart"/>
            <w:r w:rsidRPr="00671381">
              <w:rPr>
                <w:rFonts w:asciiTheme="majorHAnsi" w:eastAsia="Times New Roman" w:hAnsiTheme="majorHAnsi" w:cs="Arial"/>
                <w:bCs/>
                <w:lang w:eastAsia="en-AU"/>
              </w:rPr>
              <w:t>Herve</w:t>
            </w:r>
            <w:proofErr w:type="spellEnd"/>
          </w:p>
        </w:tc>
        <w:tc>
          <w:tcPr>
            <w:tcW w:w="3828" w:type="dxa"/>
          </w:tcPr>
          <w:p w:rsidR="00B30A04" w:rsidRPr="00DD7707" w:rsidRDefault="00B30A04" w:rsidP="00B30A04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 w:rsidRPr="00DD7707">
              <w:rPr>
                <w:rFonts w:asciiTheme="majorHAnsi" w:eastAsia="Times New Roman" w:hAnsiTheme="majorHAnsi" w:cs="Arial"/>
                <w:bCs/>
                <w:lang w:eastAsia="en-AU"/>
              </w:rPr>
              <w:t>Mr</w:t>
            </w:r>
            <w:r w:rsidR="007E2766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</w:t>
            </w:r>
            <w:r w:rsidRPr="00DD7707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&amp; Mrs P </w:t>
            </w:r>
            <w:proofErr w:type="spellStart"/>
            <w:r w:rsidRPr="00DD7707">
              <w:rPr>
                <w:rFonts w:asciiTheme="majorHAnsi" w:eastAsia="Times New Roman" w:hAnsiTheme="majorHAnsi" w:cs="Arial"/>
                <w:bCs/>
                <w:lang w:eastAsia="en-AU"/>
              </w:rPr>
              <w:t>Duthil</w:t>
            </w:r>
            <w:proofErr w:type="spellEnd"/>
          </w:p>
          <w:p w:rsidR="002C65C7" w:rsidRPr="00C52522" w:rsidRDefault="00C52522" w:rsidP="00B30A04">
            <w:pPr>
              <w:rPr>
                <w:rFonts w:asciiTheme="majorHAnsi" w:hAnsiTheme="majorHAnsi"/>
                <w:color w:val="000000"/>
              </w:rPr>
            </w:pPr>
            <w:r w:rsidRPr="00C52522">
              <w:rPr>
                <w:rFonts w:asciiTheme="majorHAnsi" w:hAnsiTheme="majorHAnsi"/>
                <w:color w:val="000000"/>
              </w:rPr>
              <w:t xml:space="preserve">9 </w:t>
            </w:r>
            <w:proofErr w:type="spellStart"/>
            <w:r w:rsidRPr="00C52522">
              <w:rPr>
                <w:rFonts w:asciiTheme="majorHAnsi" w:hAnsiTheme="majorHAnsi"/>
                <w:color w:val="000000"/>
              </w:rPr>
              <w:t>Eurella</w:t>
            </w:r>
            <w:proofErr w:type="spellEnd"/>
            <w:r w:rsidRPr="00C52522">
              <w:rPr>
                <w:rFonts w:asciiTheme="majorHAnsi" w:hAnsiTheme="majorHAnsi"/>
                <w:color w:val="000000"/>
              </w:rPr>
              <w:t xml:space="preserve"> Crescent Rowville Vic 3178</w:t>
            </w:r>
          </w:p>
        </w:tc>
        <w:tc>
          <w:tcPr>
            <w:tcW w:w="425" w:type="dxa"/>
            <w:shd w:val="clear" w:color="auto" w:fill="auto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B30A04">
        <w:tc>
          <w:tcPr>
            <w:tcW w:w="851" w:type="dxa"/>
          </w:tcPr>
          <w:p w:rsidR="00CA00F1" w:rsidRPr="00DD7707" w:rsidRDefault="00674031" w:rsidP="00674031">
            <w:pPr>
              <w:pStyle w:val="ListParagraph"/>
              <w:ind w:left="39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</w:tcPr>
          <w:p w:rsidR="00CA00F1" w:rsidRPr="00606766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</w:tcPr>
          <w:p w:rsidR="00CA00F1" w:rsidRPr="00671381" w:rsidRDefault="00CA00F1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 w:rsidRPr="00671381">
              <w:rPr>
                <w:rFonts w:asciiTheme="majorHAnsi" w:eastAsia="Times New Roman" w:hAnsiTheme="majorHAnsi" w:cs="Arial"/>
                <w:bCs/>
                <w:lang w:eastAsia="en-AU"/>
              </w:rPr>
              <w:t>Vero and Mark</w:t>
            </w:r>
          </w:p>
        </w:tc>
        <w:tc>
          <w:tcPr>
            <w:tcW w:w="3828" w:type="dxa"/>
          </w:tcPr>
          <w:p w:rsidR="002C65C7" w:rsidRPr="00DD7707" w:rsidRDefault="002C65C7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 w:rsidRPr="00DD7707">
              <w:rPr>
                <w:rFonts w:asciiTheme="majorHAnsi" w:eastAsia="Times New Roman" w:hAnsiTheme="majorHAnsi" w:cs="Arial"/>
                <w:bCs/>
                <w:lang w:eastAsia="en-AU"/>
              </w:rPr>
              <w:t>Mr &amp; Mrs M Collins</w:t>
            </w:r>
          </w:p>
          <w:p w:rsidR="002C65C7" w:rsidRPr="00DD7707" w:rsidRDefault="002C65C7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 w:rsidRPr="00DD7707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1 </w:t>
            </w:r>
            <w:proofErr w:type="spellStart"/>
            <w:r w:rsidRPr="00DD7707">
              <w:rPr>
                <w:rFonts w:asciiTheme="majorHAnsi" w:eastAsia="Times New Roman" w:hAnsiTheme="majorHAnsi" w:cs="Arial"/>
                <w:bCs/>
                <w:lang w:eastAsia="en-AU"/>
              </w:rPr>
              <w:t>Tranquility</w:t>
            </w:r>
            <w:proofErr w:type="spellEnd"/>
            <w:r w:rsidRPr="00DD7707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Place Beaconsfield</w:t>
            </w:r>
            <w:r w:rsidR="00C52522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3807</w:t>
            </w:r>
            <w:r w:rsidRPr="00DD7707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B30A04">
        <w:tc>
          <w:tcPr>
            <w:tcW w:w="851" w:type="dxa"/>
          </w:tcPr>
          <w:p w:rsidR="00CA00F1" w:rsidRPr="00B30A04" w:rsidRDefault="00674031" w:rsidP="00674031">
            <w:pPr>
              <w:ind w:left="175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</w:tcPr>
          <w:p w:rsidR="00CA00F1" w:rsidRPr="00671381" w:rsidRDefault="00CA00F1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proofErr w:type="spellStart"/>
            <w:r w:rsidRPr="00671381">
              <w:rPr>
                <w:rFonts w:asciiTheme="majorHAnsi" w:eastAsia="Times New Roman" w:hAnsiTheme="majorHAnsi" w:cs="Arial"/>
                <w:bCs/>
                <w:lang w:eastAsia="en-AU"/>
              </w:rPr>
              <w:t>Desi</w:t>
            </w:r>
            <w:proofErr w:type="spellEnd"/>
            <w:r w:rsidRPr="00671381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and Lyn</w:t>
            </w:r>
          </w:p>
        </w:tc>
        <w:tc>
          <w:tcPr>
            <w:tcW w:w="3828" w:type="dxa"/>
          </w:tcPr>
          <w:p w:rsidR="00CA00F1" w:rsidRPr="00DD7707" w:rsidRDefault="006812A0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 w:rsidRPr="00DD7707">
              <w:rPr>
                <w:rFonts w:asciiTheme="majorHAnsi" w:eastAsia="Times New Roman" w:hAnsiTheme="majorHAnsi" w:cs="Arial"/>
                <w:bCs/>
                <w:lang w:eastAsia="en-AU"/>
              </w:rPr>
              <w:t>Mr and Mrs D Martin</w:t>
            </w:r>
          </w:p>
          <w:p w:rsidR="006812A0" w:rsidRPr="00DD7707" w:rsidRDefault="00BC5CFC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48 The Boulevard Narre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S</w:t>
            </w:r>
            <w:r w:rsidR="00B4765B" w:rsidRPr="00DD7707">
              <w:rPr>
                <w:rFonts w:asciiTheme="majorHAnsi" w:eastAsia="Times New Roman" w:hAnsiTheme="majorHAnsi" w:cs="Arial"/>
                <w:bCs/>
                <w:lang w:eastAsia="en-AU"/>
              </w:rPr>
              <w:t>th</w:t>
            </w:r>
            <w:proofErr w:type="spellEnd"/>
            <w:r w:rsidR="00B4765B" w:rsidRPr="00DD7707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3805</w:t>
            </w:r>
          </w:p>
        </w:tc>
        <w:tc>
          <w:tcPr>
            <w:tcW w:w="425" w:type="dxa"/>
            <w:shd w:val="clear" w:color="auto" w:fill="auto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B30A04">
        <w:tc>
          <w:tcPr>
            <w:tcW w:w="851" w:type="dxa"/>
          </w:tcPr>
          <w:p w:rsidR="00CA00F1" w:rsidRPr="00DD7707" w:rsidRDefault="00674031" w:rsidP="00674031">
            <w:pPr>
              <w:pStyle w:val="ListParagraph"/>
              <w:ind w:left="39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</w:tcPr>
          <w:p w:rsidR="00CA00F1" w:rsidRPr="00606766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</w:tcPr>
          <w:p w:rsidR="00CA00F1" w:rsidRPr="00671381" w:rsidRDefault="00CA00F1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 w:rsidRPr="00671381">
              <w:rPr>
                <w:rFonts w:asciiTheme="majorHAnsi" w:eastAsia="Times New Roman" w:hAnsiTheme="majorHAnsi" w:cs="Arial"/>
                <w:bCs/>
                <w:lang w:eastAsia="en-AU"/>
              </w:rPr>
              <w:t>Paula and Dave</w:t>
            </w:r>
          </w:p>
        </w:tc>
        <w:tc>
          <w:tcPr>
            <w:tcW w:w="3828" w:type="dxa"/>
          </w:tcPr>
          <w:p w:rsidR="00CA00F1" w:rsidRPr="00DD7707" w:rsidRDefault="00D137DD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 w:rsidRPr="00DD7707">
              <w:rPr>
                <w:rFonts w:asciiTheme="majorHAnsi" w:eastAsia="Times New Roman" w:hAnsiTheme="majorHAnsi" w:cs="Arial"/>
                <w:bCs/>
                <w:lang w:eastAsia="en-AU"/>
              </w:rPr>
              <w:t>Mr and Mrs D Stones</w:t>
            </w:r>
          </w:p>
          <w:p w:rsidR="00D137DD" w:rsidRPr="00DD7707" w:rsidRDefault="00D137DD" w:rsidP="00C52522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 w:rsidRPr="00DD7707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17 </w:t>
            </w:r>
            <w:proofErr w:type="spellStart"/>
            <w:r w:rsidRPr="00DD7707">
              <w:rPr>
                <w:rFonts w:asciiTheme="majorHAnsi" w:eastAsia="Times New Roman" w:hAnsiTheme="majorHAnsi" w:cs="Arial"/>
                <w:bCs/>
                <w:lang w:eastAsia="en-AU"/>
              </w:rPr>
              <w:t>Jembecca</w:t>
            </w:r>
            <w:proofErr w:type="spellEnd"/>
            <w:r w:rsidRPr="00DD7707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Street </w:t>
            </w:r>
            <w:r w:rsidR="00C52522">
              <w:rPr>
                <w:rFonts w:asciiTheme="majorHAnsi" w:eastAsia="Times New Roman" w:hAnsiTheme="majorHAnsi" w:cs="Arial"/>
                <w:bCs/>
                <w:lang w:eastAsia="en-AU"/>
              </w:rPr>
              <w:t>Berwick</w:t>
            </w:r>
            <w:r w:rsidRPr="00DD7707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380</w:t>
            </w:r>
            <w:r w:rsidR="00C52522">
              <w:rPr>
                <w:rFonts w:asciiTheme="majorHAnsi" w:eastAsia="Times New Roman" w:hAnsiTheme="majorHAnsi" w:cs="Arial"/>
                <w:bCs/>
                <w:lang w:eastAsia="en-AU"/>
              </w:rPr>
              <w:t>6</w:t>
            </w:r>
          </w:p>
        </w:tc>
        <w:tc>
          <w:tcPr>
            <w:tcW w:w="425" w:type="dxa"/>
            <w:shd w:val="clear" w:color="auto" w:fill="auto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B30A04">
        <w:tc>
          <w:tcPr>
            <w:tcW w:w="851" w:type="dxa"/>
          </w:tcPr>
          <w:p w:rsidR="00CA00F1" w:rsidRPr="00DD7707" w:rsidRDefault="00674031" w:rsidP="00674031">
            <w:pPr>
              <w:pStyle w:val="ListParagraph"/>
              <w:ind w:left="39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</w:tcPr>
          <w:p w:rsidR="00CA00F1" w:rsidRPr="00E6219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</w:tcPr>
          <w:p w:rsidR="00CA00F1" w:rsidRPr="00671381" w:rsidRDefault="00CA00F1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 w:rsidRPr="00671381">
              <w:rPr>
                <w:rFonts w:asciiTheme="majorHAnsi" w:eastAsia="Times New Roman" w:hAnsiTheme="majorHAnsi" w:cs="Arial"/>
                <w:bCs/>
                <w:lang w:eastAsia="en-AU"/>
              </w:rPr>
              <w:t>Patricia</w:t>
            </w:r>
          </w:p>
        </w:tc>
        <w:tc>
          <w:tcPr>
            <w:tcW w:w="3828" w:type="dxa"/>
          </w:tcPr>
          <w:p w:rsidR="00B4765B" w:rsidRPr="00DD7707" w:rsidRDefault="00B4765B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 w:rsidRPr="00DD7707">
              <w:rPr>
                <w:rFonts w:asciiTheme="majorHAnsi" w:eastAsia="Times New Roman" w:hAnsiTheme="majorHAnsi" w:cs="Arial"/>
                <w:bCs/>
                <w:lang w:eastAsia="en-AU"/>
              </w:rPr>
              <w:t>Miss P Martin</w:t>
            </w:r>
          </w:p>
          <w:p w:rsidR="00F41994" w:rsidRPr="00C52522" w:rsidRDefault="00C52522" w:rsidP="00CA00F1">
            <w:pPr>
              <w:rPr>
                <w:rFonts w:asciiTheme="majorHAnsi" w:hAnsiTheme="majorHAnsi"/>
                <w:color w:val="000000"/>
              </w:rPr>
            </w:pPr>
            <w:r w:rsidRPr="00C52522">
              <w:rPr>
                <w:rFonts w:asciiTheme="majorHAnsi" w:hAnsiTheme="majorHAnsi"/>
                <w:color w:val="000000"/>
              </w:rPr>
              <w:t>6 The Grove Boronia 3155</w:t>
            </w:r>
          </w:p>
        </w:tc>
        <w:tc>
          <w:tcPr>
            <w:tcW w:w="425" w:type="dxa"/>
            <w:shd w:val="clear" w:color="auto" w:fill="auto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B30A04">
        <w:tc>
          <w:tcPr>
            <w:tcW w:w="851" w:type="dxa"/>
          </w:tcPr>
          <w:p w:rsidR="00CA00F1" w:rsidRPr="0099211A" w:rsidRDefault="00674031" w:rsidP="00674031">
            <w:pPr>
              <w:pStyle w:val="ListParagraph"/>
              <w:ind w:left="535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</w:tcPr>
          <w:p w:rsidR="00CA00F1" w:rsidRPr="00BF26C9" w:rsidRDefault="00CA00F1" w:rsidP="00B30A04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</w:tcPr>
          <w:p w:rsidR="00CA00F1" w:rsidRPr="00671381" w:rsidRDefault="00CA00F1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 w:rsidRPr="00671381">
              <w:rPr>
                <w:rFonts w:asciiTheme="majorHAnsi" w:eastAsia="Times New Roman" w:hAnsiTheme="majorHAnsi" w:cs="Arial"/>
                <w:bCs/>
                <w:lang w:eastAsia="en-AU"/>
              </w:rPr>
              <w:t>Genevieve</w:t>
            </w:r>
          </w:p>
        </w:tc>
        <w:tc>
          <w:tcPr>
            <w:tcW w:w="3828" w:type="dxa"/>
          </w:tcPr>
          <w:p w:rsidR="00CA00F1" w:rsidRPr="00DD7707" w:rsidRDefault="00D137DD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 w:rsidRPr="00DD7707">
              <w:rPr>
                <w:rFonts w:asciiTheme="majorHAnsi" w:eastAsia="Times New Roman" w:hAnsiTheme="majorHAnsi" w:cs="Arial"/>
                <w:bCs/>
                <w:lang w:eastAsia="en-AU"/>
              </w:rPr>
              <w:t>Ms G Martin</w:t>
            </w:r>
          </w:p>
          <w:p w:rsidR="00D137DD" w:rsidRPr="00DD7707" w:rsidRDefault="00D137DD" w:rsidP="007E2766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 w:rsidRPr="00DD7707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1 Savannah </w:t>
            </w:r>
            <w:r w:rsidR="007E2766">
              <w:rPr>
                <w:rFonts w:asciiTheme="majorHAnsi" w:eastAsia="Times New Roman" w:hAnsiTheme="majorHAnsi" w:cs="Arial"/>
                <w:bCs/>
                <w:lang w:eastAsia="en-AU"/>
              </w:rPr>
              <w:t>C</w:t>
            </w:r>
            <w:r w:rsidRPr="00DD7707">
              <w:rPr>
                <w:rFonts w:asciiTheme="majorHAnsi" w:eastAsia="Times New Roman" w:hAnsiTheme="majorHAnsi" w:cs="Arial"/>
                <w:bCs/>
                <w:lang w:eastAsia="en-AU"/>
              </w:rPr>
              <w:t>ourt Frankston 3199</w:t>
            </w:r>
          </w:p>
        </w:tc>
        <w:tc>
          <w:tcPr>
            <w:tcW w:w="425" w:type="dxa"/>
            <w:shd w:val="clear" w:color="auto" w:fill="auto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B30A04">
        <w:tc>
          <w:tcPr>
            <w:tcW w:w="851" w:type="dxa"/>
          </w:tcPr>
          <w:p w:rsidR="00CA00F1" w:rsidRPr="00DD7707" w:rsidRDefault="00674031" w:rsidP="00674031">
            <w:pPr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</w:tcPr>
          <w:p w:rsidR="00CA00F1" w:rsidRPr="00DD7707" w:rsidRDefault="00CA00F1" w:rsidP="00B30A04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</w:tcPr>
          <w:p w:rsidR="00CA00F1" w:rsidRPr="00671381" w:rsidRDefault="00187C88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Patrick and Sarah </w:t>
            </w:r>
          </w:p>
        </w:tc>
        <w:tc>
          <w:tcPr>
            <w:tcW w:w="3828" w:type="dxa"/>
          </w:tcPr>
          <w:p w:rsidR="007E2766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Mr P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Roussel</w:t>
            </w:r>
            <w:proofErr w:type="spellEnd"/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&amp; Ms S Vu</w:t>
            </w:r>
          </w:p>
          <w:p w:rsidR="00F41994" w:rsidRPr="00C52522" w:rsidRDefault="00C52522" w:rsidP="00CA00F1">
            <w:pPr>
              <w:rPr>
                <w:rFonts w:asciiTheme="majorHAnsi" w:hAnsiTheme="majorHAnsi"/>
                <w:color w:val="000000"/>
              </w:rPr>
            </w:pPr>
            <w:r w:rsidRPr="00C52522">
              <w:rPr>
                <w:rFonts w:asciiTheme="majorHAnsi" w:hAnsiTheme="majorHAnsi"/>
                <w:color w:val="000000"/>
              </w:rPr>
              <w:t xml:space="preserve">18 </w:t>
            </w:r>
            <w:proofErr w:type="spellStart"/>
            <w:r w:rsidRPr="00C52522">
              <w:rPr>
                <w:rFonts w:asciiTheme="majorHAnsi" w:hAnsiTheme="majorHAnsi"/>
                <w:color w:val="000000"/>
              </w:rPr>
              <w:t>Marlesford</w:t>
            </w:r>
            <w:proofErr w:type="spellEnd"/>
            <w:r w:rsidRPr="00C52522">
              <w:rPr>
                <w:rFonts w:asciiTheme="majorHAnsi" w:hAnsiTheme="majorHAnsi"/>
                <w:color w:val="000000"/>
              </w:rPr>
              <w:t xml:space="preserve"> Crescent Berwick 3806</w:t>
            </w:r>
          </w:p>
        </w:tc>
        <w:tc>
          <w:tcPr>
            <w:tcW w:w="425" w:type="dxa"/>
            <w:shd w:val="clear" w:color="auto" w:fill="auto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B30A04">
        <w:tc>
          <w:tcPr>
            <w:tcW w:w="851" w:type="dxa"/>
          </w:tcPr>
          <w:p w:rsidR="00CA00F1" w:rsidRPr="00B30A04" w:rsidRDefault="00674031" w:rsidP="00674031">
            <w:pPr>
              <w:ind w:left="3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</w:tcPr>
          <w:p w:rsidR="00CA00F1" w:rsidRPr="006622C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</w:tcPr>
          <w:p w:rsidR="00CA00F1" w:rsidRPr="00671381" w:rsidRDefault="00CA00F1" w:rsidP="007E4300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 w:rsidRPr="00671381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Nicole </w:t>
            </w:r>
            <w:r w:rsidR="0023258B" w:rsidRPr="00671381">
              <w:rPr>
                <w:rFonts w:asciiTheme="majorHAnsi" w:eastAsia="Times New Roman" w:hAnsiTheme="majorHAnsi" w:cs="Arial"/>
                <w:bCs/>
                <w:lang w:eastAsia="en-AU"/>
              </w:rPr>
              <w:t>and Lee</w:t>
            </w:r>
          </w:p>
        </w:tc>
        <w:tc>
          <w:tcPr>
            <w:tcW w:w="3828" w:type="dxa"/>
          </w:tcPr>
          <w:p w:rsidR="00CA00F1" w:rsidRPr="00DD7707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Miss Nicole Miller</w:t>
            </w:r>
          </w:p>
          <w:tbl>
            <w:tblPr>
              <w:tblW w:w="4800" w:type="dxa"/>
              <w:tblLayout w:type="fixed"/>
              <w:tblLook w:val="04A0" w:firstRow="1" w:lastRow="0" w:firstColumn="1" w:lastColumn="0" w:noHBand="0" w:noVBand="1"/>
            </w:tblPr>
            <w:tblGrid>
              <w:gridCol w:w="3840"/>
              <w:gridCol w:w="960"/>
            </w:tblGrid>
            <w:tr w:rsidR="00C52522" w:rsidRPr="00C52522" w:rsidTr="00C52522">
              <w:trPr>
                <w:trHeight w:val="300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2522" w:rsidRPr="00C52522" w:rsidRDefault="00C52522" w:rsidP="00E01C28">
                  <w:pPr>
                    <w:spacing w:after="0" w:line="240" w:lineRule="auto"/>
                    <w:ind w:left="-74"/>
                    <w:rPr>
                      <w:rFonts w:asciiTheme="majorHAnsi" w:eastAsia="Times New Roman" w:hAnsiTheme="majorHAnsi" w:cs="Times New Roman"/>
                      <w:color w:val="000000"/>
                      <w:lang w:eastAsia="en-AU"/>
                    </w:rPr>
                  </w:pPr>
                  <w:r w:rsidRPr="00C52522">
                    <w:rPr>
                      <w:rFonts w:asciiTheme="majorHAnsi" w:eastAsia="Times New Roman" w:hAnsiTheme="majorHAnsi" w:cs="Times New Roman"/>
                      <w:color w:val="000000"/>
                      <w:lang w:eastAsia="en-AU"/>
                    </w:rPr>
                    <w:t>4/10 Barkly Street Ringwood 3134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2522" w:rsidRPr="00C52522" w:rsidRDefault="00C52522" w:rsidP="00C5252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AU"/>
                    </w:rPr>
                  </w:pPr>
                </w:p>
              </w:tc>
            </w:tr>
          </w:tbl>
          <w:p w:rsidR="00F41994" w:rsidRPr="00DD7707" w:rsidRDefault="00F41994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B30A04">
        <w:tc>
          <w:tcPr>
            <w:tcW w:w="851" w:type="dxa"/>
            <w:shd w:val="clear" w:color="auto" w:fill="auto"/>
          </w:tcPr>
          <w:p w:rsidR="00CA00F1" w:rsidRPr="00DD7707" w:rsidRDefault="00674031" w:rsidP="00674031">
            <w:pPr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</w:tcPr>
          <w:p w:rsidR="00CA00F1" w:rsidRPr="00671381" w:rsidRDefault="00CA00F1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 w:rsidRPr="00671381">
              <w:rPr>
                <w:rFonts w:asciiTheme="majorHAnsi" w:eastAsia="Times New Roman" w:hAnsiTheme="majorHAnsi" w:cs="Arial"/>
                <w:bCs/>
                <w:lang w:eastAsia="en-AU"/>
              </w:rPr>
              <w:t>Andrew</w:t>
            </w:r>
            <w:r w:rsidR="00C52522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</w:t>
            </w:r>
            <w:r w:rsidR="009B2DB0">
              <w:rPr>
                <w:rFonts w:asciiTheme="majorHAnsi" w:eastAsia="Times New Roman" w:hAnsiTheme="majorHAnsi" w:cs="Arial"/>
                <w:bCs/>
                <w:lang w:eastAsia="en-AU"/>
              </w:rPr>
              <w:t>and</w:t>
            </w:r>
            <w:r w:rsidR="00D41B90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Joy</w:t>
            </w:r>
          </w:p>
        </w:tc>
        <w:tc>
          <w:tcPr>
            <w:tcW w:w="3828" w:type="dxa"/>
          </w:tcPr>
          <w:p w:rsidR="007E2766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Mr Andrew Miller</w:t>
            </w:r>
          </w:p>
          <w:tbl>
            <w:tblPr>
              <w:tblW w:w="4800" w:type="dxa"/>
              <w:tblLayout w:type="fixed"/>
              <w:tblLook w:val="04A0" w:firstRow="1" w:lastRow="0" w:firstColumn="1" w:lastColumn="0" w:noHBand="0" w:noVBand="1"/>
            </w:tblPr>
            <w:tblGrid>
              <w:gridCol w:w="3840"/>
              <w:gridCol w:w="960"/>
            </w:tblGrid>
            <w:tr w:rsidR="00C52522" w:rsidRPr="00C52522" w:rsidTr="00C52522">
              <w:trPr>
                <w:trHeight w:val="300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2522" w:rsidRPr="00C52522" w:rsidRDefault="00C52522" w:rsidP="00E01C28">
                  <w:pPr>
                    <w:spacing w:after="0" w:line="240" w:lineRule="auto"/>
                    <w:ind w:left="-74"/>
                    <w:rPr>
                      <w:rFonts w:asciiTheme="majorHAnsi" w:eastAsia="Times New Roman" w:hAnsiTheme="majorHAnsi" w:cs="Times New Roman"/>
                      <w:color w:val="000000"/>
                      <w:lang w:eastAsia="en-AU"/>
                    </w:rPr>
                  </w:pPr>
                  <w:r w:rsidRPr="00C52522">
                    <w:rPr>
                      <w:rFonts w:asciiTheme="majorHAnsi" w:eastAsia="Times New Roman" w:hAnsiTheme="majorHAnsi" w:cs="Times New Roman"/>
                      <w:color w:val="000000"/>
                      <w:lang w:eastAsia="en-AU"/>
                    </w:rPr>
                    <w:t xml:space="preserve">3 </w:t>
                  </w:r>
                  <w:proofErr w:type="spellStart"/>
                  <w:r w:rsidR="00BC5CFC">
                    <w:rPr>
                      <w:rFonts w:asciiTheme="majorHAnsi" w:eastAsia="Times New Roman" w:hAnsiTheme="majorHAnsi" w:cs="Times New Roman"/>
                      <w:color w:val="000000"/>
                      <w:lang w:eastAsia="en-AU"/>
                    </w:rPr>
                    <w:t>Ravenhill</w:t>
                  </w:r>
                  <w:proofErr w:type="spellEnd"/>
                  <w:r w:rsidR="00BC5CFC">
                    <w:rPr>
                      <w:rFonts w:asciiTheme="majorHAnsi" w:eastAsia="Times New Roman" w:hAnsiTheme="majorHAnsi" w:cs="Times New Roman"/>
                      <w:color w:val="000000"/>
                      <w:lang w:eastAsia="en-AU"/>
                    </w:rPr>
                    <w:t xml:space="preserve"> Way Wantirna South</w:t>
                  </w:r>
                  <w:r w:rsidRPr="00C52522">
                    <w:rPr>
                      <w:rFonts w:asciiTheme="majorHAnsi" w:eastAsia="Times New Roman" w:hAnsiTheme="majorHAnsi" w:cs="Times New Roman"/>
                      <w:color w:val="000000"/>
                      <w:lang w:eastAsia="en-AU"/>
                    </w:rPr>
                    <w:t xml:space="preserve"> 3152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2522" w:rsidRPr="00C52522" w:rsidRDefault="00C52522" w:rsidP="00C5252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AU"/>
                    </w:rPr>
                  </w:pPr>
                </w:p>
              </w:tc>
            </w:tr>
          </w:tbl>
          <w:p w:rsidR="002D504C" w:rsidRPr="00DD7707" w:rsidRDefault="002D504C" w:rsidP="0048203B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1381">
        <w:trPr>
          <w:trHeight w:val="368"/>
        </w:trPr>
        <w:tc>
          <w:tcPr>
            <w:tcW w:w="851" w:type="dxa"/>
          </w:tcPr>
          <w:p w:rsidR="00CA00F1" w:rsidRPr="00DD7707" w:rsidRDefault="00674031" w:rsidP="00674031">
            <w:pPr>
              <w:pStyle w:val="ListParagraph"/>
              <w:ind w:left="39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lastRenderedPageBreak/>
              <w:t>√</w:t>
            </w:r>
          </w:p>
        </w:tc>
        <w:tc>
          <w:tcPr>
            <w:tcW w:w="992" w:type="dxa"/>
          </w:tcPr>
          <w:p w:rsidR="00CA00F1" w:rsidRPr="00606766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</w:tcPr>
          <w:p w:rsidR="00CA00F1" w:rsidRPr="00671381" w:rsidRDefault="00CA00F1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 w:rsidRPr="00671381">
              <w:rPr>
                <w:rFonts w:asciiTheme="majorHAnsi" w:eastAsia="Times New Roman" w:hAnsiTheme="majorHAnsi" w:cs="Arial"/>
                <w:bCs/>
                <w:lang w:eastAsia="en-AU"/>
              </w:rPr>
              <w:t>Michelle and Wayne</w:t>
            </w:r>
          </w:p>
        </w:tc>
        <w:tc>
          <w:tcPr>
            <w:tcW w:w="3828" w:type="dxa"/>
          </w:tcPr>
          <w:p w:rsidR="00CA00F1" w:rsidRPr="00DD7707" w:rsidRDefault="00DC654C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 w:rsidRPr="00DD7707">
              <w:rPr>
                <w:rFonts w:asciiTheme="majorHAnsi" w:eastAsia="Times New Roman" w:hAnsiTheme="majorHAnsi" w:cs="Arial"/>
                <w:bCs/>
                <w:lang w:eastAsia="en-AU"/>
              </w:rPr>
              <w:t>Mr &amp;</w:t>
            </w:r>
            <w:r w:rsidR="00D137DD" w:rsidRPr="00DD7707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Mrs W </w:t>
            </w:r>
            <w:proofErr w:type="spellStart"/>
            <w:r w:rsidR="00D137DD" w:rsidRPr="00DD7707">
              <w:rPr>
                <w:rFonts w:asciiTheme="majorHAnsi" w:eastAsia="Times New Roman" w:hAnsiTheme="majorHAnsi" w:cs="Arial"/>
                <w:bCs/>
                <w:lang w:eastAsia="en-AU"/>
              </w:rPr>
              <w:t>Perreira</w:t>
            </w:r>
            <w:proofErr w:type="spellEnd"/>
          </w:p>
          <w:p w:rsidR="00D137DD" w:rsidRPr="00C52522" w:rsidRDefault="00C52522" w:rsidP="00CA00F1">
            <w:pPr>
              <w:rPr>
                <w:rFonts w:asciiTheme="majorHAnsi" w:hAnsiTheme="majorHAnsi"/>
                <w:color w:val="000000"/>
              </w:rPr>
            </w:pPr>
            <w:r w:rsidRPr="00C52522">
              <w:rPr>
                <w:rFonts w:asciiTheme="majorHAnsi" w:hAnsiTheme="majorHAnsi"/>
                <w:color w:val="000000"/>
              </w:rPr>
              <w:t>89 Soldiers Road Berwick 3806</w:t>
            </w:r>
          </w:p>
        </w:tc>
        <w:tc>
          <w:tcPr>
            <w:tcW w:w="425" w:type="dxa"/>
            <w:shd w:val="clear" w:color="auto" w:fill="auto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B30A04">
        <w:tc>
          <w:tcPr>
            <w:tcW w:w="851" w:type="dxa"/>
          </w:tcPr>
          <w:p w:rsidR="00CA00F1" w:rsidRPr="00B30A04" w:rsidRDefault="00674031" w:rsidP="00674031">
            <w:pPr>
              <w:ind w:left="175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</w:tcPr>
          <w:p w:rsidR="00CA00F1" w:rsidRPr="00671381" w:rsidRDefault="00CA00F1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 w:rsidRPr="00671381">
              <w:rPr>
                <w:rFonts w:asciiTheme="majorHAnsi" w:eastAsia="Times New Roman" w:hAnsiTheme="majorHAnsi" w:cs="Arial"/>
                <w:bCs/>
                <w:lang w:eastAsia="en-AU"/>
              </w:rPr>
              <w:t>Natalie and Lucas</w:t>
            </w:r>
          </w:p>
        </w:tc>
        <w:tc>
          <w:tcPr>
            <w:tcW w:w="3828" w:type="dxa"/>
          </w:tcPr>
          <w:p w:rsidR="007E2766" w:rsidRDefault="000B0DF0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Mr &amp; Mrs L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D</w:t>
            </w:r>
            <w:r w:rsidR="007E2766">
              <w:rPr>
                <w:rFonts w:asciiTheme="majorHAnsi" w:eastAsia="Times New Roman" w:hAnsiTheme="majorHAnsi" w:cs="Arial"/>
                <w:bCs/>
                <w:lang w:eastAsia="en-AU"/>
              </w:rPr>
              <w:t>i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>e</w:t>
            </w:r>
            <w:r w:rsidR="007E2766">
              <w:rPr>
                <w:rFonts w:asciiTheme="majorHAnsi" w:eastAsia="Times New Roman" w:hAnsiTheme="majorHAnsi" w:cs="Arial"/>
                <w:bCs/>
                <w:lang w:eastAsia="en-AU"/>
              </w:rPr>
              <w:t>rckx</w:t>
            </w:r>
            <w:proofErr w:type="spellEnd"/>
          </w:p>
          <w:p w:rsidR="00F41994" w:rsidRPr="00DD7707" w:rsidRDefault="00BC5CFC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5 Driftwood Court Narre</w:t>
            </w:r>
            <w:r w:rsidR="000632E1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3805</w:t>
            </w:r>
          </w:p>
        </w:tc>
        <w:tc>
          <w:tcPr>
            <w:tcW w:w="425" w:type="dxa"/>
            <w:shd w:val="clear" w:color="auto" w:fill="auto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</w:tcPr>
          <w:p w:rsidR="00CA00F1" w:rsidRPr="00DD7707" w:rsidRDefault="00CA00F1" w:rsidP="00831203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B30A04">
        <w:tc>
          <w:tcPr>
            <w:tcW w:w="851" w:type="dxa"/>
          </w:tcPr>
          <w:p w:rsidR="00CA00F1" w:rsidRPr="00DD7707" w:rsidRDefault="00674031" w:rsidP="00674031">
            <w:pPr>
              <w:pStyle w:val="ListParagraph"/>
              <w:ind w:left="39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</w:tcPr>
          <w:p w:rsidR="00CA00F1" w:rsidRPr="006622C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</w:tcPr>
          <w:p w:rsidR="00CA00F1" w:rsidRPr="00671381" w:rsidRDefault="00CA00F1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 w:rsidRPr="00671381">
              <w:rPr>
                <w:rFonts w:asciiTheme="majorHAnsi" w:eastAsia="Times New Roman" w:hAnsiTheme="majorHAnsi" w:cs="Arial"/>
                <w:bCs/>
                <w:lang w:eastAsia="en-AU"/>
              </w:rPr>
              <w:t>Kerrie and Ben</w:t>
            </w:r>
          </w:p>
        </w:tc>
        <w:tc>
          <w:tcPr>
            <w:tcW w:w="3828" w:type="dxa"/>
          </w:tcPr>
          <w:p w:rsidR="007E2766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Miss K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errie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Miller</w:t>
            </w:r>
          </w:p>
          <w:p w:rsidR="00C740F3" w:rsidRPr="00C52522" w:rsidRDefault="00C52522" w:rsidP="00CA00F1">
            <w:pPr>
              <w:rPr>
                <w:rFonts w:asciiTheme="majorHAnsi" w:hAnsiTheme="majorHAnsi"/>
                <w:color w:val="000000"/>
              </w:rPr>
            </w:pPr>
            <w:r w:rsidRPr="00C52522">
              <w:rPr>
                <w:rFonts w:asciiTheme="majorHAnsi" w:hAnsiTheme="majorHAnsi"/>
                <w:color w:val="000000"/>
              </w:rPr>
              <w:t xml:space="preserve">32 Broughton Avenue Croydon 3136 </w:t>
            </w:r>
          </w:p>
        </w:tc>
        <w:tc>
          <w:tcPr>
            <w:tcW w:w="425" w:type="dxa"/>
            <w:shd w:val="clear" w:color="auto" w:fill="auto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B30A04">
        <w:tc>
          <w:tcPr>
            <w:tcW w:w="851" w:type="dxa"/>
          </w:tcPr>
          <w:p w:rsidR="00CA00F1" w:rsidRPr="00B30A04" w:rsidRDefault="00674031" w:rsidP="00674031">
            <w:pPr>
              <w:ind w:left="175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</w:tcPr>
          <w:p w:rsidR="00CA00F1" w:rsidRPr="00671381" w:rsidRDefault="00CA00F1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 w:rsidRPr="00671381">
              <w:rPr>
                <w:rFonts w:asciiTheme="majorHAnsi" w:eastAsia="Times New Roman" w:hAnsiTheme="majorHAnsi" w:cs="Arial"/>
                <w:bCs/>
                <w:lang w:eastAsia="en-AU"/>
              </w:rPr>
              <w:t>Robert and Sam</w:t>
            </w:r>
          </w:p>
        </w:tc>
        <w:tc>
          <w:tcPr>
            <w:tcW w:w="3828" w:type="dxa"/>
          </w:tcPr>
          <w:p w:rsidR="007E2766" w:rsidRDefault="007E2766" w:rsidP="00CA00F1">
            <w:pPr>
              <w:rPr>
                <w:rFonts w:asciiTheme="majorHAnsi" w:hAnsiTheme="majorHAnsi"/>
                <w:lang w:val="en"/>
              </w:rPr>
            </w:pPr>
            <w:proofErr w:type="spellStart"/>
            <w:r>
              <w:rPr>
                <w:rFonts w:asciiTheme="majorHAnsi" w:hAnsiTheme="majorHAnsi"/>
                <w:lang w:val="en"/>
              </w:rPr>
              <w:t>Mr</w:t>
            </w:r>
            <w:proofErr w:type="spellEnd"/>
            <w:r>
              <w:rPr>
                <w:rFonts w:asciiTheme="majorHAnsi" w:hAnsiTheme="majorHAnsi"/>
                <w:lang w:val="en"/>
              </w:rPr>
              <w:t xml:space="preserve"> R</w:t>
            </w:r>
            <w:r w:rsidR="00FC04CE">
              <w:rPr>
                <w:rFonts w:asciiTheme="majorHAnsi" w:hAnsiTheme="majorHAnsi"/>
                <w:lang w:val="en"/>
              </w:rPr>
              <w:t>obert Marti</w:t>
            </w:r>
            <w:r>
              <w:rPr>
                <w:rFonts w:asciiTheme="majorHAnsi" w:hAnsiTheme="majorHAnsi"/>
                <w:lang w:val="en"/>
              </w:rPr>
              <w:t>n</w:t>
            </w:r>
          </w:p>
          <w:p w:rsidR="00F41994" w:rsidRPr="00BC5CFC" w:rsidRDefault="00BC5CFC" w:rsidP="00BC5CFC">
            <w:pPr>
              <w:rPr>
                <w:rFonts w:asciiTheme="majorHAnsi" w:hAnsiTheme="majorHAnsi"/>
                <w:lang w:val="en"/>
              </w:rPr>
            </w:pPr>
            <w:r>
              <w:rPr>
                <w:rFonts w:asciiTheme="majorHAnsi" w:hAnsiTheme="majorHAnsi"/>
                <w:lang w:val="en"/>
              </w:rPr>
              <w:t>3c/131 Lonsdale S</w:t>
            </w:r>
            <w:r w:rsidR="00C52522">
              <w:rPr>
                <w:rFonts w:asciiTheme="majorHAnsi" w:hAnsiTheme="majorHAnsi"/>
                <w:lang w:val="en"/>
              </w:rPr>
              <w:t>t</w:t>
            </w:r>
            <w:r>
              <w:rPr>
                <w:rFonts w:asciiTheme="majorHAnsi" w:hAnsiTheme="majorHAnsi"/>
                <w:lang w:val="en"/>
              </w:rPr>
              <w:t xml:space="preserve">reet </w:t>
            </w:r>
            <w:proofErr w:type="spellStart"/>
            <w:r>
              <w:rPr>
                <w:rFonts w:asciiTheme="majorHAnsi" w:hAnsiTheme="majorHAnsi"/>
                <w:lang w:val="en"/>
              </w:rPr>
              <w:t>Melb</w:t>
            </w:r>
            <w:proofErr w:type="spellEnd"/>
            <w:r w:rsidR="0008212D" w:rsidRPr="0008212D">
              <w:rPr>
                <w:rFonts w:asciiTheme="majorHAnsi" w:hAnsiTheme="majorHAnsi"/>
                <w:lang w:val="en"/>
              </w:rPr>
              <w:t xml:space="preserve"> 3000</w:t>
            </w:r>
          </w:p>
        </w:tc>
        <w:tc>
          <w:tcPr>
            <w:tcW w:w="425" w:type="dxa"/>
            <w:shd w:val="clear" w:color="auto" w:fill="auto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B30A04">
        <w:tc>
          <w:tcPr>
            <w:tcW w:w="851" w:type="dxa"/>
          </w:tcPr>
          <w:p w:rsidR="00CA00F1" w:rsidRPr="00DD7707" w:rsidRDefault="00674031" w:rsidP="00674031">
            <w:pPr>
              <w:pStyle w:val="ListParagraph"/>
              <w:ind w:left="39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</w:tcPr>
          <w:p w:rsidR="00CA00F1" w:rsidRPr="00E06C2F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</w:tcPr>
          <w:p w:rsidR="00CA00F1" w:rsidRPr="00671381" w:rsidRDefault="00B30A04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 w:rsidRPr="00671381">
              <w:rPr>
                <w:rFonts w:asciiTheme="majorHAnsi" w:eastAsia="Times New Roman" w:hAnsiTheme="majorHAnsi" w:cs="Arial"/>
                <w:bCs/>
                <w:lang w:eastAsia="en-AU"/>
              </w:rPr>
              <w:t>Kristine and Josh</w:t>
            </w:r>
          </w:p>
        </w:tc>
        <w:tc>
          <w:tcPr>
            <w:tcW w:w="3828" w:type="dxa"/>
          </w:tcPr>
          <w:p w:rsidR="00B30A04" w:rsidRPr="00DD7707" w:rsidRDefault="007E2766" w:rsidP="00B30A04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Mr &amp; Mrs J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Roose</w:t>
            </w:r>
            <w:proofErr w:type="spellEnd"/>
          </w:p>
          <w:p w:rsidR="00F41994" w:rsidRPr="00C52522" w:rsidRDefault="00BC5CFC" w:rsidP="00CA00F1">
            <w:pPr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18/</w:t>
            </w:r>
            <w:r w:rsidR="00C52522" w:rsidRPr="00C52522">
              <w:rPr>
                <w:rFonts w:asciiTheme="majorHAnsi" w:hAnsiTheme="majorHAnsi"/>
                <w:color w:val="000000"/>
              </w:rPr>
              <w:t>806-808</w:t>
            </w:r>
            <w:r>
              <w:rPr>
                <w:rFonts w:asciiTheme="majorHAnsi" w:hAnsiTheme="majorHAnsi"/>
                <w:color w:val="000000"/>
              </w:rPr>
              <w:t xml:space="preserve"> Warrigal R</w:t>
            </w:r>
            <w:r w:rsidR="00E01C28">
              <w:rPr>
                <w:rFonts w:asciiTheme="majorHAnsi" w:hAnsiTheme="majorHAnsi"/>
                <w:color w:val="000000"/>
              </w:rPr>
              <w:t xml:space="preserve">d Malvern East </w:t>
            </w:r>
            <w:r w:rsidR="00C52522" w:rsidRPr="00C52522">
              <w:rPr>
                <w:rFonts w:asciiTheme="majorHAnsi" w:hAnsiTheme="majorHAnsi"/>
                <w:color w:val="000000"/>
              </w:rPr>
              <w:t>3145</w:t>
            </w:r>
          </w:p>
        </w:tc>
        <w:tc>
          <w:tcPr>
            <w:tcW w:w="425" w:type="dxa"/>
            <w:shd w:val="clear" w:color="auto" w:fill="auto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B30A04">
        <w:tc>
          <w:tcPr>
            <w:tcW w:w="851" w:type="dxa"/>
          </w:tcPr>
          <w:p w:rsidR="00CA00F1" w:rsidRPr="00B30A04" w:rsidRDefault="00674031" w:rsidP="00674031">
            <w:pPr>
              <w:ind w:left="175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</w:tcPr>
          <w:p w:rsidR="00CA00F1" w:rsidRPr="00606766" w:rsidRDefault="00CA00F1" w:rsidP="00B30A04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</w:tcPr>
          <w:p w:rsidR="00CA00F1" w:rsidRPr="00671381" w:rsidRDefault="00CA00F1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 w:rsidRPr="00671381">
              <w:rPr>
                <w:rFonts w:asciiTheme="majorHAnsi" w:eastAsia="Times New Roman" w:hAnsiTheme="majorHAnsi" w:cs="Arial"/>
                <w:bCs/>
                <w:lang w:eastAsia="en-AU"/>
              </w:rPr>
              <w:t>Timmy</w:t>
            </w:r>
            <w:r w:rsidR="00060932" w:rsidRPr="00671381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and Carly</w:t>
            </w:r>
          </w:p>
        </w:tc>
        <w:tc>
          <w:tcPr>
            <w:tcW w:w="3828" w:type="dxa"/>
          </w:tcPr>
          <w:p w:rsidR="007E2766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Mr T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imothy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Martin</w:t>
            </w:r>
          </w:p>
          <w:p w:rsidR="00F41994" w:rsidRPr="00DD7707" w:rsidRDefault="00F41994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B30A04">
        <w:tc>
          <w:tcPr>
            <w:tcW w:w="851" w:type="dxa"/>
          </w:tcPr>
          <w:p w:rsidR="00CA00F1" w:rsidRPr="00DD7707" w:rsidRDefault="00674031" w:rsidP="00674031">
            <w:pPr>
              <w:pStyle w:val="ListParagraph"/>
              <w:ind w:left="39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</w:tcPr>
          <w:p w:rsidR="00CA00F1" w:rsidRPr="00606766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</w:tcPr>
          <w:p w:rsidR="00CA00F1" w:rsidRPr="00671381" w:rsidRDefault="00CA00F1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 w:rsidRPr="00671381">
              <w:rPr>
                <w:rFonts w:asciiTheme="majorHAnsi" w:eastAsia="Times New Roman" w:hAnsiTheme="majorHAnsi" w:cs="Arial"/>
                <w:bCs/>
                <w:lang w:eastAsia="en-AU"/>
              </w:rPr>
              <w:t>Victoria and Brad</w:t>
            </w:r>
          </w:p>
        </w:tc>
        <w:tc>
          <w:tcPr>
            <w:tcW w:w="3828" w:type="dxa"/>
          </w:tcPr>
          <w:p w:rsidR="00CA00F1" w:rsidRPr="00DD7707" w:rsidRDefault="00D137DD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 w:rsidRPr="00DD7707">
              <w:rPr>
                <w:rFonts w:asciiTheme="majorHAnsi" w:eastAsia="Times New Roman" w:hAnsiTheme="majorHAnsi" w:cs="Arial"/>
                <w:bCs/>
                <w:lang w:eastAsia="en-AU"/>
              </w:rPr>
              <w:t>Miss Victoria Collins</w:t>
            </w:r>
          </w:p>
          <w:p w:rsidR="00D137DD" w:rsidRPr="00DD7707" w:rsidRDefault="00D137DD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 w:rsidRPr="00DD7707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1 </w:t>
            </w:r>
            <w:proofErr w:type="spellStart"/>
            <w:r w:rsidRPr="00DD7707">
              <w:rPr>
                <w:rFonts w:asciiTheme="majorHAnsi" w:eastAsia="Times New Roman" w:hAnsiTheme="majorHAnsi" w:cs="Arial"/>
                <w:bCs/>
                <w:lang w:eastAsia="en-AU"/>
              </w:rPr>
              <w:t>Tranquility</w:t>
            </w:r>
            <w:proofErr w:type="spellEnd"/>
            <w:r w:rsidRPr="00DD7707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Place Beaconsfield</w:t>
            </w:r>
            <w:r w:rsidR="00C52522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3807</w:t>
            </w:r>
          </w:p>
        </w:tc>
        <w:tc>
          <w:tcPr>
            <w:tcW w:w="425" w:type="dxa"/>
            <w:shd w:val="clear" w:color="auto" w:fill="auto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</w:tcPr>
          <w:p w:rsidR="00CA00F1" w:rsidRPr="00DD7707" w:rsidRDefault="00CA00F1" w:rsidP="00831203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B30A04">
        <w:tc>
          <w:tcPr>
            <w:tcW w:w="851" w:type="dxa"/>
          </w:tcPr>
          <w:p w:rsidR="00CA00F1" w:rsidRPr="00DD7707" w:rsidRDefault="00674031" w:rsidP="00674031">
            <w:pPr>
              <w:pStyle w:val="ListParagraph"/>
              <w:ind w:left="39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</w:tcPr>
          <w:p w:rsidR="00CA00F1" w:rsidRPr="00E06C2F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</w:tcPr>
          <w:p w:rsidR="00CA00F1" w:rsidRPr="00671381" w:rsidRDefault="00B30A04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 w:rsidRPr="00671381">
              <w:rPr>
                <w:rFonts w:asciiTheme="majorHAnsi" w:eastAsia="Times New Roman" w:hAnsiTheme="majorHAnsi" w:cs="Arial"/>
                <w:bCs/>
                <w:lang w:eastAsia="en-AU"/>
              </w:rPr>
              <w:t>Kimberley and Matt</w:t>
            </w:r>
          </w:p>
        </w:tc>
        <w:tc>
          <w:tcPr>
            <w:tcW w:w="3828" w:type="dxa"/>
          </w:tcPr>
          <w:p w:rsidR="00B30A04" w:rsidRPr="00DD7707" w:rsidRDefault="00B30A04" w:rsidP="00B30A04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 w:rsidRPr="00DD7707">
              <w:rPr>
                <w:rFonts w:asciiTheme="majorHAnsi" w:eastAsia="Times New Roman" w:hAnsiTheme="majorHAnsi" w:cs="Arial"/>
                <w:bCs/>
                <w:lang w:eastAsia="en-AU"/>
              </w:rPr>
              <w:t>Miss Kimberl</w:t>
            </w:r>
            <w:r w:rsidR="009835DE">
              <w:rPr>
                <w:rFonts w:asciiTheme="majorHAnsi" w:eastAsia="Times New Roman" w:hAnsiTheme="majorHAnsi" w:cs="Arial"/>
                <w:bCs/>
                <w:lang w:eastAsia="en-AU"/>
              </w:rPr>
              <w:t>e</w:t>
            </w:r>
            <w:r w:rsidRPr="00DD7707">
              <w:rPr>
                <w:rFonts w:asciiTheme="majorHAnsi" w:eastAsia="Times New Roman" w:hAnsiTheme="majorHAnsi" w:cs="Arial"/>
                <w:bCs/>
                <w:lang w:eastAsia="en-AU"/>
              </w:rPr>
              <w:t>y Collins</w:t>
            </w:r>
          </w:p>
          <w:p w:rsidR="00D137DD" w:rsidRPr="00DD7707" w:rsidRDefault="00B30A04" w:rsidP="00B30A04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 w:rsidRPr="00DD7707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1 </w:t>
            </w:r>
            <w:proofErr w:type="spellStart"/>
            <w:r w:rsidRPr="00DD7707">
              <w:rPr>
                <w:rFonts w:asciiTheme="majorHAnsi" w:eastAsia="Times New Roman" w:hAnsiTheme="majorHAnsi" w:cs="Arial"/>
                <w:bCs/>
                <w:lang w:eastAsia="en-AU"/>
              </w:rPr>
              <w:t>Tranquility</w:t>
            </w:r>
            <w:proofErr w:type="spellEnd"/>
            <w:r w:rsidRPr="00DD7707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Place Beaconsfield</w:t>
            </w:r>
            <w:r w:rsidR="00C52522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3807</w:t>
            </w:r>
          </w:p>
        </w:tc>
        <w:tc>
          <w:tcPr>
            <w:tcW w:w="425" w:type="dxa"/>
            <w:shd w:val="clear" w:color="auto" w:fill="auto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B30A04">
        <w:tc>
          <w:tcPr>
            <w:tcW w:w="851" w:type="dxa"/>
          </w:tcPr>
          <w:p w:rsidR="00CA00F1" w:rsidRPr="00CF25B0" w:rsidRDefault="00674031" w:rsidP="00674031">
            <w:pPr>
              <w:jc w:val="right"/>
              <w:rPr>
                <w:rFonts w:asciiTheme="majorHAnsi" w:eastAsia="Times New Roman" w:hAnsiTheme="majorHAnsi" w:cs="Arial"/>
                <w:bCs/>
                <w:sz w:val="16"/>
                <w:szCs w:val="16"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</w:tcPr>
          <w:p w:rsidR="00CA00F1" w:rsidRPr="00671381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Michael and </w:t>
            </w:r>
            <w:r w:rsidR="009835DE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Alicia </w:t>
            </w:r>
          </w:p>
        </w:tc>
        <w:tc>
          <w:tcPr>
            <w:tcW w:w="3828" w:type="dxa"/>
          </w:tcPr>
          <w:p w:rsidR="009835DE" w:rsidRDefault="009835DE" w:rsidP="009835DE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Mr M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Duthil</w:t>
            </w:r>
            <w:proofErr w:type="spellEnd"/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and Ms A McMillian</w:t>
            </w:r>
          </w:p>
          <w:tbl>
            <w:tblPr>
              <w:tblW w:w="3840" w:type="dxa"/>
              <w:tblLayout w:type="fixed"/>
              <w:tblLook w:val="04A0" w:firstRow="1" w:lastRow="0" w:firstColumn="1" w:lastColumn="0" w:noHBand="0" w:noVBand="1"/>
            </w:tblPr>
            <w:tblGrid>
              <w:gridCol w:w="2880"/>
              <w:gridCol w:w="960"/>
            </w:tblGrid>
            <w:tr w:rsidR="00C52522" w:rsidRPr="00C52522" w:rsidTr="00C52522">
              <w:trPr>
                <w:trHeight w:val="300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2522" w:rsidRPr="00C52522" w:rsidRDefault="00C52522" w:rsidP="00E01C28">
                  <w:pPr>
                    <w:spacing w:after="0" w:line="240" w:lineRule="auto"/>
                    <w:ind w:hanging="216"/>
                    <w:rPr>
                      <w:rFonts w:asciiTheme="majorHAnsi" w:eastAsia="Times New Roman" w:hAnsiTheme="majorHAnsi" w:cs="Times New Roman"/>
                      <w:color w:val="000000"/>
                      <w:lang w:eastAsia="en-AU"/>
                    </w:rPr>
                  </w:pPr>
                  <w:r w:rsidRPr="00C52522">
                    <w:rPr>
                      <w:rFonts w:asciiTheme="majorHAnsi" w:eastAsia="Times New Roman" w:hAnsiTheme="majorHAnsi" w:cs="Times New Roman"/>
                      <w:color w:val="000000"/>
                      <w:lang w:eastAsia="en-AU"/>
                    </w:rPr>
                    <w:t>27 Erica Street Windsor 3181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2522" w:rsidRPr="00C52522" w:rsidRDefault="00C52522" w:rsidP="00C5252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AU"/>
                    </w:rPr>
                  </w:pPr>
                </w:p>
              </w:tc>
            </w:tr>
          </w:tbl>
          <w:p w:rsidR="00F41994" w:rsidRPr="00DD7707" w:rsidRDefault="00F41994" w:rsidP="009835DE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B30A04">
        <w:tc>
          <w:tcPr>
            <w:tcW w:w="851" w:type="dxa"/>
          </w:tcPr>
          <w:p w:rsidR="00CA00F1" w:rsidRPr="00CF25B0" w:rsidRDefault="00674031" w:rsidP="00674031">
            <w:pPr>
              <w:jc w:val="right"/>
              <w:rPr>
                <w:rFonts w:asciiTheme="majorHAnsi" w:eastAsia="Times New Roman" w:hAnsiTheme="majorHAnsi" w:cs="Arial"/>
                <w:bCs/>
                <w:sz w:val="16"/>
                <w:szCs w:val="16"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</w:tcPr>
          <w:p w:rsidR="00CA00F1" w:rsidRPr="00671381" w:rsidRDefault="009835DE" w:rsidP="00B30A04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Grandma</w:t>
            </w:r>
          </w:p>
        </w:tc>
        <w:tc>
          <w:tcPr>
            <w:tcW w:w="3828" w:type="dxa"/>
          </w:tcPr>
          <w:p w:rsidR="009835DE" w:rsidRDefault="009835D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Mrs Mary Bryan</w:t>
            </w:r>
          </w:p>
          <w:p w:rsidR="00F41994" w:rsidRPr="00C52522" w:rsidRDefault="00C52522" w:rsidP="00CA00F1">
            <w:pPr>
              <w:rPr>
                <w:rFonts w:asciiTheme="majorHAnsi" w:hAnsiTheme="majorHAnsi"/>
                <w:color w:val="000000"/>
              </w:rPr>
            </w:pPr>
            <w:r w:rsidRPr="00C52522">
              <w:rPr>
                <w:rFonts w:asciiTheme="majorHAnsi" w:hAnsiTheme="majorHAnsi"/>
                <w:color w:val="000000"/>
              </w:rPr>
              <w:t>Living Well, 24/3</w:t>
            </w:r>
            <w:r w:rsidR="00E01C28">
              <w:rPr>
                <w:rFonts w:asciiTheme="majorHAnsi" w:hAnsiTheme="majorHAnsi"/>
                <w:color w:val="000000"/>
              </w:rPr>
              <w:t xml:space="preserve">87 High Street Kangaroo Flat </w:t>
            </w:r>
            <w:r w:rsidRPr="00C52522">
              <w:rPr>
                <w:rFonts w:asciiTheme="majorHAnsi" w:hAnsiTheme="majorHAnsi"/>
                <w:color w:val="000000"/>
              </w:rPr>
              <w:t xml:space="preserve"> 3555</w:t>
            </w:r>
          </w:p>
        </w:tc>
        <w:tc>
          <w:tcPr>
            <w:tcW w:w="425" w:type="dxa"/>
            <w:shd w:val="clear" w:color="auto" w:fill="auto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B30A04">
        <w:tc>
          <w:tcPr>
            <w:tcW w:w="851" w:type="dxa"/>
          </w:tcPr>
          <w:p w:rsidR="00CA00F1" w:rsidRPr="00CF25B0" w:rsidRDefault="00674031" w:rsidP="00674031">
            <w:pPr>
              <w:pStyle w:val="ListParagraph"/>
              <w:ind w:left="535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</w:tcPr>
          <w:p w:rsidR="00CA00F1" w:rsidRPr="00671381" w:rsidRDefault="009835D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Garry and Jenny</w:t>
            </w:r>
          </w:p>
        </w:tc>
        <w:tc>
          <w:tcPr>
            <w:tcW w:w="3828" w:type="dxa"/>
          </w:tcPr>
          <w:p w:rsidR="009835DE" w:rsidRDefault="009835D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Mr &amp; Mrs G Bryan</w:t>
            </w:r>
          </w:p>
          <w:p w:rsidR="00F41994" w:rsidRPr="00DD7707" w:rsidRDefault="00C52522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2</w:t>
            </w:r>
            <w:r w:rsidR="009835DE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Reginald Street Bendigo 3550</w:t>
            </w:r>
          </w:p>
        </w:tc>
        <w:tc>
          <w:tcPr>
            <w:tcW w:w="425" w:type="dxa"/>
            <w:shd w:val="clear" w:color="auto" w:fill="auto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B30A04">
        <w:tc>
          <w:tcPr>
            <w:tcW w:w="851" w:type="dxa"/>
          </w:tcPr>
          <w:p w:rsidR="00CA00F1" w:rsidRPr="00DD7707" w:rsidRDefault="00674031" w:rsidP="00674031">
            <w:pPr>
              <w:pStyle w:val="ListParagraph"/>
              <w:ind w:left="39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</w:tcPr>
          <w:p w:rsidR="00CA00F1" w:rsidRPr="004129E7" w:rsidRDefault="009835D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Annemarie and Gary</w:t>
            </w:r>
          </w:p>
        </w:tc>
        <w:tc>
          <w:tcPr>
            <w:tcW w:w="3828" w:type="dxa"/>
          </w:tcPr>
          <w:p w:rsidR="009835DE" w:rsidRDefault="009835D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Mr &amp; Mrs G Denton </w:t>
            </w:r>
          </w:p>
          <w:p w:rsidR="00F41994" w:rsidRPr="00DD7707" w:rsidRDefault="009835D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8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Donhaven</w:t>
            </w:r>
            <w:proofErr w:type="spellEnd"/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Court Dingley</w:t>
            </w:r>
            <w:r w:rsidR="00BC5CFC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</w:t>
            </w:r>
            <w:proofErr w:type="spellStart"/>
            <w:r w:rsidR="00BC5CFC">
              <w:rPr>
                <w:rFonts w:asciiTheme="majorHAnsi" w:eastAsia="Times New Roman" w:hAnsiTheme="majorHAnsi" w:cs="Arial"/>
                <w:bCs/>
                <w:lang w:eastAsia="en-AU"/>
              </w:rPr>
              <w:t>V</w:t>
            </w:r>
            <w:r w:rsidR="00C52522">
              <w:rPr>
                <w:rFonts w:asciiTheme="majorHAnsi" w:eastAsia="Times New Roman" w:hAnsiTheme="majorHAnsi" w:cs="Arial"/>
                <w:bCs/>
                <w:lang w:eastAsia="en-AU"/>
              </w:rPr>
              <w:t>ge</w:t>
            </w:r>
            <w:proofErr w:type="spellEnd"/>
            <w:r w:rsidR="00C52522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3172</w:t>
            </w:r>
          </w:p>
        </w:tc>
        <w:tc>
          <w:tcPr>
            <w:tcW w:w="425" w:type="dxa"/>
            <w:shd w:val="clear" w:color="auto" w:fill="auto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744B07" w:rsidRPr="00DD7707" w:rsidTr="00B30A04">
        <w:tc>
          <w:tcPr>
            <w:tcW w:w="851" w:type="dxa"/>
          </w:tcPr>
          <w:p w:rsidR="00744B07" w:rsidRPr="00CF25B0" w:rsidRDefault="00674031" w:rsidP="00674031">
            <w:pPr>
              <w:pStyle w:val="ListParagraph"/>
              <w:ind w:left="535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</w:tcPr>
          <w:p w:rsidR="00744B07" w:rsidRPr="00DD7707" w:rsidRDefault="00744B07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</w:tcPr>
          <w:p w:rsidR="00744B07" w:rsidRPr="004129E7" w:rsidRDefault="009835D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Kerry and Greg</w:t>
            </w:r>
          </w:p>
        </w:tc>
        <w:tc>
          <w:tcPr>
            <w:tcW w:w="3828" w:type="dxa"/>
          </w:tcPr>
          <w:p w:rsidR="00744B07" w:rsidRDefault="009835D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Mr &amp; Mrs G Smith</w:t>
            </w:r>
          </w:p>
          <w:p w:rsidR="009835DE" w:rsidRPr="00C52522" w:rsidRDefault="00C52522" w:rsidP="00CA00F1">
            <w:pPr>
              <w:rPr>
                <w:rFonts w:asciiTheme="majorHAnsi" w:hAnsiTheme="majorHAnsi"/>
                <w:color w:val="000000"/>
              </w:rPr>
            </w:pPr>
            <w:r w:rsidRPr="00C52522">
              <w:rPr>
                <w:rFonts w:asciiTheme="majorHAnsi" w:hAnsiTheme="majorHAnsi"/>
                <w:color w:val="000000"/>
              </w:rPr>
              <w:t xml:space="preserve">4 </w:t>
            </w:r>
            <w:proofErr w:type="spellStart"/>
            <w:r w:rsidRPr="00C52522">
              <w:rPr>
                <w:rFonts w:asciiTheme="majorHAnsi" w:hAnsiTheme="majorHAnsi"/>
                <w:color w:val="000000"/>
              </w:rPr>
              <w:t>Ninnes</w:t>
            </w:r>
            <w:proofErr w:type="spellEnd"/>
            <w:r w:rsidRPr="00C52522">
              <w:rPr>
                <w:rFonts w:asciiTheme="majorHAnsi" w:hAnsiTheme="majorHAnsi"/>
                <w:color w:val="000000"/>
              </w:rPr>
              <w:t xml:space="preserve"> Court Maiden Gully 3551</w:t>
            </w:r>
          </w:p>
        </w:tc>
        <w:tc>
          <w:tcPr>
            <w:tcW w:w="425" w:type="dxa"/>
            <w:shd w:val="clear" w:color="auto" w:fill="auto"/>
          </w:tcPr>
          <w:p w:rsidR="00744B07" w:rsidRPr="00DD7707" w:rsidRDefault="00744B07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</w:tcPr>
          <w:p w:rsidR="00744B07" w:rsidRPr="00DD7707" w:rsidRDefault="00744B07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</w:tcPr>
          <w:p w:rsidR="00744B07" w:rsidRPr="00DD7707" w:rsidRDefault="00744B07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</w:tcPr>
          <w:p w:rsidR="00744B07" w:rsidRPr="00DD7707" w:rsidRDefault="00744B07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vMerge w:val="restart"/>
          </w:tcPr>
          <w:p w:rsidR="00744B07" w:rsidRPr="00DD7707" w:rsidRDefault="00744B07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</w:tcPr>
          <w:p w:rsidR="00744B07" w:rsidRPr="00DD7707" w:rsidRDefault="00744B07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744B07" w:rsidRPr="00DD7707" w:rsidTr="00B30A04">
        <w:tc>
          <w:tcPr>
            <w:tcW w:w="851" w:type="dxa"/>
          </w:tcPr>
          <w:p w:rsidR="00744B07" w:rsidRPr="00CF25B0" w:rsidRDefault="00674031" w:rsidP="00674031">
            <w:pPr>
              <w:pStyle w:val="ListParagraph"/>
              <w:ind w:left="535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</w:tcPr>
          <w:p w:rsidR="00744B07" w:rsidRPr="00DD7707" w:rsidRDefault="00744B07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</w:tcPr>
          <w:p w:rsidR="00744B07" w:rsidRPr="004129E7" w:rsidRDefault="009835D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Cameron and Laura</w:t>
            </w:r>
          </w:p>
        </w:tc>
        <w:tc>
          <w:tcPr>
            <w:tcW w:w="3828" w:type="dxa"/>
          </w:tcPr>
          <w:p w:rsidR="00744B07" w:rsidRPr="00DD7707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Mr C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ameron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Bryan</w:t>
            </w:r>
          </w:p>
          <w:p w:rsidR="00744B07" w:rsidRPr="00DD7707" w:rsidRDefault="00C52522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2 Reginald Street Bendigo 3550</w:t>
            </w:r>
          </w:p>
        </w:tc>
        <w:tc>
          <w:tcPr>
            <w:tcW w:w="425" w:type="dxa"/>
            <w:shd w:val="clear" w:color="auto" w:fill="auto"/>
          </w:tcPr>
          <w:p w:rsidR="00744B07" w:rsidRPr="00DD7707" w:rsidRDefault="00744B07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</w:tcPr>
          <w:p w:rsidR="00744B07" w:rsidRPr="00DD7707" w:rsidRDefault="00744B07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</w:tcPr>
          <w:p w:rsidR="00744B07" w:rsidRPr="00DD7707" w:rsidRDefault="00744B07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</w:tcPr>
          <w:p w:rsidR="00744B07" w:rsidRPr="00DD7707" w:rsidRDefault="00744B07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vMerge/>
          </w:tcPr>
          <w:p w:rsidR="00744B07" w:rsidRPr="00DD7707" w:rsidRDefault="00744B07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</w:tcPr>
          <w:p w:rsidR="00744B07" w:rsidRPr="00DD7707" w:rsidRDefault="00744B07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B30A04">
        <w:tc>
          <w:tcPr>
            <w:tcW w:w="851" w:type="dxa"/>
          </w:tcPr>
          <w:p w:rsidR="00CA00F1" w:rsidRPr="00CF25B0" w:rsidRDefault="00674031" w:rsidP="00674031">
            <w:pPr>
              <w:jc w:val="right"/>
              <w:rPr>
                <w:rFonts w:asciiTheme="majorHAnsi" w:eastAsia="Times New Roman" w:hAnsiTheme="majorHAnsi" w:cs="Arial"/>
                <w:bCs/>
                <w:sz w:val="16"/>
                <w:szCs w:val="16"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</w:tcPr>
          <w:p w:rsidR="00CA00F1" w:rsidRPr="004129E7" w:rsidRDefault="009835D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Sean and Olivia</w:t>
            </w:r>
          </w:p>
        </w:tc>
        <w:tc>
          <w:tcPr>
            <w:tcW w:w="3828" w:type="dxa"/>
          </w:tcPr>
          <w:p w:rsidR="00F41994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Mr S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ean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Denton</w:t>
            </w:r>
          </w:p>
          <w:p w:rsidR="007E2766" w:rsidRPr="00DD7707" w:rsidRDefault="00BC5CFC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8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Donhaven</w:t>
            </w:r>
            <w:proofErr w:type="spellEnd"/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Court Dingley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V</w:t>
            </w:r>
            <w:r w:rsidR="00C52522">
              <w:rPr>
                <w:rFonts w:asciiTheme="majorHAnsi" w:eastAsia="Times New Roman" w:hAnsiTheme="majorHAnsi" w:cs="Arial"/>
                <w:bCs/>
                <w:lang w:eastAsia="en-AU"/>
              </w:rPr>
              <w:t>ge</w:t>
            </w:r>
            <w:proofErr w:type="spellEnd"/>
            <w:r w:rsidR="00C52522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3172</w:t>
            </w:r>
          </w:p>
        </w:tc>
        <w:tc>
          <w:tcPr>
            <w:tcW w:w="425" w:type="dxa"/>
            <w:shd w:val="clear" w:color="auto" w:fill="auto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</w:tcPr>
          <w:p w:rsidR="00CA00F1" w:rsidRPr="00DD7707" w:rsidRDefault="00CA00F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B30A04">
        <w:tc>
          <w:tcPr>
            <w:tcW w:w="851" w:type="dxa"/>
          </w:tcPr>
          <w:p w:rsidR="004326DF" w:rsidRPr="00CF25B0" w:rsidRDefault="00674031" w:rsidP="00674031">
            <w:pPr>
              <w:jc w:val="right"/>
              <w:rPr>
                <w:rFonts w:asciiTheme="majorHAnsi" w:eastAsia="Times New Roman" w:hAnsiTheme="majorHAnsi" w:cs="Arial"/>
                <w:bCs/>
                <w:sz w:val="16"/>
                <w:szCs w:val="16"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lastRenderedPageBreak/>
              <w:t>√</w:t>
            </w:r>
          </w:p>
        </w:tc>
        <w:tc>
          <w:tcPr>
            <w:tcW w:w="992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</w:tcPr>
          <w:p w:rsidR="004326DF" w:rsidRPr="004129E7" w:rsidRDefault="009835D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Claire and David </w:t>
            </w:r>
          </w:p>
        </w:tc>
        <w:tc>
          <w:tcPr>
            <w:tcW w:w="3828" w:type="dxa"/>
          </w:tcPr>
          <w:p w:rsidR="00F41994" w:rsidRDefault="007E2766" w:rsidP="00B30A04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Miss C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laire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Bryan</w:t>
            </w:r>
          </w:p>
          <w:p w:rsidR="007E2766" w:rsidRPr="00C52522" w:rsidRDefault="00BC5CFC" w:rsidP="00B30A04">
            <w:pPr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 xml:space="preserve">19 Coco Jackson </w:t>
            </w:r>
            <w:proofErr w:type="spellStart"/>
            <w:r>
              <w:rPr>
                <w:rFonts w:asciiTheme="majorHAnsi" w:hAnsiTheme="majorHAnsi"/>
                <w:color w:val="000000"/>
              </w:rPr>
              <w:t>L</w:t>
            </w:r>
            <w:r w:rsidR="00C52522" w:rsidRPr="00C52522">
              <w:rPr>
                <w:rFonts w:asciiTheme="majorHAnsi" w:hAnsiTheme="majorHAnsi"/>
                <w:color w:val="000000"/>
              </w:rPr>
              <w:t>ne</w:t>
            </w:r>
            <w:proofErr w:type="spellEnd"/>
            <w:r w:rsidR="00C52522" w:rsidRPr="00C52522">
              <w:rPr>
                <w:rFonts w:asciiTheme="majorHAnsi" w:hAnsiTheme="majorHAnsi"/>
                <w:color w:val="000000"/>
              </w:rPr>
              <w:t xml:space="preserve"> Brunswick 3056</w:t>
            </w:r>
          </w:p>
        </w:tc>
        <w:tc>
          <w:tcPr>
            <w:tcW w:w="425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B30A04">
        <w:tc>
          <w:tcPr>
            <w:tcW w:w="851" w:type="dxa"/>
          </w:tcPr>
          <w:p w:rsidR="004326DF" w:rsidRPr="00CF25B0" w:rsidRDefault="00674031" w:rsidP="00674031">
            <w:pPr>
              <w:jc w:val="right"/>
              <w:rPr>
                <w:rFonts w:asciiTheme="majorHAnsi" w:eastAsia="Times New Roman" w:hAnsiTheme="majorHAnsi" w:cs="Arial"/>
                <w:bCs/>
                <w:sz w:val="16"/>
                <w:szCs w:val="16"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</w:tcPr>
          <w:p w:rsidR="004326DF" w:rsidRPr="004129E7" w:rsidRDefault="009835D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Jared and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Aislinn</w:t>
            </w:r>
            <w:proofErr w:type="spellEnd"/>
          </w:p>
        </w:tc>
        <w:tc>
          <w:tcPr>
            <w:tcW w:w="3828" w:type="dxa"/>
          </w:tcPr>
          <w:p w:rsidR="00F41994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Mr J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ared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Denton</w:t>
            </w:r>
          </w:p>
          <w:p w:rsidR="007E2766" w:rsidRPr="00DD7707" w:rsidRDefault="00C52522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8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Donhaven</w:t>
            </w:r>
            <w:proofErr w:type="spellEnd"/>
            <w:r w:rsidR="00BC5CFC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Court Dingley </w:t>
            </w:r>
            <w:proofErr w:type="spellStart"/>
            <w:r w:rsidR="00BC5CFC">
              <w:rPr>
                <w:rFonts w:asciiTheme="majorHAnsi" w:eastAsia="Times New Roman" w:hAnsiTheme="majorHAnsi" w:cs="Arial"/>
                <w:bCs/>
                <w:lang w:eastAsia="en-AU"/>
              </w:rPr>
              <w:t>V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>ge</w:t>
            </w:r>
            <w:proofErr w:type="spellEnd"/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3172</w:t>
            </w:r>
          </w:p>
        </w:tc>
        <w:tc>
          <w:tcPr>
            <w:tcW w:w="425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B30A04">
        <w:tc>
          <w:tcPr>
            <w:tcW w:w="851" w:type="dxa"/>
          </w:tcPr>
          <w:p w:rsidR="004326DF" w:rsidRPr="00CF25B0" w:rsidRDefault="00674031" w:rsidP="00674031">
            <w:pPr>
              <w:jc w:val="right"/>
              <w:rPr>
                <w:rFonts w:asciiTheme="majorHAnsi" w:eastAsia="Times New Roman" w:hAnsiTheme="majorHAnsi" w:cs="Arial"/>
                <w:bCs/>
                <w:sz w:val="16"/>
                <w:szCs w:val="16"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</w:tcPr>
          <w:p w:rsidR="004326DF" w:rsidRPr="004129E7" w:rsidRDefault="009835DE" w:rsidP="00B30A04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Emily</w:t>
            </w:r>
            <w:r w:rsidR="00297C6E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</w:t>
            </w:r>
          </w:p>
        </w:tc>
        <w:tc>
          <w:tcPr>
            <w:tcW w:w="3828" w:type="dxa"/>
          </w:tcPr>
          <w:p w:rsidR="00F41994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Miss E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mily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Smith</w:t>
            </w:r>
          </w:p>
          <w:p w:rsidR="00666EE8" w:rsidRPr="00DD7707" w:rsidRDefault="00C52522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 w:rsidRPr="00C52522">
              <w:rPr>
                <w:rFonts w:asciiTheme="majorHAnsi" w:hAnsiTheme="majorHAnsi"/>
                <w:color w:val="000000"/>
              </w:rPr>
              <w:t xml:space="preserve">4 </w:t>
            </w:r>
            <w:proofErr w:type="spellStart"/>
            <w:r w:rsidRPr="00C52522">
              <w:rPr>
                <w:rFonts w:asciiTheme="majorHAnsi" w:hAnsiTheme="majorHAnsi"/>
                <w:color w:val="000000"/>
              </w:rPr>
              <w:t>Ninnes</w:t>
            </w:r>
            <w:proofErr w:type="spellEnd"/>
            <w:r w:rsidRPr="00C52522">
              <w:rPr>
                <w:rFonts w:asciiTheme="majorHAnsi" w:hAnsiTheme="majorHAnsi"/>
                <w:color w:val="000000"/>
              </w:rPr>
              <w:t xml:space="preserve"> Court Maiden Gully 3551</w:t>
            </w:r>
          </w:p>
        </w:tc>
        <w:tc>
          <w:tcPr>
            <w:tcW w:w="425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B30A04">
        <w:tc>
          <w:tcPr>
            <w:tcW w:w="851" w:type="dxa"/>
          </w:tcPr>
          <w:p w:rsidR="004326DF" w:rsidRPr="00CF25B0" w:rsidRDefault="00674031" w:rsidP="00674031">
            <w:pPr>
              <w:jc w:val="right"/>
              <w:rPr>
                <w:rFonts w:asciiTheme="majorHAnsi" w:eastAsia="Times New Roman" w:hAnsiTheme="majorHAnsi" w:cs="Arial"/>
                <w:bCs/>
                <w:sz w:val="16"/>
                <w:szCs w:val="16"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</w:tcPr>
          <w:p w:rsidR="004326DF" w:rsidRPr="005C0A5E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</w:tcPr>
          <w:p w:rsidR="004326DF" w:rsidRPr="004129E7" w:rsidRDefault="009835D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Brett and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Briony</w:t>
            </w:r>
            <w:proofErr w:type="spellEnd"/>
          </w:p>
        </w:tc>
        <w:tc>
          <w:tcPr>
            <w:tcW w:w="3828" w:type="dxa"/>
          </w:tcPr>
          <w:p w:rsidR="00B30A04" w:rsidRPr="00DD7707" w:rsidRDefault="007E2766" w:rsidP="00B30A04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Mr B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rett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Denton</w:t>
            </w:r>
          </w:p>
          <w:p w:rsidR="00F41994" w:rsidRPr="00DD7707" w:rsidRDefault="00BC5CFC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8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Donhaven</w:t>
            </w:r>
            <w:proofErr w:type="spellEnd"/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Court Dingley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V</w:t>
            </w:r>
            <w:r w:rsidR="00C52522">
              <w:rPr>
                <w:rFonts w:asciiTheme="majorHAnsi" w:eastAsia="Times New Roman" w:hAnsiTheme="majorHAnsi" w:cs="Arial"/>
                <w:bCs/>
                <w:lang w:eastAsia="en-AU"/>
              </w:rPr>
              <w:t>ge</w:t>
            </w:r>
            <w:proofErr w:type="spellEnd"/>
            <w:r w:rsidR="00C52522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3172</w:t>
            </w:r>
          </w:p>
        </w:tc>
        <w:tc>
          <w:tcPr>
            <w:tcW w:w="425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B30A04">
        <w:tc>
          <w:tcPr>
            <w:tcW w:w="851" w:type="dxa"/>
          </w:tcPr>
          <w:p w:rsidR="004326DF" w:rsidRPr="00CF25B0" w:rsidRDefault="00674031" w:rsidP="00674031">
            <w:pPr>
              <w:jc w:val="right"/>
              <w:rPr>
                <w:rFonts w:asciiTheme="majorHAnsi" w:eastAsia="Times New Roman" w:hAnsiTheme="majorHAnsi" w:cs="Arial"/>
                <w:bCs/>
                <w:sz w:val="16"/>
                <w:szCs w:val="16"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</w:tcPr>
          <w:p w:rsidR="004326DF" w:rsidRPr="004129E7" w:rsidRDefault="009835D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Stephanie and Andrew</w:t>
            </w:r>
          </w:p>
        </w:tc>
        <w:tc>
          <w:tcPr>
            <w:tcW w:w="3828" w:type="dxa"/>
          </w:tcPr>
          <w:p w:rsidR="004326DF" w:rsidRPr="00DD7707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Miss S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tephanie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Lonsdale</w:t>
            </w:r>
          </w:p>
          <w:p w:rsidR="00F41994" w:rsidRPr="00DD7707" w:rsidRDefault="00A37BBB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5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Castricum</w:t>
            </w:r>
            <w:proofErr w:type="spellEnd"/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Place</w:t>
            </w:r>
            <w:r w:rsidR="007E2766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Ferntree Gully 3156</w:t>
            </w:r>
          </w:p>
        </w:tc>
        <w:tc>
          <w:tcPr>
            <w:tcW w:w="425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3D3372">
        <w:tc>
          <w:tcPr>
            <w:tcW w:w="851" w:type="dxa"/>
          </w:tcPr>
          <w:p w:rsidR="004326DF" w:rsidRPr="00CF25B0" w:rsidRDefault="00674031" w:rsidP="00674031">
            <w:pPr>
              <w:jc w:val="right"/>
              <w:rPr>
                <w:rFonts w:asciiTheme="majorHAnsi" w:eastAsia="Times New Roman" w:hAnsiTheme="majorHAnsi" w:cs="Arial"/>
                <w:bCs/>
                <w:sz w:val="16"/>
                <w:szCs w:val="16"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</w:tcPr>
          <w:p w:rsidR="004326DF" w:rsidRPr="004129E7" w:rsidRDefault="009835D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Dannii</w:t>
            </w:r>
            <w:proofErr w:type="spellEnd"/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and Rhys</w:t>
            </w:r>
          </w:p>
        </w:tc>
        <w:tc>
          <w:tcPr>
            <w:tcW w:w="3828" w:type="dxa"/>
          </w:tcPr>
          <w:p w:rsidR="007E2766" w:rsidRPr="00DD7707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Miss D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anielle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Mortimer</w:t>
            </w:r>
            <w:r w:rsidR="00674031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14/92 Waverley Road Malvern East 3145</w:t>
            </w: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3D3372">
        <w:tc>
          <w:tcPr>
            <w:tcW w:w="851" w:type="dxa"/>
          </w:tcPr>
          <w:p w:rsidR="004326DF" w:rsidRPr="00DD7707" w:rsidRDefault="00674031" w:rsidP="00674031">
            <w:pPr>
              <w:pStyle w:val="ListParagraph"/>
              <w:ind w:left="39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</w:tcPr>
          <w:p w:rsidR="004326DF" w:rsidRPr="004129E7" w:rsidRDefault="009835D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Kylie and Tom</w:t>
            </w:r>
          </w:p>
        </w:tc>
        <w:tc>
          <w:tcPr>
            <w:tcW w:w="3828" w:type="dxa"/>
          </w:tcPr>
          <w:p w:rsidR="00D137DD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Miss K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ylie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Embury</w:t>
            </w:r>
            <w:proofErr w:type="spellEnd"/>
          </w:p>
          <w:p w:rsidR="007E2766" w:rsidRPr="00DD7707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9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Winneke</w:t>
            </w:r>
            <w:proofErr w:type="spellEnd"/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C</w:t>
            </w:r>
            <w:r w:rsidR="00A37BBB">
              <w:rPr>
                <w:rFonts w:asciiTheme="majorHAnsi" w:eastAsia="Times New Roman" w:hAnsiTheme="majorHAnsi" w:cs="Arial"/>
                <w:bCs/>
                <w:lang w:eastAsia="en-AU"/>
              </w:rPr>
              <w:t>ou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>rt Lysterfield 3156</w:t>
            </w: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1381">
        <w:tc>
          <w:tcPr>
            <w:tcW w:w="851" w:type="dxa"/>
            <w:shd w:val="clear" w:color="auto" w:fill="auto"/>
          </w:tcPr>
          <w:p w:rsidR="004326DF" w:rsidRPr="00DD7707" w:rsidRDefault="00674031" w:rsidP="00674031">
            <w:pPr>
              <w:pStyle w:val="ListParagraph"/>
              <w:ind w:left="39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auto"/>
          </w:tcPr>
          <w:p w:rsidR="004326DF" w:rsidRPr="004129E7" w:rsidRDefault="009835D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Gab</w:t>
            </w:r>
          </w:p>
        </w:tc>
        <w:tc>
          <w:tcPr>
            <w:tcW w:w="3828" w:type="dxa"/>
            <w:shd w:val="clear" w:color="auto" w:fill="auto"/>
          </w:tcPr>
          <w:p w:rsidR="00D137DD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Miss G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abriella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Suriano</w:t>
            </w:r>
            <w:proofErr w:type="spellEnd"/>
          </w:p>
          <w:p w:rsidR="007E2766" w:rsidRPr="00DD7707" w:rsidRDefault="00BC5CFC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10/386 Toorak R</w:t>
            </w:r>
            <w:r w:rsidR="008E07B7">
              <w:rPr>
                <w:rFonts w:asciiTheme="majorHAnsi" w:eastAsia="Times New Roman" w:hAnsiTheme="majorHAnsi" w:cs="Arial"/>
                <w:bCs/>
                <w:lang w:eastAsia="en-AU"/>
              </w:rPr>
              <w:t>d South Yarra 3141</w:t>
            </w: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1381">
        <w:tc>
          <w:tcPr>
            <w:tcW w:w="851" w:type="dxa"/>
            <w:shd w:val="clear" w:color="auto" w:fill="auto"/>
          </w:tcPr>
          <w:p w:rsidR="004326DF" w:rsidRPr="00CF25B0" w:rsidRDefault="00674031" w:rsidP="00674031">
            <w:pPr>
              <w:pStyle w:val="ListParagraph"/>
              <w:ind w:left="535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auto"/>
          </w:tcPr>
          <w:p w:rsidR="004326DF" w:rsidRPr="004129E7" w:rsidRDefault="009835D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Bron</w:t>
            </w:r>
            <w:proofErr w:type="spellEnd"/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and Chris</w:t>
            </w:r>
          </w:p>
        </w:tc>
        <w:tc>
          <w:tcPr>
            <w:tcW w:w="3828" w:type="dxa"/>
            <w:shd w:val="clear" w:color="auto" w:fill="auto"/>
          </w:tcPr>
          <w:p w:rsidR="00F41994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Miss B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ronwyn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Menzies</w:t>
            </w:r>
          </w:p>
          <w:p w:rsidR="007E2766" w:rsidRPr="00DD7707" w:rsidRDefault="004F7F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16/35 Walsh Street South Yarra 3141</w:t>
            </w: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1381">
        <w:tc>
          <w:tcPr>
            <w:tcW w:w="851" w:type="dxa"/>
            <w:shd w:val="clear" w:color="auto" w:fill="auto"/>
          </w:tcPr>
          <w:p w:rsidR="004326DF" w:rsidRPr="00CF25B0" w:rsidRDefault="00674031" w:rsidP="00674031">
            <w:pPr>
              <w:pStyle w:val="ListParagraph"/>
              <w:ind w:left="535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auto"/>
          </w:tcPr>
          <w:p w:rsidR="004326DF" w:rsidRPr="004129E7" w:rsidRDefault="009835D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Katie</w:t>
            </w:r>
          </w:p>
        </w:tc>
        <w:tc>
          <w:tcPr>
            <w:tcW w:w="3828" w:type="dxa"/>
            <w:shd w:val="clear" w:color="auto" w:fill="auto"/>
          </w:tcPr>
          <w:p w:rsidR="004326DF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Miss K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atie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Allan</w:t>
            </w:r>
          </w:p>
          <w:p w:rsidR="00F41994" w:rsidRPr="00DD7707" w:rsidRDefault="00A37BBB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7</w:t>
            </w:r>
            <w:r w:rsidR="00BC5CFC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</w:t>
            </w:r>
            <w:proofErr w:type="spellStart"/>
            <w:r w:rsidR="00BC5CFC">
              <w:rPr>
                <w:rFonts w:asciiTheme="majorHAnsi" w:eastAsia="Times New Roman" w:hAnsiTheme="majorHAnsi" w:cs="Arial"/>
                <w:bCs/>
                <w:lang w:eastAsia="en-AU"/>
              </w:rPr>
              <w:t>Heathdale</w:t>
            </w:r>
            <w:proofErr w:type="spellEnd"/>
            <w:r w:rsidR="00BC5CFC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Road Narre N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>th 3804</w:t>
            </w: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CF00B6">
        <w:tc>
          <w:tcPr>
            <w:tcW w:w="851" w:type="dxa"/>
            <w:shd w:val="clear" w:color="auto" w:fill="FF0000"/>
          </w:tcPr>
          <w:p w:rsidR="004326DF" w:rsidRPr="00CF00B6" w:rsidRDefault="00674031" w:rsidP="00674031">
            <w:pPr>
              <w:pStyle w:val="ListParagraph"/>
              <w:ind w:left="535"/>
              <w:jc w:val="right"/>
              <w:rPr>
                <w:rFonts w:asciiTheme="majorHAnsi" w:eastAsia="Times New Roman" w:hAnsiTheme="majorHAnsi" w:cs="Arial"/>
                <w:bCs/>
                <w:color w:val="000000" w:themeColor="text1"/>
                <w:lang w:eastAsia="en-AU"/>
              </w:rPr>
            </w:pPr>
            <w:r w:rsidRPr="00CF00B6">
              <w:rPr>
                <w:rFonts w:asciiTheme="majorHAnsi" w:eastAsia="Times New Roman" w:hAnsiTheme="majorHAnsi" w:cs="Arial"/>
                <w:bCs/>
                <w:color w:val="000000" w:themeColor="text1"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FF0000"/>
          </w:tcPr>
          <w:p w:rsidR="004326DF" w:rsidRPr="00CF00B6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color w:val="000000" w:themeColor="text1"/>
                <w:lang w:eastAsia="en-AU"/>
              </w:rPr>
            </w:pPr>
          </w:p>
        </w:tc>
        <w:tc>
          <w:tcPr>
            <w:tcW w:w="2693" w:type="dxa"/>
            <w:shd w:val="clear" w:color="auto" w:fill="FF0000"/>
          </w:tcPr>
          <w:p w:rsidR="004326DF" w:rsidRPr="00CF00B6" w:rsidRDefault="009835DE" w:rsidP="00CA00F1">
            <w:pPr>
              <w:rPr>
                <w:rFonts w:asciiTheme="majorHAnsi" w:eastAsia="Times New Roman" w:hAnsiTheme="majorHAnsi" w:cs="Arial"/>
                <w:bCs/>
                <w:color w:val="000000" w:themeColor="text1"/>
                <w:lang w:eastAsia="en-AU"/>
              </w:rPr>
            </w:pPr>
            <w:r w:rsidRPr="00CF00B6">
              <w:rPr>
                <w:rFonts w:asciiTheme="majorHAnsi" w:eastAsia="Times New Roman" w:hAnsiTheme="majorHAnsi" w:cs="Arial"/>
                <w:bCs/>
                <w:color w:val="000000" w:themeColor="text1"/>
                <w:lang w:eastAsia="en-AU"/>
              </w:rPr>
              <w:t>Jackie</w:t>
            </w:r>
          </w:p>
        </w:tc>
        <w:tc>
          <w:tcPr>
            <w:tcW w:w="3828" w:type="dxa"/>
            <w:shd w:val="clear" w:color="auto" w:fill="FF0000"/>
          </w:tcPr>
          <w:p w:rsidR="00F41994" w:rsidRPr="00CF00B6" w:rsidRDefault="007E2766" w:rsidP="00CA00F1">
            <w:pPr>
              <w:rPr>
                <w:rFonts w:asciiTheme="majorHAnsi" w:eastAsia="Times New Roman" w:hAnsiTheme="majorHAnsi" w:cs="Arial"/>
                <w:bCs/>
                <w:color w:val="000000" w:themeColor="text1"/>
                <w:lang w:eastAsia="en-AU"/>
              </w:rPr>
            </w:pPr>
            <w:r w:rsidRPr="00CF00B6">
              <w:rPr>
                <w:rFonts w:asciiTheme="majorHAnsi" w:eastAsia="Times New Roman" w:hAnsiTheme="majorHAnsi" w:cs="Arial"/>
                <w:bCs/>
                <w:color w:val="000000" w:themeColor="text1"/>
                <w:lang w:eastAsia="en-AU"/>
              </w:rPr>
              <w:t>Miss J</w:t>
            </w:r>
            <w:r w:rsidR="00FC04CE" w:rsidRPr="00CF00B6">
              <w:rPr>
                <w:rFonts w:asciiTheme="majorHAnsi" w:eastAsia="Times New Roman" w:hAnsiTheme="majorHAnsi" w:cs="Arial"/>
                <w:bCs/>
                <w:color w:val="000000" w:themeColor="text1"/>
                <w:lang w:eastAsia="en-AU"/>
              </w:rPr>
              <w:t>ackie</w:t>
            </w:r>
            <w:r w:rsidRPr="00CF00B6">
              <w:rPr>
                <w:rFonts w:asciiTheme="majorHAnsi" w:eastAsia="Times New Roman" w:hAnsiTheme="majorHAnsi" w:cs="Arial"/>
                <w:bCs/>
                <w:color w:val="000000" w:themeColor="text1"/>
                <w:lang w:eastAsia="en-AU"/>
              </w:rPr>
              <w:t xml:space="preserve"> Mutton</w:t>
            </w:r>
          </w:p>
          <w:p w:rsidR="007E2766" w:rsidRPr="00CF00B6" w:rsidRDefault="00A37BBB" w:rsidP="00CA00F1">
            <w:pPr>
              <w:rPr>
                <w:rFonts w:asciiTheme="majorHAnsi" w:eastAsia="Times New Roman" w:hAnsiTheme="majorHAnsi" w:cs="Arial"/>
                <w:bCs/>
                <w:color w:val="000000" w:themeColor="text1"/>
                <w:lang w:eastAsia="en-AU"/>
              </w:rPr>
            </w:pPr>
            <w:r w:rsidRPr="00CF00B6">
              <w:rPr>
                <w:rFonts w:asciiTheme="majorHAnsi" w:eastAsia="Times New Roman" w:hAnsiTheme="majorHAnsi" w:cs="Arial"/>
                <w:bCs/>
                <w:color w:val="000000" w:themeColor="text1"/>
                <w:lang w:eastAsia="en-AU"/>
              </w:rPr>
              <w:t>7 Dalby Close Rowville 3178</w:t>
            </w:r>
          </w:p>
        </w:tc>
        <w:tc>
          <w:tcPr>
            <w:tcW w:w="425" w:type="dxa"/>
            <w:shd w:val="clear" w:color="auto" w:fill="FF0000"/>
          </w:tcPr>
          <w:p w:rsidR="004326DF" w:rsidRPr="00CF00B6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color w:val="000000" w:themeColor="text1"/>
                <w:lang w:eastAsia="en-AU"/>
              </w:rPr>
            </w:pPr>
          </w:p>
        </w:tc>
        <w:tc>
          <w:tcPr>
            <w:tcW w:w="425" w:type="dxa"/>
            <w:shd w:val="clear" w:color="auto" w:fill="FF0000"/>
          </w:tcPr>
          <w:p w:rsidR="004326DF" w:rsidRPr="00CF00B6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color w:val="000000" w:themeColor="text1"/>
                <w:lang w:eastAsia="en-AU"/>
              </w:rPr>
            </w:pPr>
          </w:p>
        </w:tc>
        <w:tc>
          <w:tcPr>
            <w:tcW w:w="3969" w:type="dxa"/>
            <w:shd w:val="clear" w:color="auto" w:fill="FF0000"/>
          </w:tcPr>
          <w:p w:rsidR="004326DF" w:rsidRPr="00CF00B6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color w:val="000000" w:themeColor="text1"/>
                <w:lang w:eastAsia="en-AU"/>
              </w:rPr>
            </w:pPr>
          </w:p>
        </w:tc>
        <w:tc>
          <w:tcPr>
            <w:tcW w:w="709" w:type="dxa"/>
            <w:shd w:val="clear" w:color="auto" w:fill="FF0000"/>
          </w:tcPr>
          <w:p w:rsidR="004326DF" w:rsidRPr="00CF00B6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color w:val="000000" w:themeColor="text1"/>
                <w:lang w:eastAsia="en-AU"/>
              </w:rPr>
            </w:pPr>
          </w:p>
        </w:tc>
        <w:tc>
          <w:tcPr>
            <w:tcW w:w="1843" w:type="dxa"/>
            <w:shd w:val="clear" w:color="auto" w:fill="FF0000"/>
          </w:tcPr>
          <w:p w:rsidR="004326DF" w:rsidRPr="00CF00B6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color w:val="000000" w:themeColor="text1"/>
                <w:lang w:eastAsia="en-AU"/>
              </w:rPr>
            </w:pPr>
          </w:p>
        </w:tc>
        <w:tc>
          <w:tcPr>
            <w:tcW w:w="850" w:type="dxa"/>
            <w:shd w:val="clear" w:color="auto" w:fill="FF0000"/>
          </w:tcPr>
          <w:p w:rsidR="004326DF" w:rsidRPr="00CF00B6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color w:val="000000" w:themeColor="text1"/>
                <w:lang w:eastAsia="en-AU"/>
              </w:rPr>
            </w:pPr>
          </w:p>
        </w:tc>
      </w:tr>
      <w:tr w:rsidR="00DD7707" w:rsidRPr="00DD7707" w:rsidTr="00671381">
        <w:tc>
          <w:tcPr>
            <w:tcW w:w="851" w:type="dxa"/>
            <w:shd w:val="clear" w:color="auto" w:fill="auto"/>
          </w:tcPr>
          <w:p w:rsidR="004326DF" w:rsidRPr="009518FC" w:rsidRDefault="00674031" w:rsidP="00674031">
            <w:pPr>
              <w:pStyle w:val="ListParagraph"/>
              <w:ind w:left="535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auto"/>
          </w:tcPr>
          <w:p w:rsidR="004326DF" w:rsidRPr="004129E7" w:rsidRDefault="009835D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Sarah </w:t>
            </w:r>
          </w:p>
        </w:tc>
        <w:tc>
          <w:tcPr>
            <w:tcW w:w="3828" w:type="dxa"/>
            <w:shd w:val="clear" w:color="auto" w:fill="auto"/>
          </w:tcPr>
          <w:p w:rsidR="00BC5CFC" w:rsidRDefault="00BC5CFC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Miss Sarah Stewart</w:t>
            </w:r>
          </w:p>
          <w:p w:rsidR="007E2766" w:rsidRPr="00DD7707" w:rsidRDefault="00BC5CFC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6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Bounong</w:t>
            </w:r>
            <w:proofErr w:type="spellEnd"/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Court Bayswater N</w:t>
            </w:r>
            <w:r w:rsidR="008E07B7">
              <w:rPr>
                <w:rFonts w:asciiTheme="majorHAnsi" w:eastAsia="Times New Roman" w:hAnsiTheme="majorHAnsi" w:cs="Arial"/>
                <w:bCs/>
                <w:lang w:eastAsia="en-AU"/>
              </w:rPr>
              <w:t>th 3153</w:t>
            </w: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auto"/>
          </w:tcPr>
          <w:p w:rsidR="00C129E7" w:rsidRPr="00DD7707" w:rsidRDefault="00C129E7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4031">
        <w:tc>
          <w:tcPr>
            <w:tcW w:w="851" w:type="dxa"/>
            <w:shd w:val="clear" w:color="auto" w:fill="FFFFFF" w:themeFill="background1"/>
          </w:tcPr>
          <w:p w:rsidR="004326DF" w:rsidRPr="00DD7707" w:rsidRDefault="00674031" w:rsidP="00674031">
            <w:pPr>
              <w:pStyle w:val="ListParagraph"/>
              <w:ind w:left="39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4326DF" w:rsidRPr="004129E7" w:rsidRDefault="009835DE" w:rsidP="00C52522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Belinda</w:t>
            </w:r>
            <w:r w:rsidR="00F2233B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</w:t>
            </w:r>
            <w:r w:rsidR="00297C6E">
              <w:rPr>
                <w:rFonts w:asciiTheme="majorHAnsi" w:eastAsia="Times New Roman" w:hAnsiTheme="majorHAnsi" w:cs="Arial"/>
                <w:bCs/>
                <w:lang w:eastAsia="en-AU"/>
              </w:rPr>
              <w:t>and Danny</w:t>
            </w:r>
          </w:p>
        </w:tc>
        <w:tc>
          <w:tcPr>
            <w:tcW w:w="3828" w:type="dxa"/>
            <w:shd w:val="clear" w:color="auto" w:fill="FFFFFF" w:themeFill="background1"/>
          </w:tcPr>
          <w:p w:rsidR="00F41994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Miss B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elinda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Walters </w:t>
            </w:r>
          </w:p>
          <w:p w:rsidR="007E2766" w:rsidRPr="00DD7707" w:rsidRDefault="00674031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70 Burke Road Ferntree Gully 3156</w:t>
            </w:r>
          </w:p>
        </w:tc>
        <w:tc>
          <w:tcPr>
            <w:tcW w:w="425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1381">
        <w:tc>
          <w:tcPr>
            <w:tcW w:w="851" w:type="dxa"/>
            <w:shd w:val="clear" w:color="auto" w:fill="auto"/>
          </w:tcPr>
          <w:p w:rsidR="004326DF" w:rsidRPr="00DD7707" w:rsidRDefault="00674031" w:rsidP="00674031">
            <w:pPr>
              <w:pStyle w:val="ListParagraph"/>
              <w:ind w:left="39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auto"/>
          </w:tcPr>
          <w:p w:rsidR="004326DF" w:rsidRPr="004129E7" w:rsidRDefault="009835DE" w:rsidP="009835DE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Brendan,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Jenni</w:t>
            </w:r>
            <w:proofErr w:type="spellEnd"/>
            <w:r>
              <w:rPr>
                <w:rFonts w:asciiTheme="majorHAnsi" w:eastAsia="Times New Roman" w:hAnsiTheme="majorHAnsi" w:cs="Arial"/>
                <w:bCs/>
                <w:lang w:eastAsia="en-AU"/>
              </w:rPr>
              <w:t>, James and Lauren</w:t>
            </w:r>
          </w:p>
        </w:tc>
        <w:tc>
          <w:tcPr>
            <w:tcW w:w="3828" w:type="dxa"/>
            <w:shd w:val="clear" w:color="auto" w:fill="auto"/>
          </w:tcPr>
          <w:p w:rsidR="006812A0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Mr &amp; Mrs B Chanter</w:t>
            </w:r>
          </w:p>
          <w:p w:rsidR="004F7F66" w:rsidRPr="00DD7707" w:rsidRDefault="004F7F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2B York Road Glen Iris 3146</w:t>
            </w: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1381">
        <w:tc>
          <w:tcPr>
            <w:tcW w:w="851" w:type="dxa"/>
            <w:shd w:val="clear" w:color="auto" w:fill="auto"/>
          </w:tcPr>
          <w:p w:rsidR="004326DF" w:rsidRPr="002C094C" w:rsidRDefault="00674031" w:rsidP="00674031">
            <w:pPr>
              <w:pStyle w:val="ListParagraph"/>
              <w:ind w:left="535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auto"/>
          </w:tcPr>
          <w:p w:rsidR="004326DF" w:rsidRPr="004129E7" w:rsidRDefault="009835D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Andrea</w:t>
            </w:r>
            <w:r w:rsidR="00C52522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</w:t>
            </w:r>
          </w:p>
        </w:tc>
        <w:tc>
          <w:tcPr>
            <w:tcW w:w="3828" w:type="dxa"/>
            <w:shd w:val="clear" w:color="auto" w:fill="auto"/>
          </w:tcPr>
          <w:p w:rsidR="00F41994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Ms A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ndrea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Lark</w:t>
            </w:r>
          </w:p>
          <w:p w:rsidR="007E2766" w:rsidRPr="00C52522" w:rsidRDefault="00C52522" w:rsidP="00CA00F1">
            <w:pPr>
              <w:rPr>
                <w:rFonts w:asciiTheme="majorHAnsi" w:hAnsiTheme="majorHAnsi"/>
                <w:color w:val="000000"/>
              </w:rPr>
            </w:pPr>
            <w:r w:rsidRPr="00C52522">
              <w:rPr>
                <w:rFonts w:asciiTheme="majorHAnsi" w:hAnsiTheme="majorHAnsi"/>
                <w:color w:val="000000"/>
              </w:rPr>
              <w:t>1 Sackville Street Montmorency 3094</w:t>
            </w: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C52522">
        <w:tc>
          <w:tcPr>
            <w:tcW w:w="851" w:type="dxa"/>
            <w:shd w:val="clear" w:color="auto" w:fill="auto"/>
          </w:tcPr>
          <w:p w:rsidR="004326DF" w:rsidRPr="002C094C" w:rsidRDefault="00674031" w:rsidP="00674031">
            <w:pPr>
              <w:pStyle w:val="ListParagraph"/>
              <w:ind w:left="535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auto"/>
          </w:tcPr>
          <w:p w:rsidR="004326DF" w:rsidRPr="004129E7" w:rsidRDefault="009835D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Ronnie and Lyn</w:t>
            </w:r>
          </w:p>
        </w:tc>
        <w:tc>
          <w:tcPr>
            <w:tcW w:w="3828" w:type="dxa"/>
            <w:shd w:val="clear" w:color="auto" w:fill="auto"/>
          </w:tcPr>
          <w:p w:rsidR="003F441B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Mr &amp; Mrs R Saul</w:t>
            </w:r>
          </w:p>
          <w:p w:rsidR="007E2766" w:rsidRPr="00C52522" w:rsidRDefault="00C52522" w:rsidP="00CA00F1">
            <w:pPr>
              <w:rPr>
                <w:rFonts w:asciiTheme="majorHAnsi" w:hAnsiTheme="majorHAnsi"/>
                <w:color w:val="000000"/>
              </w:rPr>
            </w:pPr>
            <w:r w:rsidRPr="00C52522">
              <w:rPr>
                <w:rFonts w:asciiTheme="majorHAnsi" w:hAnsiTheme="majorHAnsi"/>
                <w:color w:val="000000"/>
              </w:rPr>
              <w:t>PO Box 315 Lake Boga 3584</w:t>
            </w: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1381">
        <w:tc>
          <w:tcPr>
            <w:tcW w:w="851" w:type="dxa"/>
            <w:shd w:val="clear" w:color="auto" w:fill="auto"/>
          </w:tcPr>
          <w:p w:rsidR="004326DF" w:rsidRPr="00DD7707" w:rsidRDefault="00674031" w:rsidP="00674031">
            <w:pPr>
              <w:pStyle w:val="ListParagraph"/>
              <w:ind w:left="39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lastRenderedPageBreak/>
              <w:t>√</w:t>
            </w:r>
          </w:p>
        </w:tc>
        <w:tc>
          <w:tcPr>
            <w:tcW w:w="992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auto"/>
          </w:tcPr>
          <w:p w:rsidR="004326DF" w:rsidRPr="004129E7" w:rsidRDefault="009835D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Marilyn and Chris</w:t>
            </w:r>
          </w:p>
        </w:tc>
        <w:tc>
          <w:tcPr>
            <w:tcW w:w="3828" w:type="dxa"/>
            <w:shd w:val="clear" w:color="auto" w:fill="auto"/>
          </w:tcPr>
          <w:p w:rsidR="004326DF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Mr C</w:t>
            </w:r>
            <w:r w:rsidR="00C52522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&amp; Ms M Davidson </w:t>
            </w:r>
          </w:p>
          <w:p w:rsidR="00F41994" w:rsidRPr="00C52522" w:rsidRDefault="00BC5CFC" w:rsidP="00CA00F1">
            <w:pPr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61A Broughton Rd Kedron QLD</w:t>
            </w:r>
            <w:r w:rsidR="00C52522" w:rsidRPr="00C52522">
              <w:rPr>
                <w:rFonts w:asciiTheme="majorHAnsi" w:hAnsiTheme="majorHAnsi"/>
                <w:color w:val="000000"/>
              </w:rPr>
              <w:t xml:space="preserve"> 4031</w:t>
            </w: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1381">
        <w:tc>
          <w:tcPr>
            <w:tcW w:w="851" w:type="dxa"/>
            <w:shd w:val="clear" w:color="auto" w:fill="auto"/>
          </w:tcPr>
          <w:p w:rsidR="004326DF" w:rsidRPr="00EE7777" w:rsidRDefault="00674031" w:rsidP="00674031">
            <w:pPr>
              <w:pStyle w:val="ListParagraph"/>
              <w:ind w:left="535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auto"/>
          </w:tcPr>
          <w:p w:rsidR="004326DF" w:rsidRPr="004129E7" w:rsidRDefault="009835D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Annie and Alfie</w:t>
            </w:r>
          </w:p>
        </w:tc>
        <w:tc>
          <w:tcPr>
            <w:tcW w:w="3828" w:type="dxa"/>
            <w:shd w:val="clear" w:color="auto" w:fill="auto"/>
          </w:tcPr>
          <w:p w:rsidR="00F41994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Mr &amp; Mrs A </w:t>
            </w:r>
            <w:proofErr w:type="spellStart"/>
            <w:r w:rsidR="00C52522">
              <w:rPr>
                <w:rFonts w:asciiTheme="majorHAnsi" w:eastAsia="Times New Roman" w:hAnsiTheme="majorHAnsi" w:cs="Arial"/>
                <w:bCs/>
                <w:lang w:eastAsia="en-AU"/>
              </w:rPr>
              <w:t>Beaugard</w:t>
            </w:r>
            <w:proofErr w:type="spellEnd"/>
          </w:p>
          <w:p w:rsidR="007E2766" w:rsidRPr="00C52522" w:rsidRDefault="00C52522" w:rsidP="00CA00F1">
            <w:pPr>
              <w:rPr>
                <w:rFonts w:asciiTheme="majorHAnsi" w:hAnsiTheme="majorHAnsi"/>
                <w:color w:val="000000"/>
              </w:rPr>
            </w:pPr>
            <w:r w:rsidRPr="00C52522">
              <w:rPr>
                <w:rFonts w:asciiTheme="majorHAnsi" w:hAnsiTheme="majorHAnsi"/>
                <w:color w:val="000000"/>
              </w:rPr>
              <w:t>27 Grenadier Drive Thornlie WA 6108</w:t>
            </w: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C52522">
        <w:tc>
          <w:tcPr>
            <w:tcW w:w="851" w:type="dxa"/>
            <w:shd w:val="clear" w:color="auto" w:fill="auto"/>
          </w:tcPr>
          <w:p w:rsidR="004326DF" w:rsidRPr="00DD7707" w:rsidRDefault="00674031" w:rsidP="00674031">
            <w:pPr>
              <w:pStyle w:val="ListParagraph"/>
              <w:ind w:left="39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auto"/>
          </w:tcPr>
          <w:p w:rsidR="004326DF" w:rsidRPr="004129E7" w:rsidRDefault="009835D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Scott</w:t>
            </w:r>
          </w:p>
        </w:tc>
        <w:tc>
          <w:tcPr>
            <w:tcW w:w="3828" w:type="dxa"/>
            <w:shd w:val="clear" w:color="auto" w:fill="auto"/>
          </w:tcPr>
          <w:p w:rsidR="00F41994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Mr S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cott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Rose</w:t>
            </w:r>
          </w:p>
          <w:p w:rsidR="007E2766" w:rsidRPr="00DD7707" w:rsidRDefault="008E07B7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8 Bareena Avenue Rowville 3178</w:t>
            </w: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7D695C" w:rsidRPr="00DD7707" w:rsidTr="00D41B90">
        <w:tc>
          <w:tcPr>
            <w:tcW w:w="851" w:type="dxa"/>
            <w:shd w:val="clear" w:color="auto" w:fill="FF0000"/>
          </w:tcPr>
          <w:p w:rsidR="007D695C" w:rsidRDefault="007D695C" w:rsidP="00674031">
            <w:pPr>
              <w:pStyle w:val="ListParagraph"/>
              <w:ind w:left="39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992" w:type="dxa"/>
            <w:shd w:val="clear" w:color="auto" w:fill="FF0000"/>
          </w:tcPr>
          <w:p w:rsidR="007D695C" w:rsidRPr="00DD7707" w:rsidRDefault="007D695C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FF0000"/>
          </w:tcPr>
          <w:p w:rsidR="007D695C" w:rsidRDefault="007D695C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Macca</w:t>
            </w:r>
            <w:proofErr w:type="spellEnd"/>
          </w:p>
        </w:tc>
        <w:tc>
          <w:tcPr>
            <w:tcW w:w="3828" w:type="dxa"/>
            <w:shd w:val="clear" w:color="auto" w:fill="FF0000"/>
          </w:tcPr>
          <w:p w:rsidR="007D695C" w:rsidRDefault="007D695C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Mr Patrick McManus</w:t>
            </w:r>
          </w:p>
          <w:p w:rsidR="007D695C" w:rsidRDefault="007D695C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FF0000"/>
          </w:tcPr>
          <w:p w:rsidR="007D695C" w:rsidRPr="00DD7707" w:rsidRDefault="007D695C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FF0000"/>
          </w:tcPr>
          <w:p w:rsidR="007D695C" w:rsidRPr="00DD7707" w:rsidRDefault="007D695C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FF0000"/>
          </w:tcPr>
          <w:p w:rsidR="007D695C" w:rsidRPr="00DD7707" w:rsidRDefault="007D695C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FF0000"/>
          </w:tcPr>
          <w:p w:rsidR="007D695C" w:rsidRPr="00DD7707" w:rsidRDefault="007D695C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FF0000"/>
          </w:tcPr>
          <w:p w:rsidR="007D695C" w:rsidRPr="00DD7707" w:rsidRDefault="007D695C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FF0000"/>
          </w:tcPr>
          <w:p w:rsidR="007D695C" w:rsidRPr="00DD7707" w:rsidRDefault="007D695C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7D695C">
        <w:tc>
          <w:tcPr>
            <w:tcW w:w="851" w:type="dxa"/>
            <w:shd w:val="clear" w:color="auto" w:fill="FF0000"/>
          </w:tcPr>
          <w:p w:rsidR="004326DF" w:rsidRPr="00DD7707" w:rsidRDefault="00674031" w:rsidP="00674031">
            <w:pPr>
              <w:pStyle w:val="ListParagraph"/>
              <w:ind w:left="39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FF0000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FF0000"/>
          </w:tcPr>
          <w:p w:rsidR="004326DF" w:rsidRPr="004129E7" w:rsidRDefault="009835D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Ryan</w:t>
            </w:r>
          </w:p>
        </w:tc>
        <w:tc>
          <w:tcPr>
            <w:tcW w:w="3828" w:type="dxa"/>
            <w:shd w:val="clear" w:color="auto" w:fill="FF0000"/>
          </w:tcPr>
          <w:p w:rsidR="00F41994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Mr R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yan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Byrne</w:t>
            </w:r>
          </w:p>
          <w:p w:rsidR="007E2766" w:rsidRPr="00DD7707" w:rsidRDefault="008E07B7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20 McKay Road Rowville 3178</w:t>
            </w:r>
          </w:p>
        </w:tc>
        <w:tc>
          <w:tcPr>
            <w:tcW w:w="425" w:type="dxa"/>
            <w:shd w:val="clear" w:color="auto" w:fill="FF0000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FF0000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FF0000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FF0000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FF0000"/>
          </w:tcPr>
          <w:p w:rsidR="00CD0572" w:rsidRPr="00DD7707" w:rsidRDefault="00CD0572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FF0000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955F3C">
        <w:tc>
          <w:tcPr>
            <w:tcW w:w="851" w:type="dxa"/>
            <w:shd w:val="clear" w:color="auto" w:fill="FF0000"/>
          </w:tcPr>
          <w:p w:rsidR="004326DF" w:rsidRPr="00DD7707" w:rsidRDefault="004326DF" w:rsidP="00674031">
            <w:pPr>
              <w:pStyle w:val="ListParagraph"/>
              <w:ind w:left="39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992" w:type="dxa"/>
            <w:shd w:val="clear" w:color="auto" w:fill="FF0000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FF0000"/>
          </w:tcPr>
          <w:p w:rsidR="009835DE" w:rsidRPr="004129E7" w:rsidRDefault="009835D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Christie and Mick</w:t>
            </w:r>
          </w:p>
        </w:tc>
        <w:tc>
          <w:tcPr>
            <w:tcW w:w="3828" w:type="dxa"/>
            <w:shd w:val="clear" w:color="auto" w:fill="FF0000"/>
          </w:tcPr>
          <w:p w:rsidR="004326DF" w:rsidRPr="00DD7707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Mr &amp; Mrs M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Checkley</w:t>
            </w:r>
            <w:proofErr w:type="spellEnd"/>
          </w:p>
          <w:p w:rsidR="00F41994" w:rsidRPr="00DD7707" w:rsidRDefault="00F41994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FF0000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FF0000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FF0000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FF0000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FF0000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FF0000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4031">
        <w:tc>
          <w:tcPr>
            <w:tcW w:w="851" w:type="dxa"/>
            <w:shd w:val="clear" w:color="auto" w:fill="FFFFFF" w:themeFill="background1"/>
          </w:tcPr>
          <w:p w:rsidR="004326DF" w:rsidRPr="00DD7707" w:rsidRDefault="00674031" w:rsidP="00674031">
            <w:pPr>
              <w:pStyle w:val="ListParagraph"/>
              <w:ind w:left="39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4326DF" w:rsidRPr="004129E7" w:rsidRDefault="009835D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Paul and Skye</w:t>
            </w:r>
          </w:p>
        </w:tc>
        <w:tc>
          <w:tcPr>
            <w:tcW w:w="3828" w:type="dxa"/>
            <w:shd w:val="clear" w:color="auto" w:fill="FFFFFF" w:themeFill="background1"/>
          </w:tcPr>
          <w:p w:rsidR="00F41994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Mr &amp; Mrs P Hutchinson</w:t>
            </w:r>
          </w:p>
          <w:p w:rsidR="007E2766" w:rsidRPr="00DD7707" w:rsidRDefault="00674031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4 Harold Court White Hills 3550</w:t>
            </w:r>
          </w:p>
        </w:tc>
        <w:tc>
          <w:tcPr>
            <w:tcW w:w="425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1381">
        <w:tc>
          <w:tcPr>
            <w:tcW w:w="851" w:type="dxa"/>
            <w:shd w:val="clear" w:color="auto" w:fill="auto"/>
          </w:tcPr>
          <w:p w:rsidR="004326DF" w:rsidRPr="00DD7707" w:rsidRDefault="00674031" w:rsidP="00674031">
            <w:pPr>
              <w:pStyle w:val="ListParagraph"/>
              <w:ind w:left="39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auto"/>
          </w:tcPr>
          <w:p w:rsidR="004326DF" w:rsidRPr="004129E7" w:rsidRDefault="009835D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Alysha</w:t>
            </w:r>
          </w:p>
        </w:tc>
        <w:tc>
          <w:tcPr>
            <w:tcW w:w="3828" w:type="dxa"/>
            <w:shd w:val="clear" w:color="auto" w:fill="auto"/>
          </w:tcPr>
          <w:p w:rsidR="00E01C28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Miss A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lysha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Mawson</w:t>
            </w:r>
          </w:p>
          <w:p w:rsidR="007E2766" w:rsidRPr="00DD7707" w:rsidRDefault="00E01C28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PO Box 205 Chewton 3451</w:t>
            </w: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1381">
        <w:tc>
          <w:tcPr>
            <w:tcW w:w="851" w:type="dxa"/>
            <w:shd w:val="clear" w:color="auto" w:fill="auto"/>
          </w:tcPr>
          <w:p w:rsidR="00140B6A" w:rsidRPr="00674031" w:rsidRDefault="00674031" w:rsidP="00674031">
            <w:pPr>
              <w:jc w:val="right"/>
              <w:rPr>
                <w:rFonts w:asciiTheme="majorHAnsi" w:eastAsia="Times New Roman" w:hAnsiTheme="majorHAnsi" w:cs="Arial"/>
                <w:b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auto"/>
          </w:tcPr>
          <w:p w:rsidR="004326DF" w:rsidRPr="004129E7" w:rsidRDefault="009835D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Mandy</w:t>
            </w:r>
          </w:p>
        </w:tc>
        <w:tc>
          <w:tcPr>
            <w:tcW w:w="3828" w:type="dxa"/>
            <w:shd w:val="clear" w:color="auto" w:fill="auto"/>
          </w:tcPr>
          <w:p w:rsidR="00F41994" w:rsidRDefault="009835D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Ms Mandy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Fuzzard</w:t>
            </w:r>
            <w:proofErr w:type="spellEnd"/>
          </w:p>
          <w:p w:rsidR="009835DE" w:rsidRPr="00DD7707" w:rsidRDefault="009835D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4/51A Ellis Street Flora Hill 3550</w:t>
            </w: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4031">
        <w:tc>
          <w:tcPr>
            <w:tcW w:w="851" w:type="dxa"/>
            <w:shd w:val="clear" w:color="auto" w:fill="FFFFFF" w:themeFill="background1"/>
          </w:tcPr>
          <w:p w:rsidR="004326DF" w:rsidRPr="00DD7707" w:rsidRDefault="00674031" w:rsidP="00674031">
            <w:pPr>
              <w:pStyle w:val="ListParagraph"/>
              <w:ind w:left="39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4326DF" w:rsidRPr="004129E7" w:rsidRDefault="009835D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Col</w:t>
            </w:r>
          </w:p>
        </w:tc>
        <w:tc>
          <w:tcPr>
            <w:tcW w:w="3828" w:type="dxa"/>
            <w:shd w:val="clear" w:color="auto" w:fill="FFFFFF" w:themeFill="background1"/>
          </w:tcPr>
          <w:p w:rsidR="00F41994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Mr C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olin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Janssen</w:t>
            </w:r>
          </w:p>
          <w:p w:rsidR="007E2766" w:rsidRPr="00DD7707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4031">
        <w:tc>
          <w:tcPr>
            <w:tcW w:w="851" w:type="dxa"/>
            <w:shd w:val="clear" w:color="auto" w:fill="FFFFFF" w:themeFill="background1"/>
          </w:tcPr>
          <w:p w:rsidR="004326DF" w:rsidRPr="00DD7707" w:rsidRDefault="00674031" w:rsidP="00674031">
            <w:pPr>
              <w:pStyle w:val="ListParagraph"/>
              <w:ind w:left="39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4326DF" w:rsidRPr="004129E7" w:rsidRDefault="009835D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Dad and Deb</w:t>
            </w:r>
          </w:p>
        </w:tc>
        <w:tc>
          <w:tcPr>
            <w:tcW w:w="3828" w:type="dxa"/>
            <w:shd w:val="clear" w:color="auto" w:fill="FFFFFF" w:themeFill="background1"/>
          </w:tcPr>
          <w:p w:rsidR="003F441B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Mr P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eter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Clayton</w:t>
            </w:r>
          </w:p>
          <w:p w:rsidR="007E2766" w:rsidRPr="00DD7707" w:rsidRDefault="00674031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155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Kidds</w:t>
            </w:r>
            <w:proofErr w:type="spellEnd"/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Road Doveton</w:t>
            </w:r>
          </w:p>
        </w:tc>
        <w:tc>
          <w:tcPr>
            <w:tcW w:w="425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1381">
        <w:tc>
          <w:tcPr>
            <w:tcW w:w="851" w:type="dxa"/>
            <w:shd w:val="clear" w:color="auto" w:fill="auto"/>
          </w:tcPr>
          <w:p w:rsidR="004326DF" w:rsidRPr="00DD7707" w:rsidRDefault="00674031" w:rsidP="00674031">
            <w:pPr>
              <w:pStyle w:val="ListParagraph"/>
              <w:ind w:left="39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auto"/>
          </w:tcPr>
          <w:p w:rsidR="004326DF" w:rsidRPr="004129E7" w:rsidRDefault="009835D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Lee and Jules</w:t>
            </w:r>
          </w:p>
        </w:tc>
        <w:tc>
          <w:tcPr>
            <w:tcW w:w="3828" w:type="dxa"/>
            <w:shd w:val="clear" w:color="auto" w:fill="auto"/>
          </w:tcPr>
          <w:p w:rsidR="00F41994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Mr &amp; Mrs L Clayton</w:t>
            </w:r>
          </w:p>
          <w:p w:rsidR="007E2766" w:rsidRPr="00DD7707" w:rsidRDefault="000F47F3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44 Highland Way Maiden Gully 3551</w:t>
            </w: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1381">
        <w:tc>
          <w:tcPr>
            <w:tcW w:w="851" w:type="dxa"/>
            <w:shd w:val="clear" w:color="auto" w:fill="auto"/>
          </w:tcPr>
          <w:p w:rsidR="004326DF" w:rsidRPr="00DD7707" w:rsidRDefault="00674031" w:rsidP="00674031">
            <w:pPr>
              <w:pStyle w:val="ListParagraph"/>
              <w:ind w:left="39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auto"/>
          </w:tcPr>
          <w:p w:rsidR="004326DF" w:rsidRPr="004129E7" w:rsidRDefault="009835D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Thomas and Alex</w:t>
            </w:r>
          </w:p>
        </w:tc>
        <w:tc>
          <w:tcPr>
            <w:tcW w:w="3828" w:type="dxa"/>
            <w:shd w:val="clear" w:color="auto" w:fill="auto"/>
          </w:tcPr>
          <w:p w:rsidR="00F41994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Mr &amp; Mrs T Clayton</w:t>
            </w:r>
          </w:p>
          <w:p w:rsidR="007E2766" w:rsidRPr="00DD7707" w:rsidRDefault="008E07B7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2/18 Panorama Avenue Highett 3190</w:t>
            </w: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4031">
        <w:tc>
          <w:tcPr>
            <w:tcW w:w="851" w:type="dxa"/>
            <w:shd w:val="clear" w:color="auto" w:fill="FFFFFF" w:themeFill="background1"/>
          </w:tcPr>
          <w:p w:rsidR="004326DF" w:rsidRPr="00DD7707" w:rsidRDefault="00B272D4" w:rsidP="00674031">
            <w:pPr>
              <w:pStyle w:val="ListParagraph"/>
              <w:ind w:left="39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4326DF" w:rsidRPr="004129E7" w:rsidRDefault="009835D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Xavier</w:t>
            </w:r>
          </w:p>
        </w:tc>
        <w:tc>
          <w:tcPr>
            <w:tcW w:w="3828" w:type="dxa"/>
            <w:shd w:val="clear" w:color="auto" w:fill="FFFFFF" w:themeFill="background1"/>
          </w:tcPr>
          <w:p w:rsidR="00F41994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Mr X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avier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Clayton</w:t>
            </w:r>
          </w:p>
          <w:p w:rsidR="007E2766" w:rsidRPr="00DD7707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1381">
        <w:tc>
          <w:tcPr>
            <w:tcW w:w="851" w:type="dxa"/>
            <w:shd w:val="clear" w:color="auto" w:fill="auto"/>
          </w:tcPr>
          <w:p w:rsidR="004326DF" w:rsidRPr="00DD7707" w:rsidRDefault="00D757C0" w:rsidP="00674031">
            <w:pPr>
              <w:pStyle w:val="ListParagraph"/>
              <w:ind w:left="39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auto"/>
          </w:tcPr>
          <w:p w:rsidR="004326DF" w:rsidRPr="004129E7" w:rsidRDefault="009835D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Jackson</w:t>
            </w:r>
          </w:p>
        </w:tc>
        <w:tc>
          <w:tcPr>
            <w:tcW w:w="3828" w:type="dxa"/>
            <w:shd w:val="clear" w:color="auto" w:fill="auto"/>
          </w:tcPr>
          <w:p w:rsidR="00F41994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Mr J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ackson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Clayton</w:t>
            </w:r>
          </w:p>
          <w:p w:rsidR="007E2766" w:rsidRPr="005C745D" w:rsidRDefault="005C745D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 w:rsidRPr="005C745D">
              <w:rPr>
                <w:rFonts w:asciiTheme="majorHAnsi" w:hAnsiTheme="majorHAnsi" w:cs="Trebuchet MS"/>
                <w:color w:val="000000"/>
              </w:rPr>
              <w:t xml:space="preserve">PMB 85 C/- </w:t>
            </w:r>
            <w:proofErr w:type="spellStart"/>
            <w:r w:rsidRPr="005C745D">
              <w:rPr>
                <w:rFonts w:asciiTheme="majorHAnsi" w:hAnsiTheme="majorHAnsi" w:cs="Trebuchet MS"/>
                <w:color w:val="000000"/>
              </w:rPr>
              <w:t>Nganmarriyanga</w:t>
            </w:r>
            <w:proofErr w:type="spellEnd"/>
            <w:r w:rsidRPr="005C745D">
              <w:rPr>
                <w:rFonts w:asciiTheme="majorHAnsi" w:hAnsiTheme="majorHAnsi" w:cs="Trebuchet MS"/>
                <w:color w:val="000000"/>
              </w:rPr>
              <w:t xml:space="preserve"> School via Winnellie NT 0822</w:t>
            </w: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1381">
        <w:tc>
          <w:tcPr>
            <w:tcW w:w="851" w:type="dxa"/>
            <w:shd w:val="clear" w:color="auto" w:fill="auto"/>
          </w:tcPr>
          <w:p w:rsidR="00AB2B86" w:rsidRDefault="00AB2B86" w:rsidP="00674031">
            <w:pPr>
              <w:pStyle w:val="ListParagraph"/>
              <w:ind w:left="39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  <w:p w:rsidR="004326DF" w:rsidRPr="00DD7707" w:rsidRDefault="00674031" w:rsidP="00674031">
            <w:pPr>
              <w:pStyle w:val="ListParagraph"/>
              <w:ind w:left="39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lastRenderedPageBreak/>
              <w:t>√</w:t>
            </w:r>
          </w:p>
        </w:tc>
        <w:tc>
          <w:tcPr>
            <w:tcW w:w="992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auto"/>
          </w:tcPr>
          <w:p w:rsidR="00AB2B86" w:rsidRDefault="00AB2B8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  <w:p w:rsidR="004326DF" w:rsidRPr="004129E7" w:rsidRDefault="009835D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lastRenderedPageBreak/>
              <w:t>Wendy</w:t>
            </w:r>
            <w:r w:rsidR="00BC5CFC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and Glen</w:t>
            </w:r>
          </w:p>
        </w:tc>
        <w:tc>
          <w:tcPr>
            <w:tcW w:w="3828" w:type="dxa"/>
            <w:shd w:val="clear" w:color="auto" w:fill="auto"/>
          </w:tcPr>
          <w:p w:rsidR="00AB2B86" w:rsidRDefault="00AB2B8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  <w:p w:rsidR="00F41994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lastRenderedPageBreak/>
              <w:t>Ms W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endy</w:t>
            </w:r>
            <w:r w:rsidR="00BC5CFC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Lennon &amp; Mr Glen Lennon</w:t>
            </w:r>
          </w:p>
          <w:p w:rsidR="007E2766" w:rsidRPr="00DD7707" w:rsidRDefault="009B2DB0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222 Eaglehawk Road Long Gully 3550</w:t>
            </w: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1381">
        <w:tc>
          <w:tcPr>
            <w:tcW w:w="851" w:type="dxa"/>
            <w:shd w:val="clear" w:color="auto" w:fill="auto"/>
          </w:tcPr>
          <w:p w:rsidR="004326DF" w:rsidRPr="00AB2B86" w:rsidRDefault="00674031" w:rsidP="00AB2B86">
            <w:pPr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 w:rsidRPr="00AB2B86">
              <w:rPr>
                <w:rFonts w:asciiTheme="majorHAnsi" w:eastAsia="Times New Roman" w:hAnsiTheme="majorHAnsi" w:cs="Arial"/>
                <w:bCs/>
                <w:lang w:eastAsia="en-AU"/>
              </w:rPr>
              <w:lastRenderedPageBreak/>
              <w:t>√</w:t>
            </w:r>
          </w:p>
        </w:tc>
        <w:tc>
          <w:tcPr>
            <w:tcW w:w="992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auto"/>
          </w:tcPr>
          <w:p w:rsidR="004326DF" w:rsidRPr="004129E7" w:rsidRDefault="009B2DB0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Terri and Ala</w:t>
            </w:r>
            <w:r w:rsidR="00187C88">
              <w:rPr>
                <w:rFonts w:asciiTheme="majorHAnsi" w:eastAsia="Times New Roman" w:hAnsiTheme="majorHAnsi" w:cs="Arial"/>
                <w:bCs/>
                <w:lang w:eastAsia="en-AU"/>
              </w:rPr>
              <w:t>n</w:t>
            </w:r>
          </w:p>
        </w:tc>
        <w:tc>
          <w:tcPr>
            <w:tcW w:w="3828" w:type="dxa"/>
            <w:shd w:val="clear" w:color="auto" w:fill="auto"/>
          </w:tcPr>
          <w:p w:rsidR="003F441B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Mr &amp; Mrs A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Galea</w:t>
            </w:r>
            <w:proofErr w:type="spellEnd"/>
          </w:p>
          <w:p w:rsidR="007E2766" w:rsidRPr="00DD7707" w:rsidRDefault="009B2DB0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31 Broad Parade Spring Gully 3550</w:t>
            </w: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1381">
        <w:tc>
          <w:tcPr>
            <w:tcW w:w="851" w:type="dxa"/>
            <w:shd w:val="clear" w:color="auto" w:fill="auto"/>
          </w:tcPr>
          <w:p w:rsidR="004326DF" w:rsidRPr="00DD7707" w:rsidRDefault="00674031" w:rsidP="00674031">
            <w:pPr>
              <w:pStyle w:val="ListParagraph"/>
              <w:ind w:left="39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auto"/>
          </w:tcPr>
          <w:p w:rsidR="004326DF" w:rsidRPr="004129E7" w:rsidRDefault="00187C88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Rod and Kim</w:t>
            </w:r>
          </w:p>
        </w:tc>
        <w:tc>
          <w:tcPr>
            <w:tcW w:w="3828" w:type="dxa"/>
            <w:shd w:val="clear" w:color="auto" w:fill="auto"/>
          </w:tcPr>
          <w:p w:rsidR="00F41994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Mr &amp; Mrs R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Fuzzard</w:t>
            </w:r>
            <w:proofErr w:type="spellEnd"/>
          </w:p>
          <w:p w:rsidR="007E2766" w:rsidRPr="00DD7707" w:rsidRDefault="009B2DB0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34 Lawson Street Spring Gully 3550</w:t>
            </w: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1381">
        <w:tc>
          <w:tcPr>
            <w:tcW w:w="851" w:type="dxa"/>
            <w:shd w:val="clear" w:color="auto" w:fill="auto"/>
          </w:tcPr>
          <w:p w:rsidR="004326DF" w:rsidRPr="00DD7707" w:rsidRDefault="00674031" w:rsidP="00674031">
            <w:pPr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auto"/>
          </w:tcPr>
          <w:p w:rsidR="004326DF" w:rsidRPr="004129E7" w:rsidRDefault="00187C88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Pop and Dot</w:t>
            </w:r>
          </w:p>
        </w:tc>
        <w:tc>
          <w:tcPr>
            <w:tcW w:w="3828" w:type="dxa"/>
            <w:shd w:val="clear" w:color="auto" w:fill="auto"/>
          </w:tcPr>
          <w:p w:rsidR="003F441B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Mr W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illiam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Fuzzard</w:t>
            </w:r>
            <w:proofErr w:type="spellEnd"/>
          </w:p>
          <w:p w:rsidR="007E2766" w:rsidRPr="00DD7707" w:rsidRDefault="009B2DB0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1B Hilary Court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Strathdale</w:t>
            </w:r>
            <w:proofErr w:type="spellEnd"/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3550</w:t>
            </w: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1381">
        <w:tc>
          <w:tcPr>
            <w:tcW w:w="851" w:type="dxa"/>
            <w:shd w:val="clear" w:color="auto" w:fill="auto"/>
          </w:tcPr>
          <w:p w:rsidR="004326DF" w:rsidRPr="00DD7707" w:rsidRDefault="00674031" w:rsidP="00674031">
            <w:pPr>
              <w:pStyle w:val="ListParagraph"/>
              <w:ind w:left="39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auto"/>
          </w:tcPr>
          <w:p w:rsidR="004326DF" w:rsidRPr="004129E7" w:rsidRDefault="00187C88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Tai and Rob</w:t>
            </w:r>
          </w:p>
        </w:tc>
        <w:tc>
          <w:tcPr>
            <w:tcW w:w="3828" w:type="dxa"/>
            <w:shd w:val="clear" w:color="auto" w:fill="auto"/>
          </w:tcPr>
          <w:p w:rsidR="00F41994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Miss T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ai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Lennon</w:t>
            </w:r>
          </w:p>
          <w:p w:rsidR="007E2766" w:rsidRPr="00DD7707" w:rsidRDefault="009B2DB0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4A Linton Street Balaclava</w:t>
            </w:r>
            <w:r w:rsidR="00BC5CFC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3183</w:t>
            </w: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1381">
        <w:tc>
          <w:tcPr>
            <w:tcW w:w="851" w:type="dxa"/>
            <w:shd w:val="clear" w:color="auto" w:fill="auto"/>
          </w:tcPr>
          <w:p w:rsidR="00F2283E" w:rsidRPr="002B5ED3" w:rsidRDefault="00674031" w:rsidP="00674031">
            <w:pPr>
              <w:pStyle w:val="ListParagraph"/>
              <w:ind w:left="535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:rsidR="00F2283E" w:rsidRPr="00DD7707" w:rsidRDefault="00F2283E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auto"/>
          </w:tcPr>
          <w:p w:rsidR="00F2283E" w:rsidRPr="004129E7" w:rsidRDefault="00187C88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Toby</w:t>
            </w:r>
          </w:p>
        </w:tc>
        <w:tc>
          <w:tcPr>
            <w:tcW w:w="3828" w:type="dxa"/>
            <w:shd w:val="clear" w:color="auto" w:fill="auto"/>
          </w:tcPr>
          <w:p w:rsidR="00F2283E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Mr T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oby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Lennon</w:t>
            </w:r>
          </w:p>
          <w:p w:rsidR="007E2766" w:rsidRPr="00DD7707" w:rsidRDefault="009B2DB0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24 Church Street Eaglehawk 3556</w:t>
            </w:r>
          </w:p>
        </w:tc>
        <w:tc>
          <w:tcPr>
            <w:tcW w:w="425" w:type="dxa"/>
            <w:shd w:val="clear" w:color="auto" w:fill="auto"/>
          </w:tcPr>
          <w:p w:rsidR="00F2283E" w:rsidRPr="00DD7707" w:rsidRDefault="00F2283E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F2283E" w:rsidRPr="00DD7707" w:rsidRDefault="00F2283E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auto"/>
          </w:tcPr>
          <w:p w:rsidR="00F2283E" w:rsidRPr="00DD7707" w:rsidRDefault="00F2283E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auto"/>
          </w:tcPr>
          <w:p w:rsidR="00F2283E" w:rsidRPr="00DD7707" w:rsidRDefault="00F2283E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auto"/>
          </w:tcPr>
          <w:p w:rsidR="00F2283E" w:rsidRPr="00DD7707" w:rsidRDefault="00F2283E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auto"/>
          </w:tcPr>
          <w:p w:rsidR="00F2283E" w:rsidRPr="00DD7707" w:rsidRDefault="00F2283E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1381">
        <w:tc>
          <w:tcPr>
            <w:tcW w:w="851" w:type="dxa"/>
            <w:shd w:val="clear" w:color="auto" w:fill="auto"/>
          </w:tcPr>
          <w:p w:rsidR="004326DF" w:rsidRPr="002B5ED3" w:rsidRDefault="00674031" w:rsidP="00674031">
            <w:pPr>
              <w:pStyle w:val="ListParagraph"/>
              <w:ind w:left="535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auto"/>
          </w:tcPr>
          <w:p w:rsidR="004326DF" w:rsidRPr="004129E7" w:rsidRDefault="009B2DB0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Jacqueline</w:t>
            </w:r>
            <w:r w:rsidR="00187C88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and Derek</w:t>
            </w:r>
          </w:p>
        </w:tc>
        <w:tc>
          <w:tcPr>
            <w:tcW w:w="3828" w:type="dxa"/>
            <w:shd w:val="clear" w:color="auto" w:fill="auto"/>
          </w:tcPr>
          <w:p w:rsidR="002C65C7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Miss J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acquie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Lennon</w:t>
            </w:r>
          </w:p>
          <w:p w:rsidR="00F54344" w:rsidRPr="00DD7707" w:rsidRDefault="00BC5CFC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1113/39 Coventry S</w:t>
            </w:r>
            <w:r w:rsidR="00F54344">
              <w:rPr>
                <w:rFonts w:asciiTheme="majorHAnsi" w:eastAsia="Times New Roman" w:hAnsiTheme="majorHAnsi" w:cs="Arial"/>
                <w:bCs/>
                <w:lang w:eastAsia="en-AU"/>
              </w:rPr>
              <w:t>t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</w:t>
            </w:r>
            <w:r w:rsidR="00F54344">
              <w:rPr>
                <w:rFonts w:asciiTheme="majorHAnsi" w:eastAsia="Times New Roman" w:hAnsiTheme="majorHAnsi" w:cs="Arial"/>
                <w:bCs/>
                <w:lang w:eastAsia="en-AU"/>
              </w:rPr>
              <w:t>Southbank 3006</w:t>
            </w: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1381">
        <w:tc>
          <w:tcPr>
            <w:tcW w:w="851" w:type="dxa"/>
            <w:shd w:val="clear" w:color="auto" w:fill="auto"/>
          </w:tcPr>
          <w:p w:rsidR="004326DF" w:rsidRPr="00916AB8" w:rsidRDefault="00674031" w:rsidP="00674031">
            <w:pPr>
              <w:pStyle w:val="ListParagraph"/>
              <w:ind w:left="535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auto"/>
          </w:tcPr>
          <w:p w:rsidR="004326DF" w:rsidRPr="004129E7" w:rsidRDefault="009B2DB0" w:rsidP="003D3372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Kristi</w:t>
            </w:r>
            <w:r w:rsidR="00187C88">
              <w:rPr>
                <w:rFonts w:asciiTheme="majorHAnsi" w:eastAsia="Times New Roman" w:hAnsiTheme="majorHAnsi" w:cs="Arial"/>
                <w:bCs/>
                <w:lang w:eastAsia="en-AU"/>
              </w:rPr>
              <w:t>n and Richard</w:t>
            </w:r>
          </w:p>
        </w:tc>
        <w:tc>
          <w:tcPr>
            <w:tcW w:w="3828" w:type="dxa"/>
            <w:shd w:val="clear" w:color="auto" w:fill="auto"/>
          </w:tcPr>
          <w:p w:rsidR="00BC5CFC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Mr &amp; Mrs R </w:t>
            </w:r>
            <w:proofErr w:type="spellStart"/>
            <w:r w:rsidR="009B2DB0">
              <w:rPr>
                <w:rFonts w:asciiTheme="majorHAnsi" w:eastAsia="Times New Roman" w:hAnsiTheme="majorHAnsi" w:cs="Arial"/>
                <w:bCs/>
                <w:lang w:eastAsia="en-AU"/>
              </w:rPr>
              <w:t>Clubb</w:t>
            </w:r>
            <w:proofErr w:type="spellEnd"/>
            <w:r w:rsidR="009B2DB0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</w:t>
            </w:r>
          </w:p>
          <w:p w:rsidR="007E2766" w:rsidRPr="000351AD" w:rsidRDefault="009B2DB0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45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Nalkiri</w:t>
            </w:r>
            <w:proofErr w:type="spellEnd"/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Street Coombabah Runaway Bay QLD 4216</w:t>
            </w: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1381">
        <w:tc>
          <w:tcPr>
            <w:tcW w:w="851" w:type="dxa"/>
            <w:shd w:val="clear" w:color="auto" w:fill="auto"/>
          </w:tcPr>
          <w:p w:rsidR="004326DF" w:rsidRPr="00916AB8" w:rsidRDefault="00674031" w:rsidP="00674031">
            <w:pPr>
              <w:pStyle w:val="ListParagraph"/>
              <w:ind w:left="535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auto"/>
          </w:tcPr>
          <w:p w:rsidR="004326DF" w:rsidRPr="004129E7" w:rsidRDefault="009B2DB0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Ben and Kirste</w:t>
            </w:r>
            <w:r w:rsidR="00187C88">
              <w:rPr>
                <w:rFonts w:asciiTheme="majorHAnsi" w:eastAsia="Times New Roman" w:hAnsiTheme="majorHAnsi" w:cs="Arial"/>
                <w:bCs/>
                <w:lang w:eastAsia="en-AU"/>
              </w:rPr>
              <w:t>n</w:t>
            </w:r>
          </w:p>
        </w:tc>
        <w:tc>
          <w:tcPr>
            <w:tcW w:w="3828" w:type="dxa"/>
            <w:shd w:val="clear" w:color="auto" w:fill="auto"/>
          </w:tcPr>
          <w:p w:rsidR="00F41994" w:rsidRDefault="007E2766" w:rsidP="003D3372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Mr B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en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Galea</w:t>
            </w:r>
            <w:proofErr w:type="spellEnd"/>
            <w:r w:rsidR="00BC5CFC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&amp; Ms Kirsten Koch</w:t>
            </w:r>
          </w:p>
          <w:p w:rsidR="007E2766" w:rsidRPr="000351AD" w:rsidRDefault="009B2DB0" w:rsidP="003D3372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62A Warwick Road London SW5 9EJ</w:t>
            </w: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1381">
        <w:tc>
          <w:tcPr>
            <w:tcW w:w="851" w:type="dxa"/>
            <w:shd w:val="clear" w:color="auto" w:fill="auto"/>
          </w:tcPr>
          <w:p w:rsidR="004326DF" w:rsidRPr="00DD7707" w:rsidRDefault="00674031" w:rsidP="00674031">
            <w:pPr>
              <w:pStyle w:val="ListParagraph"/>
              <w:ind w:left="39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auto"/>
          </w:tcPr>
          <w:p w:rsidR="004326DF" w:rsidRPr="004129E7" w:rsidRDefault="00187C88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Alex and Emma</w:t>
            </w:r>
          </w:p>
        </w:tc>
        <w:tc>
          <w:tcPr>
            <w:tcW w:w="3828" w:type="dxa"/>
            <w:shd w:val="clear" w:color="auto" w:fill="auto"/>
          </w:tcPr>
          <w:p w:rsidR="00D137DD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Mr &amp; Mrs A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Galea</w:t>
            </w:r>
            <w:proofErr w:type="spellEnd"/>
          </w:p>
          <w:p w:rsidR="007E2766" w:rsidRPr="00DD7707" w:rsidRDefault="009B2DB0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3 Erin Court Maiden Gully 3551</w:t>
            </w: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1381">
        <w:tc>
          <w:tcPr>
            <w:tcW w:w="851" w:type="dxa"/>
            <w:shd w:val="clear" w:color="auto" w:fill="auto"/>
          </w:tcPr>
          <w:p w:rsidR="004326DF" w:rsidRPr="00DD7707" w:rsidRDefault="00674031" w:rsidP="00674031">
            <w:pPr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auto"/>
          </w:tcPr>
          <w:p w:rsidR="004326DF" w:rsidRPr="004129E7" w:rsidRDefault="00187C88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Dujon</w:t>
            </w:r>
            <w:proofErr w:type="spellEnd"/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and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Zina</w:t>
            </w:r>
            <w:proofErr w:type="spellEnd"/>
          </w:p>
        </w:tc>
        <w:tc>
          <w:tcPr>
            <w:tcW w:w="3828" w:type="dxa"/>
            <w:shd w:val="clear" w:color="auto" w:fill="auto"/>
          </w:tcPr>
          <w:p w:rsidR="002C65C7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Mr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D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ujon</w:t>
            </w:r>
            <w:proofErr w:type="spellEnd"/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Fuzzard</w:t>
            </w:r>
            <w:proofErr w:type="spellEnd"/>
          </w:p>
          <w:p w:rsidR="007E2766" w:rsidRPr="00DD7707" w:rsidRDefault="00BC5CFC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41A Loftus S</w:t>
            </w:r>
            <w:r w:rsidR="009B2DB0">
              <w:rPr>
                <w:rFonts w:asciiTheme="majorHAnsi" w:eastAsia="Times New Roman" w:hAnsiTheme="majorHAnsi" w:cs="Arial"/>
                <w:bCs/>
                <w:lang w:eastAsia="en-AU"/>
              </w:rPr>
              <w:t>t Katoomba NSW 2780</w:t>
            </w: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1381">
        <w:tc>
          <w:tcPr>
            <w:tcW w:w="851" w:type="dxa"/>
            <w:shd w:val="clear" w:color="auto" w:fill="auto"/>
          </w:tcPr>
          <w:p w:rsidR="004326DF" w:rsidRPr="00DD7707" w:rsidRDefault="00674031" w:rsidP="00674031">
            <w:pPr>
              <w:pStyle w:val="ListParagraph"/>
              <w:ind w:left="39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auto"/>
          </w:tcPr>
          <w:p w:rsidR="004326DF" w:rsidRPr="004129E7" w:rsidRDefault="00187C88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Sibon</w:t>
            </w:r>
            <w:proofErr w:type="spellEnd"/>
            <w:r w:rsidR="00297C6E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and</w:t>
            </w:r>
          </w:p>
        </w:tc>
        <w:tc>
          <w:tcPr>
            <w:tcW w:w="3828" w:type="dxa"/>
            <w:shd w:val="clear" w:color="auto" w:fill="auto"/>
          </w:tcPr>
          <w:p w:rsidR="003F441B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Miss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S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ibon</w:t>
            </w:r>
            <w:proofErr w:type="spellEnd"/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Fuzzard</w:t>
            </w:r>
            <w:proofErr w:type="spellEnd"/>
          </w:p>
          <w:p w:rsidR="007E2766" w:rsidRPr="00DD7707" w:rsidRDefault="009B2DB0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48 Reid Street Fitzroy North 3068</w:t>
            </w: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4031">
        <w:trPr>
          <w:trHeight w:val="436"/>
        </w:trPr>
        <w:tc>
          <w:tcPr>
            <w:tcW w:w="851" w:type="dxa"/>
            <w:shd w:val="clear" w:color="auto" w:fill="FFFFFF" w:themeFill="background1"/>
          </w:tcPr>
          <w:p w:rsidR="004326DF" w:rsidRPr="00DD7707" w:rsidRDefault="00674031" w:rsidP="00674031">
            <w:pPr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4326DF" w:rsidRPr="004129E7" w:rsidRDefault="00187C88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Dale and Deb </w:t>
            </w:r>
          </w:p>
        </w:tc>
        <w:tc>
          <w:tcPr>
            <w:tcW w:w="3828" w:type="dxa"/>
            <w:shd w:val="clear" w:color="auto" w:fill="FFFFFF" w:themeFill="background1"/>
          </w:tcPr>
          <w:p w:rsidR="00F41994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Mr &amp; Mrs D Clayton</w:t>
            </w:r>
          </w:p>
          <w:p w:rsidR="0048203B" w:rsidRPr="00DD7707" w:rsidRDefault="00674031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Cherry Tree Lane Big Hill</w:t>
            </w:r>
          </w:p>
        </w:tc>
        <w:tc>
          <w:tcPr>
            <w:tcW w:w="425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734A11" w:rsidRPr="00DD7707" w:rsidTr="00674031">
        <w:tc>
          <w:tcPr>
            <w:tcW w:w="851" w:type="dxa"/>
            <w:shd w:val="clear" w:color="auto" w:fill="FFFFFF" w:themeFill="background1"/>
          </w:tcPr>
          <w:p w:rsidR="00734A11" w:rsidRPr="00DD7707" w:rsidRDefault="00674031" w:rsidP="00674031">
            <w:pPr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FFFFFF" w:themeFill="background1"/>
          </w:tcPr>
          <w:p w:rsidR="00734A11" w:rsidRPr="00DD7707" w:rsidRDefault="00734A1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734A11" w:rsidRPr="004129E7" w:rsidRDefault="00187C88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Daniel </w:t>
            </w:r>
            <w:r w:rsidR="00CF00B6">
              <w:rPr>
                <w:rFonts w:asciiTheme="majorHAnsi" w:eastAsia="Times New Roman" w:hAnsiTheme="majorHAnsi" w:cs="Arial"/>
                <w:bCs/>
                <w:lang w:eastAsia="en-AU"/>
              </w:rPr>
              <w:t>and Monique</w:t>
            </w:r>
          </w:p>
        </w:tc>
        <w:tc>
          <w:tcPr>
            <w:tcW w:w="3828" w:type="dxa"/>
            <w:shd w:val="clear" w:color="auto" w:fill="FFFFFF" w:themeFill="background1"/>
          </w:tcPr>
          <w:p w:rsidR="00734A11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Mr D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aniel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Clayton</w:t>
            </w:r>
          </w:p>
          <w:p w:rsidR="007E2766" w:rsidRPr="00DD7707" w:rsidRDefault="00674031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Daniel Drive Golden Square</w:t>
            </w:r>
          </w:p>
        </w:tc>
        <w:tc>
          <w:tcPr>
            <w:tcW w:w="425" w:type="dxa"/>
            <w:shd w:val="clear" w:color="auto" w:fill="FFFFFF" w:themeFill="background1"/>
          </w:tcPr>
          <w:p w:rsidR="00734A11" w:rsidRPr="00DD7707" w:rsidRDefault="00734A1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734A11" w:rsidRPr="00DD7707" w:rsidRDefault="00734A1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734A11" w:rsidRPr="00DD7707" w:rsidRDefault="00734A1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34A11" w:rsidRPr="00DD7707" w:rsidRDefault="00734A1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734A11" w:rsidRPr="00DD7707" w:rsidRDefault="00734A1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734A11" w:rsidRPr="00DD7707" w:rsidRDefault="00734A1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6415F8" w:rsidRPr="00DD7707" w:rsidTr="00671381">
        <w:tc>
          <w:tcPr>
            <w:tcW w:w="851" w:type="dxa"/>
            <w:shd w:val="clear" w:color="auto" w:fill="auto"/>
          </w:tcPr>
          <w:p w:rsidR="006415F8" w:rsidRPr="00DD7707" w:rsidRDefault="00674031" w:rsidP="00674031">
            <w:pPr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:rsidR="006415F8" w:rsidRDefault="006415F8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auto"/>
          </w:tcPr>
          <w:p w:rsidR="006415F8" w:rsidRPr="004129E7" w:rsidRDefault="00187C88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David and Anita</w:t>
            </w:r>
          </w:p>
        </w:tc>
        <w:tc>
          <w:tcPr>
            <w:tcW w:w="3828" w:type="dxa"/>
            <w:shd w:val="clear" w:color="auto" w:fill="auto"/>
          </w:tcPr>
          <w:p w:rsidR="00EE6A3A" w:rsidRDefault="007E2766" w:rsidP="003D3372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Mr &amp; Mrs D </w:t>
            </w:r>
            <w:proofErr w:type="spellStart"/>
            <w:r w:rsidR="009B2DB0">
              <w:rPr>
                <w:rFonts w:asciiTheme="majorHAnsi" w:eastAsia="Times New Roman" w:hAnsiTheme="majorHAnsi" w:cs="Arial"/>
                <w:bCs/>
                <w:lang w:eastAsia="en-AU"/>
              </w:rPr>
              <w:t>Doriean</w:t>
            </w:r>
            <w:proofErr w:type="spellEnd"/>
          </w:p>
          <w:p w:rsidR="007E2766" w:rsidRDefault="009B2DB0" w:rsidP="003D3372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18 Oak Grove Mt Evelyn 3796</w:t>
            </w:r>
          </w:p>
        </w:tc>
        <w:tc>
          <w:tcPr>
            <w:tcW w:w="425" w:type="dxa"/>
            <w:shd w:val="clear" w:color="auto" w:fill="auto"/>
          </w:tcPr>
          <w:p w:rsidR="006415F8" w:rsidRPr="00DD7707" w:rsidRDefault="006415F8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6415F8" w:rsidRPr="00DD7707" w:rsidRDefault="006415F8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auto"/>
          </w:tcPr>
          <w:p w:rsidR="006415F8" w:rsidRPr="00DD7707" w:rsidRDefault="006415F8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auto"/>
          </w:tcPr>
          <w:p w:rsidR="006415F8" w:rsidRPr="00DD7707" w:rsidRDefault="006415F8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auto"/>
          </w:tcPr>
          <w:p w:rsidR="006415F8" w:rsidRPr="00DD7707" w:rsidRDefault="006415F8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auto"/>
          </w:tcPr>
          <w:p w:rsidR="006415F8" w:rsidRPr="00DD7707" w:rsidRDefault="006415F8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6415F8" w:rsidRPr="00DD7707" w:rsidTr="00671381">
        <w:tc>
          <w:tcPr>
            <w:tcW w:w="851" w:type="dxa"/>
            <w:shd w:val="clear" w:color="auto" w:fill="auto"/>
          </w:tcPr>
          <w:p w:rsidR="00AB2B86" w:rsidRDefault="00AB2B86" w:rsidP="00674031">
            <w:pPr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  <w:p w:rsidR="006415F8" w:rsidRPr="00DD7707" w:rsidRDefault="00674031" w:rsidP="00674031">
            <w:pPr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lastRenderedPageBreak/>
              <w:t>√</w:t>
            </w:r>
          </w:p>
        </w:tc>
        <w:tc>
          <w:tcPr>
            <w:tcW w:w="992" w:type="dxa"/>
            <w:shd w:val="clear" w:color="auto" w:fill="auto"/>
          </w:tcPr>
          <w:p w:rsidR="006415F8" w:rsidRDefault="006415F8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auto"/>
          </w:tcPr>
          <w:p w:rsidR="00AB2B86" w:rsidRDefault="00AB2B86" w:rsidP="003D3372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  <w:p w:rsidR="001375F2" w:rsidRPr="004129E7" w:rsidRDefault="00187C88" w:rsidP="003D3372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lastRenderedPageBreak/>
              <w:t>Nathan and Dana</w:t>
            </w:r>
          </w:p>
        </w:tc>
        <w:tc>
          <w:tcPr>
            <w:tcW w:w="3828" w:type="dxa"/>
            <w:shd w:val="clear" w:color="auto" w:fill="auto"/>
          </w:tcPr>
          <w:p w:rsidR="00AB2B86" w:rsidRDefault="00AB2B8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  <w:p w:rsidR="006415F8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lastRenderedPageBreak/>
              <w:t xml:space="preserve">Mr N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Sartori</w:t>
            </w:r>
            <w:proofErr w:type="spellEnd"/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&amp; Miss D Parry</w:t>
            </w:r>
          </w:p>
          <w:p w:rsidR="007E2766" w:rsidRDefault="008E07B7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8 Alfred Way Strathfieldsaye 3551</w:t>
            </w:r>
          </w:p>
        </w:tc>
        <w:tc>
          <w:tcPr>
            <w:tcW w:w="425" w:type="dxa"/>
            <w:shd w:val="clear" w:color="auto" w:fill="auto"/>
          </w:tcPr>
          <w:p w:rsidR="006415F8" w:rsidRPr="00DD7707" w:rsidRDefault="006415F8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6415F8" w:rsidRPr="00DD7707" w:rsidRDefault="006415F8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auto"/>
          </w:tcPr>
          <w:p w:rsidR="006415F8" w:rsidRPr="00DD7707" w:rsidRDefault="006415F8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auto"/>
          </w:tcPr>
          <w:p w:rsidR="006415F8" w:rsidRPr="00DD7707" w:rsidRDefault="006415F8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auto"/>
          </w:tcPr>
          <w:p w:rsidR="006415F8" w:rsidRPr="00DD7707" w:rsidRDefault="006415F8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auto"/>
          </w:tcPr>
          <w:p w:rsidR="006415F8" w:rsidRPr="00DD7707" w:rsidRDefault="006415F8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1381">
        <w:tc>
          <w:tcPr>
            <w:tcW w:w="851" w:type="dxa"/>
            <w:shd w:val="clear" w:color="auto" w:fill="auto"/>
          </w:tcPr>
          <w:p w:rsidR="00674031" w:rsidRPr="00DD7707" w:rsidRDefault="00674031" w:rsidP="00AB2B86">
            <w:pPr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lastRenderedPageBreak/>
              <w:t>√</w:t>
            </w:r>
          </w:p>
        </w:tc>
        <w:tc>
          <w:tcPr>
            <w:tcW w:w="992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auto"/>
          </w:tcPr>
          <w:p w:rsidR="004326DF" w:rsidRPr="00DD7707" w:rsidRDefault="00187C88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Gus and Emma</w:t>
            </w:r>
          </w:p>
        </w:tc>
        <w:tc>
          <w:tcPr>
            <w:tcW w:w="3828" w:type="dxa"/>
            <w:shd w:val="clear" w:color="auto" w:fill="auto"/>
          </w:tcPr>
          <w:p w:rsidR="004326DF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Mr &amp; Mrs J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Sartori</w:t>
            </w:r>
            <w:proofErr w:type="spellEnd"/>
          </w:p>
          <w:p w:rsidR="007E2766" w:rsidRPr="00DD7707" w:rsidRDefault="00C97A3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317 McIvor Road Junortoun 3551</w:t>
            </w: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4031">
        <w:tc>
          <w:tcPr>
            <w:tcW w:w="851" w:type="dxa"/>
            <w:shd w:val="clear" w:color="auto" w:fill="FFFFFF" w:themeFill="background1"/>
          </w:tcPr>
          <w:p w:rsidR="004326DF" w:rsidRPr="00B85327" w:rsidRDefault="00674031" w:rsidP="00674031">
            <w:pPr>
              <w:pStyle w:val="ListParagraph"/>
              <w:ind w:left="535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4326DF" w:rsidRPr="004129E7" w:rsidRDefault="00FC04CE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Mark</w:t>
            </w:r>
          </w:p>
        </w:tc>
        <w:tc>
          <w:tcPr>
            <w:tcW w:w="3828" w:type="dxa"/>
            <w:shd w:val="clear" w:color="auto" w:fill="FFFFFF" w:themeFill="background1"/>
          </w:tcPr>
          <w:p w:rsidR="003F441B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Mr M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ark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Brayshaw</w:t>
            </w:r>
            <w:proofErr w:type="spellEnd"/>
          </w:p>
          <w:p w:rsidR="007E2766" w:rsidRPr="00DD7707" w:rsidRDefault="00674031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Lot 37 Greenfield Drive Epsom 3551</w:t>
            </w:r>
          </w:p>
        </w:tc>
        <w:tc>
          <w:tcPr>
            <w:tcW w:w="425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1381">
        <w:tc>
          <w:tcPr>
            <w:tcW w:w="851" w:type="dxa"/>
            <w:shd w:val="clear" w:color="auto" w:fill="auto"/>
          </w:tcPr>
          <w:p w:rsidR="004326DF" w:rsidRPr="00DD7707" w:rsidRDefault="00674031" w:rsidP="00674031">
            <w:pPr>
              <w:pStyle w:val="ListParagraph"/>
              <w:ind w:left="39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auto"/>
          </w:tcPr>
          <w:p w:rsidR="004326DF" w:rsidRPr="004129E7" w:rsidRDefault="00187C88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Damon</w:t>
            </w:r>
          </w:p>
        </w:tc>
        <w:tc>
          <w:tcPr>
            <w:tcW w:w="3828" w:type="dxa"/>
            <w:shd w:val="clear" w:color="auto" w:fill="auto"/>
          </w:tcPr>
          <w:p w:rsidR="00F41994" w:rsidRDefault="007E2766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Mr D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amon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Sala</w:t>
            </w:r>
          </w:p>
          <w:p w:rsidR="007E2766" w:rsidRPr="00DD7707" w:rsidRDefault="008E07B7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1/7 Dinah Court Stuart Park NT 0820</w:t>
            </w: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1381">
        <w:tc>
          <w:tcPr>
            <w:tcW w:w="851" w:type="dxa"/>
            <w:shd w:val="clear" w:color="auto" w:fill="auto"/>
          </w:tcPr>
          <w:p w:rsidR="004326DF" w:rsidRPr="003D3372" w:rsidRDefault="00674031" w:rsidP="00674031">
            <w:pPr>
              <w:jc w:val="right"/>
              <w:rPr>
                <w:rFonts w:asciiTheme="majorHAnsi" w:hAnsiTheme="majorHAnsi"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:rsidR="004326DF" w:rsidRPr="00602E01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auto"/>
          </w:tcPr>
          <w:p w:rsidR="004326DF" w:rsidRPr="004129E7" w:rsidRDefault="00187C88" w:rsidP="00CA00F1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Sam and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Chimere</w:t>
            </w:r>
            <w:proofErr w:type="spellEnd"/>
          </w:p>
        </w:tc>
        <w:tc>
          <w:tcPr>
            <w:tcW w:w="3828" w:type="dxa"/>
            <w:shd w:val="clear" w:color="auto" w:fill="auto"/>
          </w:tcPr>
          <w:p w:rsidR="00F41994" w:rsidRDefault="007E2766" w:rsidP="003D3372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Mr &amp; Mrs S Robertson</w:t>
            </w:r>
          </w:p>
          <w:p w:rsidR="007E2766" w:rsidRPr="00DD7707" w:rsidRDefault="00C97A36" w:rsidP="003D3372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19 Wireless Street K</w:t>
            </w:r>
            <w:r w:rsidR="00140B6A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Flat 3555</w:t>
            </w: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294EE1" w:rsidRPr="00DD7707" w:rsidTr="00671381">
        <w:tc>
          <w:tcPr>
            <w:tcW w:w="851" w:type="dxa"/>
            <w:shd w:val="clear" w:color="auto" w:fill="auto"/>
          </w:tcPr>
          <w:p w:rsidR="00294EE1" w:rsidRPr="003D3372" w:rsidRDefault="00674031" w:rsidP="00674031">
            <w:pPr>
              <w:ind w:left="3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:rsidR="00294EE1" w:rsidRPr="00602E01" w:rsidRDefault="00294EE1" w:rsidP="003D3372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auto"/>
          </w:tcPr>
          <w:p w:rsidR="00294EE1" w:rsidRPr="004129E7" w:rsidRDefault="00187C88" w:rsidP="004326DF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Jack and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Bron</w:t>
            </w:r>
            <w:proofErr w:type="spellEnd"/>
          </w:p>
        </w:tc>
        <w:tc>
          <w:tcPr>
            <w:tcW w:w="3828" w:type="dxa"/>
            <w:shd w:val="clear" w:color="auto" w:fill="auto"/>
          </w:tcPr>
          <w:p w:rsidR="00294EE1" w:rsidRDefault="007E2766" w:rsidP="006341C9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Mr J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ack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Gwynn &amp; Ms B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ronwyn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Walker</w:t>
            </w:r>
          </w:p>
          <w:p w:rsidR="007E2766" w:rsidRPr="00DD7707" w:rsidRDefault="004F7F66" w:rsidP="006341C9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46 Adam Street Golden Square 3555</w:t>
            </w:r>
          </w:p>
        </w:tc>
        <w:tc>
          <w:tcPr>
            <w:tcW w:w="425" w:type="dxa"/>
            <w:shd w:val="clear" w:color="auto" w:fill="auto"/>
          </w:tcPr>
          <w:p w:rsidR="00294EE1" w:rsidRPr="00DD7707" w:rsidRDefault="00294EE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294EE1" w:rsidRPr="00DD7707" w:rsidRDefault="00294EE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auto"/>
          </w:tcPr>
          <w:p w:rsidR="00294EE1" w:rsidRPr="00DD7707" w:rsidRDefault="00294EE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auto"/>
          </w:tcPr>
          <w:p w:rsidR="00294EE1" w:rsidRPr="00DD7707" w:rsidRDefault="00294EE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294EE1" w:rsidRPr="00DD7707" w:rsidRDefault="00294EE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auto"/>
          </w:tcPr>
          <w:p w:rsidR="00294EE1" w:rsidRPr="00DD7707" w:rsidRDefault="00294EE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294EE1" w:rsidRPr="00DD7707" w:rsidTr="00203C2E">
        <w:tc>
          <w:tcPr>
            <w:tcW w:w="851" w:type="dxa"/>
            <w:shd w:val="clear" w:color="auto" w:fill="FFFFFF" w:themeFill="background1"/>
          </w:tcPr>
          <w:p w:rsidR="00294EE1" w:rsidRPr="00916AB8" w:rsidRDefault="00674031" w:rsidP="00674031">
            <w:pPr>
              <w:pStyle w:val="ListParagraph"/>
              <w:ind w:left="535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FFFFFF" w:themeFill="background1"/>
          </w:tcPr>
          <w:p w:rsidR="00294EE1" w:rsidRPr="00602E01" w:rsidRDefault="00294EE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294EE1" w:rsidRPr="004129E7" w:rsidRDefault="00187C88" w:rsidP="004326DF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Scott and Holly</w:t>
            </w:r>
          </w:p>
        </w:tc>
        <w:tc>
          <w:tcPr>
            <w:tcW w:w="3828" w:type="dxa"/>
            <w:shd w:val="clear" w:color="auto" w:fill="FFFFFF" w:themeFill="background1"/>
          </w:tcPr>
          <w:p w:rsidR="00294EE1" w:rsidRPr="008E07B7" w:rsidRDefault="007E2766" w:rsidP="00AD112F">
            <w:pPr>
              <w:shd w:val="clear" w:color="auto" w:fill="FFFFFF"/>
              <w:rPr>
                <w:rFonts w:asciiTheme="majorHAnsi" w:eastAsia="Times New Roman" w:hAnsiTheme="majorHAnsi" w:cs="Times New Roman"/>
                <w:color w:val="333333"/>
                <w:lang w:val="en" w:eastAsia="en-AU"/>
              </w:rPr>
            </w:pPr>
            <w:proofErr w:type="spellStart"/>
            <w:r w:rsidRPr="008E07B7">
              <w:rPr>
                <w:rFonts w:asciiTheme="majorHAnsi" w:eastAsia="Times New Roman" w:hAnsiTheme="majorHAnsi" w:cs="Times New Roman"/>
                <w:color w:val="333333"/>
                <w:lang w:val="en" w:eastAsia="en-AU"/>
              </w:rPr>
              <w:t>Mr</w:t>
            </w:r>
            <w:proofErr w:type="spellEnd"/>
            <w:r w:rsidRPr="008E07B7">
              <w:rPr>
                <w:rFonts w:asciiTheme="majorHAnsi" w:eastAsia="Times New Roman" w:hAnsiTheme="majorHAnsi" w:cs="Times New Roman"/>
                <w:color w:val="333333"/>
                <w:lang w:val="en" w:eastAsia="en-AU"/>
              </w:rPr>
              <w:t xml:space="preserve"> S</w:t>
            </w:r>
            <w:r w:rsidR="00FC04CE" w:rsidRPr="008E07B7">
              <w:rPr>
                <w:rFonts w:asciiTheme="majorHAnsi" w:eastAsia="Times New Roman" w:hAnsiTheme="majorHAnsi" w:cs="Times New Roman"/>
                <w:color w:val="333333"/>
                <w:lang w:val="en" w:eastAsia="en-AU"/>
              </w:rPr>
              <w:t>cott</w:t>
            </w:r>
            <w:r w:rsidRPr="008E07B7">
              <w:rPr>
                <w:rFonts w:asciiTheme="majorHAnsi" w:eastAsia="Times New Roman" w:hAnsiTheme="majorHAnsi" w:cs="Times New Roman"/>
                <w:color w:val="333333"/>
                <w:lang w:val="en" w:eastAsia="en-AU"/>
              </w:rPr>
              <w:t xml:space="preserve"> </w:t>
            </w:r>
            <w:proofErr w:type="spellStart"/>
            <w:r w:rsidRPr="008E07B7">
              <w:rPr>
                <w:rFonts w:asciiTheme="majorHAnsi" w:eastAsia="Times New Roman" w:hAnsiTheme="majorHAnsi" w:cs="Times New Roman"/>
                <w:color w:val="333333"/>
                <w:lang w:val="en" w:eastAsia="en-AU"/>
              </w:rPr>
              <w:t>Linford</w:t>
            </w:r>
            <w:proofErr w:type="spellEnd"/>
            <w:r w:rsidRPr="008E07B7">
              <w:rPr>
                <w:rFonts w:asciiTheme="majorHAnsi" w:eastAsia="Times New Roman" w:hAnsiTheme="majorHAnsi" w:cs="Times New Roman"/>
                <w:color w:val="333333"/>
                <w:lang w:val="en" w:eastAsia="en-AU"/>
              </w:rPr>
              <w:t xml:space="preserve"> &amp; Miss H</w:t>
            </w:r>
            <w:r w:rsidR="00FC04CE" w:rsidRPr="008E07B7">
              <w:rPr>
                <w:rFonts w:asciiTheme="majorHAnsi" w:eastAsia="Times New Roman" w:hAnsiTheme="majorHAnsi" w:cs="Times New Roman"/>
                <w:color w:val="333333"/>
                <w:lang w:val="en" w:eastAsia="en-AU"/>
              </w:rPr>
              <w:t>olly</w:t>
            </w:r>
            <w:r w:rsidRPr="008E07B7">
              <w:rPr>
                <w:rFonts w:asciiTheme="majorHAnsi" w:eastAsia="Times New Roman" w:hAnsiTheme="majorHAnsi" w:cs="Times New Roman"/>
                <w:color w:val="333333"/>
                <w:lang w:val="en" w:eastAsia="en-AU"/>
              </w:rPr>
              <w:t xml:space="preserve"> Marriott</w:t>
            </w:r>
          </w:p>
          <w:p w:rsidR="007E2766" w:rsidRPr="00203C2E" w:rsidRDefault="00203C2E" w:rsidP="00AD112F">
            <w:pPr>
              <w:shd w:val="clear" w:color="auto" w:fill="FFFFFF"/>
              <w:rPr>
                <w:rFonts w:asciiTheme="majorHAnsi" w:eastAsia="Times New Roman" w:hAnsiTheme="majorHAnsi" w:cs="Times New Roman"/>
                <w:color w:val="333333"/>
                <w:lang w:val="en" w:eastAsia="en-AU"/>
              </w:rPr>
            </w:pPr>
            <w:r w:rsidRPr="00203C2E">
              <w:rPr>
                <w:rFonts w:asciiTheme="majorHAnsi" w:eastAsia="Times New Roman" w:hAnsiTheme="majorHAnsi" w:cs="Times New Roman"/>
                <w:color w:val="333333"/>
                <w:lang w:val="en" w:eastAsia="en-AU"/>
              </w:rPr>
              <w:t>610/163 Fitzroy Street St Kilda 3182</w:t>
            </w:r>
          </w:p>
        </w:tc>
        <w:tc>
          <w:tcPr>
            <w:tcW w:w="425" w:type="dxa"/>
            <w:shd w:val="clear" w:color="auto" w:fill="FFFFFF" w:themeFill="background1"/>
          </w:tcPr>
          <w:p w:rsidR="00294EE1" w:rsidRPr="00DD7707" w:rsidRDefault="00294EE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294EE1" w:rsidRPr="00DD7707" w:rsidRDefault="00294EE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294EE1" w:rsidRPr="00DD7707" w:rsidRDefault="00294EE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294EE1" w:rsidRPr="00DD7707" w:rsidRDefault="00294EE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294EE1" w:rsidRPr="00DD7707" w:rsidRDefault="00294EE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294EE1" w:rsidRPr="00DD7707" w:rsidRDefault="00294EE1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1381">
        <w:tc>
          <w:tcPr>
            <w:tcW w:w="851" w:type="dxa"/>
            <w:shd w:val="clear" w:color="auto" w:fill="auto"/>
          </w:tcPr>
          <w:p w:rsidR="004326DF" w:rsidRPr="00EE7777" w:rsidRDefault="00674031" w:rsidP="00674031">
            <w:pPr>
              <w:pStyle w:val="ListParagraph"/>
              <w:ind w:left="535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:rsidR="004326DF" w:rsidRPr="00602E01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auto"/>
          </w:tcPr>
          <w:p w:rsidR="004326DF" w:rsidRPr="004129E7" w:rsidRDefault="00666EE8" w:rsidP="004326DF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Bocca</w:t>
            </w:r>
            <w:proofErr w:type="spellEnd"/>
            <w:r w:rsidR="00187C88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and </w:t>
            </w:r>
            <w:proofErr w:type="spellStart"/>
            <w:r w:rsidR="00187C88">
              <w:rPr>
                <w:rFonts w:asciiTheme="majorHAnsi" w:eastAsia="Times New Roman" w:hAnsiTheme="majorHAnsi" w:cs="Arial"/>
                <w:bCs/>
                <w:lang w:eastAsia="en-AU"/>
              </w:rPr>
              <w:t>Bec</w:t>
            </w:r>
            <w:proofErr w:type="spellEnd"/>
          </w:p>
        </w:tc>
        <w:tc>
          <w:tcPr>
            <w:tcW w:w="3828" w:type="dxa"/>
            <w:shd w:val="clear" w:color="auto" w:fill="auto"/>
          </w:tcPr>
          <w:p w:rsidR="00F41994" w:rsidRDefault="007E2766" w:rsidP="006341C9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Mr &amp; Mrs S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Boxshall</w:t>
            </w:r>
            <w:proofErr w:type="spellEnd"/>
          </w:p>
          <w:p w:rsidR="007E2766" w:rsidRPr="0099211A" w:rsidRDefault="00140B6A" w:rsidP="006341C9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179 Reservoir Road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Strathdale</w:t>
            </w:r>
            <w:proofErr w:type="spellEnd"/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3550</w:t>
            </w: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1381">
        <w:tc>
          <w:tcPr>
            <w:tcW w:w="851" w:type="dxa"/>
            <w:shd w:val="clear" w:color="auto" w:fill="auto"/>
          </w:tcPr>
          <w:p w:rsidR="004326DF" w:rsidRPr="00DD7707" w:rsidRDefault="00674031" w:rsidP="00674031">
            <w:pPr>
              <w:pStyle w:val="ListParagraph"/>
              <w:ind w:left="393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:rsidR="004326DF" w:rsidRPr="00602E01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auto"/>
          </w:tcPr>
          <w:p w:rsidR="004326DF" w:rsidRPr="004129E7" w:rsidRDefault="00187C88" w:rsidP="004326DF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Ebony and Jake</w:t>
            </w:r>
          </w:p>
        </w:tc>
        <w:tc>
          <w:tcPr>
            <w:tcW w:w="3828" w:type="dxa"/>
            <w:shd w:val="clear" w:color="auto" w:fill="auto"/>
          </w:tcPr>
          <w:p w:rsidR="00F41994" w:rsidRDefault="007E2766" w:rsidP="006341C9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Miss E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bony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Warne</w:t>
            </w:r>
          </w:p>
          <w:p w:rsidR="007E2766" w:rsidRPr="00DD7707" w:rsidRDefault="008E07B7" w:rsidP="006341C9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70 Ellesmere Drive Axedale 3551</w:t>
            </w: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4031">
        <w:tc>
          <w:tcPr>
            <w:tcW w:w="851" w:type="dxa"/>
            <w:shd w:val="clear" w:color="auto" w:fill="FFFFFF" w:themeFill="background1"/>
          </w:tcPr>
          <w:p w:rsidR="004326DF" w:rsidRPr="00DD7707" w:rsidRDefault="00674031" w:rsidP="00674031">
            <w:pPr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4326DF" w:rsidRPr="004129E7" w:rsidRDefault="00187C88" w:rsidP="004326DF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Josh and Amy</w:t>
            </w:r>
          </w:p>
        </w:tc>
        <w:tc>
          <w:tcPr>
            <w:tcW w:w="3828" w:type="dxa"/>
            <w:shd w:val="clear" w:color="auto" w:fill="FFFFFF" w:themeFill="background1"/>
          </w:tcPr>
          <w:p w:rsidR="00F41994" w:rsidRDefault="007E2766" w:rsidP="006341C9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Mr J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osh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Humphreys &amp; Miss A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my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Rush</w:t>
            </w:r>
          </w:p>
          <w:p w:rsidR="007E2766" w:rsidRPr="004E4767" w:rsidRDefault="00674031" w:rsidP="006341C9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76 Epsom Road Ascot Vale 3032</w:t>
            </w:r>
          </w:p>
        </w:tc>
        <w:tc>
          <w:tcPr>
            <w:tcW w:w="425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4031">
        <w:tc>
          <w:tcPr>
            <w:tcW w:w="851" w:type="dxa"/>
            <w:shd w:val="clear" w:color="auto" w:fill="FFFFFF" w:themeFill="background1"/>
          </w:tcPr>
          <w:p w:rsidR="004326DF" w:rsidRPr="00916AB8" w:rsidRDefault="00674031" w:rsidP="00674031">
            <w:pPr>
              <w:pStyle w:val="ListParagraph"/>
              <w:ind w:left="535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4326DF" w:rsidRPr="004129E7" w:rsidRDefault="00187C88" w:rsidP="004326DF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Vicki</w:t>
            </w:r>
          </w:p>
        </w:tc>
        <w:tc>
          <w:tcPr>
            <w:tcW w:w="3828" w:type="dxa"/>
            <w:shd w:val="clear" w:color="auto" w:fill="FFFFFF" w:themeFill="background1"/>
          </w:tcPr>
          <w:p w:rsidR="007E2766" w:rsidRPr="00674031" w:rsidRDefault="007E2766" w:rsidP="00AD112F">
            <w:pPr>
              <w:shd w:val="clear" w:color="auto" w:fill="FFFFFF"/>
              <w:rPr>
                <w:rFonts w:asciiTheme="majorHAnsi" w:eastAsia="Times New Roman" w:hAnsiTheme="majorHAnsi" w:cs="Times New Roman"/>
                <w:color w:val="333333"/>
                <w:lang w:val="en" w:eastAsia="en-AU"/>
              </w:rPr>
            </w:pPr>
            <w:proofErr w:type="spellStart"/>
            <w:r w:rsidRPr="00674031">
              <w:rPr>
                <w:rFonts w:asciiTheme="majorHAnsi" w:eastAsia="Times New Roman" w:hAnsiTheme="majorHAnsi" w:cs="Times New Roman"/>
                <w:lang w:val="en" w:eastAsia="en-AU"/>
              </w:rPr>
              <w:t>Ms</w:t>
            </w:r>
            <w:proofErr w:type="spellEnd"/>
            <w:r w:rsidRPr="00674031">
              <w:rPr>
                <w:rFonts w:asciiTheme="majorHAnsi" w:eastAsia="Times New Roman" w:hAnsiTheme="majorHAnsi" w:cs="Times New Roman"/>
                <w:lang w:val="en" w:eastAsia="en-AU"/>
              </w:rPr>
              <w:t xml:space="preserve"> V</w:t>
            </w:r>
            <w:r w:rsidR="00FC04CE" w:rsidRPr="00674031">
              <w:rPr>
                <w:rFonts w:asciiTheme="majorHAnsi" w:eastAsia="Times New Roman" w:hAnsiTheme="majorHAnsi" w:cs="Times New Roman"/>
                <w:lang w:val="en" w:eastAsia="en-AU"/>
              </w:rPr>
              <w:t>icki</w:t>
            </w:r>
            <w:r w:rsidRPr="00674031">
              <w:rPr>
                <w:rFonts w:asciiTheme="majorHAnsi" w:eastAsia="Times New Roman" w:hAnsiTheme="majorHAnsi" w:cs="Times New Roman"/>
                <w:lang w:val="en" w:eastAsia="en-AU"/>
              </w:rPr>
              <w:t xml:space="preserve"> Gwynn</w:t>
            </w:r>
            <w:r w:rsidR="00674031" w:rsidRPr="00674031">
              <w:rPr>
                <w:rFonts w:asciiTheme="majorHAnsi" w:eastAsia="Times New Roman" w:hAnsiTheme="majorHAnsi" w:cs="Times New Roman"/>
                <w:lang w:val="en" w:eastAsia="en-AU"/>
              </w:rPr>
              <w:t xml:space="preserve"> PO Box 2727 Bendigo Delivery Centre 3554</w:t>
            </w:r>
          </w:p>
        </w:tc>
        <w:tc>
          <w:tcPr>
            <w:tcW w:w="425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1381">
        <w:tc>
          <w:tcPr>
            <w:tcW w:w="851" w:type="dxa"/>
            <w:shd w:val="clear" w:color="auto" w:fill="auto"/>
          </w:tcPr>
          <w:p w:rsidR="004326DF" w:rsidRPr="00DD7707" w:rsidRDefault="00674031" w:rsidP="00674031">
            <w:pPr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auto"/>
          </w:tcPr>
          <w:p w:rsidR="004326DF" w:rsidRPr="004129E7" w:rsidRDefault="00187C88" w:rsidP="004326DF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Richard</w:t>
            </w:r>
            <w:r w:rsidR="00666EE8"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and </w:t>
            </w:r>
          </w:p>
        </w:tc>
        <w:tc>
          <w:tcPr>
            <w:tcW w:w="3828" w:type="dxa"/>
            <w:shd w:val="clear" w:color="auto" w:fill="auto"/>
          </w:tcPr>
          <w:p w:rsidR="0048203B" w:rsidRDefault="007E2766" w:rsidP="003D3372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Mr R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ichard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Morris</w:t>
            </w:r>
          </w:p>
          <w:p w:rsidR="0048203B" w:rsidRPr="00DD7707" w:rsidRDefault="009B2DB0" w:rsidP="003D3372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84 Mackenzie Street Bendigo 3550</w:t>
            </w: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auto"/>
          </w:tcPr>
          <w:p w:rsidR="003746A3" w:rsidRPr="00DD7707" w:rsidRDefault="003746A3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1381">
        <w:tc>
          <w:tcPr>
            <w:tcW w:w="851" w:type="dxa"/>
            <w:shd w:val="clear" w:color="auto" w:fill="auto"/>
          </w:tcPr>
          <w:p w:rsidR="004326DF" w:rsidRPr="00DD7707" w:rsidRDefault="00674031" w:rsidP="00674031">
            <w:pPr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:rsidR="004326DF" w:rsidRPr="00DD7707" w:rsidRDefault="004326DF" w:rsidP="003D3372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auto"/>
          </w:tcPr>
          <w:p w:rsidR="004326DF" w:rsidRPr="004129E7" w:rsidRDefault="00187C88" w:rsidP="004326DF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Brenda and </w:t>
            </w:r>
          </w:p>
        </w:tc>
        <w:tc>
          <w:tcPr>
            <w:tcW w:w="3828" w:type="dxa"/>
            <w:shd w:val="clear" w:color="auto" w:fill="auto"/>
          </w:tcPr>
          <w:p w:rsidR="00F41994" w:rsidRDefault="007E2766" w:rsidP="006341C9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Mrs B</w:t>
            </w:r>
            <w:r w:rsidR="00FC04CE">
              <w:rPr>
                <w:rFonts w:asciiTheme="majorHAnsi" w:eastAsia="Times New Roman" w:hAnsiTheme="majorHAnsi" w:cs="Arial"/>
                <w:bCs/>
                <w:lang w:eastAsia="en-AU"/>
              </w:rPr>
              <w:t>renda</w:t>
            </w: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</w:t>
            </w:r>
            <w:r w:rsidR="009B2DB0">
              <w:rPr>
                <w:rFonts w:asciiTheme="majorHAnsi" w:eastAsia="Times New Roman" w:hAnsiTheme="majorHAnsi" w:cs="Arial"/>
                <w:bCs/>
                <w:lang w:eastAsia="en-AU"/>
              </w:rPr>
              <w:t>King</w:t>
            </w:r>
          </w:p>
          <w:p w:rsidR="007E2766" w:rsidRPr="00DD7707" w:rsidRDefault="009B2DB0" w:rsidP="006341C9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PO Box 73 Axedale 3550</w:t>
            </w: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auto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4031">
        <w:tc>
          <w:tcPr>
            <w:tcW w:w="851" w:type="dxa"/>
            <w:shd w:val="clear" w:color="auto" w:fill="FFFFFF" w:themeFill="background1"/>
          </w:tcPr>
          <w:p w:rsidR="004326DF" w:rsidRPr="00CF25B0" w:rsidRDefault="00674031" w:rsidP="00674031">
            <w:pPr>
              <w:pStyle w:val="ListParagraph"/>
              <w:ind w:left="535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4326DF" w:rsidRPr="004129E7" w:rsidRDefault="00187C88" w:rsidP="004326DF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Joan and </w:t>
            </w:r>
          </w:p>
        </w:tc>
        <w:tc>
          <w:tcPr>
            <w:tcW w:w="3828" w:type="dxa"/>
            <w:shd w:val="clear" w:color="auto" w:fill="FFFFFF" w:themeFill="background1"/>
          </w:tcPr>
          <w:p w:rsidR="00F41994" w:rsidRPr="00DD7707" w:rsidRDefault="007E2766" w:rsidP="00B35B3E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proofErr w:type="spellStart"/>
            <w:r>
              <w:rPr>
                <w:rFonts w:asciiTheme="majorHAnsi" w:hAnsiTheme="majorHAnsi"/>
                <w:lang w:val="en"/>
              </w:rPr>
              <w:t>Mrs</w:t>
            </w:r>
            <w:proofErr w:type="spellEnd"/>
            <w:r>
              <w:rPr>
                <w:rFonts w:asciiTheme="majorHAnsi" w:hAnsiTheme="majorHAnsi"/>
                <w:lang w:val="en"/>
              </w:rPr>
              <w:t xml:space="preserve"> J</w:t>
            </w:r>
            <w:r w:rsidR="00FC04CE">
              <w:rPr>
                <w:rFonts w:asciiTheme="majorHAnsi" w:hAnsiTheme="majorHAnsi"/>
                <w:lang w:val="en"/>
              </w:rPr>
              <w:t>oan</w:t>
            </w:r>
            <w:r>
              <w:rPr>
                <w:rFonts w:asciiTheme="majorHAnsi" w:hAnsiTheme="majorHAnsi"/>
                <w:lang w:val="en"/>
              </w:rPr>
              <w:t xml:space="preserve"> </w:t>
            </w:r>
            <w:r w:rsidR="009B2DB0">
              <w:rPr>
                <w:rFonts w:asciiTheme="majorHAnsi" w:hAnsiTheme="majorHAnsi"/>
                <w:lang w:val="en"/>
              </w:rPr>
              <w:t>Stammers</w:t>
            </w:r>
            <w:r w:rsidR="00C04BEC" w:rsidRPr="00DD7707">
              <w:rPr>
                <w:rFonts w:asciiTheme="majorHAnsi" w:hAnsiTheme="majorHAnsi"/>
                <w:lang w:val="en"/>
              </w:rPr>
              <w:br/>
            </w:r>
          </w:p>
        </w:tc>
        <w:tc>
          <w:tcPr>
            <w:tcW w:w="425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955F3C">
        <w:tc>
          <w:tcPr>
            <w:tcW w:w="851" w:type="dxa"/>
            <w:shd w:val="clear" w:color="auto" w:fill="FF0000"/>
          </w:tcPr>
          <w:p w:rsidR="004326DF" w:rsidRPr="00B85327" w:rsidRDefault="004326DF" w:rsidP="00674031">
            <w:pPr>
              <w:pStyle w:val="ListParagraph"/>
              <w:ind w:left="535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992" w:type="dxa"/>
            <w:shd w:val="clear" w:color="auto" w:fill="FF0000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FF0000"/>
          </w:tcPr>
          <w:p w:rsidR="004326DF" w:rsidRPr="004129E7" w:rsidRDefault="00FC04CE" w:rsidP="004326DF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Dan and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Rach</w:t>
            </w:r>
            <w:proofErr w:type="spellEnd"/>
          </w:p>
        </w:tc>
        <w:tc>
          <w:tcPr>
            <w:tcW w:w="3828" w:type="dxa"/>
            <w:shd w:val="clear" w:color="auto" w:fill="FF0000"/>
          </w:tcPr>
          <w:p w:rsidR="00F41994" w:rsidRPr="00DD7707" w:rsidRDefault="00FC04CE" w:rsidP="006341C9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Mr Daniel De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Blauw</w:t>
            </w:r>
            <w:proofErr w:type="spellEnd"/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&amp; Miss Rachel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Oper</w:t>
            </w:r>
            <w:proofErr w:type="spellEnd"/>
          </w:p>
        </w:tc>
        <w:tc>
          <w:tcPr>
            <w:tcW w:w="425" w:type="dxa"/>
            <w:shd w:val="clear" w:color="auto" w:fill="FF0000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FF0000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FF0000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FF0000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FF0000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FF0000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DD7707" w:rsidRPr="00DD7707" w:rsidTr="00674031">
        <w:tc>
          <w:tcPr>
            <w:tcW w:w="851" w:type="dxa"/>
            <w:shd w:val="clear" w:color="auto" w:fill="FFFFFF" w:themeFill="background1"/>
          </w:tcPr>
          <w:p w:rsidR="004326DF" w:rsidRPr="00B85327" w:rsidRDefault="00674031" w:rsidP="00674031">
            <w:pPr>
              <w:pStyle w:val="ListParagraph"/>
              <w:ind w:left="535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4326DF" w:rsidRPr="004129E7" w:rsidRDefault="00666EE8" w:rsidP="004326DF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Noj</w:t>
            </w:r>
            <w:proofErr w:type="spellEnd"/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and Lauren</w:t>
            </w:r>
          </w:p>
        </w:tc>
        <w:tc>
          <w:tcPr>
            <w:tcW w:w="3828" w:type="dxa"/>
            <w:shd w:val="clear" w:color="auto" w:fill="FFFFFF" w:themeFill="background1"/>
          </w:tcPr>
          <w:p w:rsidR="00F41994" w:rsidRDefault="00666EE8" w:rsidP="006341C9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Mr J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Bryers</w:t>
            </w:r>
            <w:proofErr w:type="spellEnd"/>
          </w:p>
          <w:p w:rsidR="00FC04CE" w:rsidRPr="00DD7707" w:rsidRDefault="00674031" w:rsidP="006341C9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Lot 37 Greenfield Drive Epsom 3551</w:t>
            </w:r>
          </w:p>
        </w:tc>
        <w:tc>
          <w:tcPr>
            <w:tcW w:w="425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326DF" w:rsidRPr="00DD7707" w:rsidRDefault="004326DF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666EE8" w:rsidRPr="00DD7707" w:rsidTr="00674031">
        <w:tc>
          <w:tcPr>
            <w:tcW w:w="851" w:type="dxa"/>
            <w:shd w:val="clear" w:color="auto" w:fill="FFFFFF" w:themeFill="background1"/>
          </w:tcPr>
          <w:p w:rsidR="00674031" w:rsidRPr="00AB2B86" w:rsidRDefault="00674031" w:rsidP="00AB2B86">
            <w:pPr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 w:rsidRPr="00AB2B86">
              <w:rPr>
                <w:rFonts w:asciiTheme="majorHAnsi" w:eastAsia="Times New Roman" w:hAnsiTheme="majorHAnsi" w:cs="Arial"/>
                <w:bCs/>
                <w:lang w:eastAsia="en-AU"/>
              </w:rPr>
              <w:lastRenderedPageBreak/>
              <w:t>√</w:t>
            </w:r>
          </w:p>
        </w:tc>
        <w:tc>
          <w:tcPr>
            <w:tcW w:w="992" w:type="dxa"/>
            <w:shd w:val="clear" w:color="auto" w:fill="FFFFFF" w:themeFill="background1"/>
          </w:tcPr>
          <w:p w:rsidR="00666EE8" w:rsidRPr="00DD7707" w:rsidRDefault="00666EE8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666EE8" w:rsidRPr="004129E7" w:rsidRDefault="00AB2B86" w:rsidP="00F55D98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B</w:t>
            </w:r>
            <w:r w:rsidR="00666EE8">
              <w:rPr>
                <w:rFonts w:asciiTheme="majorHAnsi" w:eastAsia="Times New Roman" w:hAnsiTheme="majorHAnsi" w:cs="Arial"/>
                <w:bCs/>
                <w:lang w:eastAsia="en-AU"/>
              </w:rPr>
              <w:t>enny Wu</w:t>
            </w:r>
          </w:p>
        </w:tc>
        <w:tc>
          <w:tcPr>
            <w:tcW w:w="3828" w:type="dxa"/>
            <w:shd w:val="clear" w:color="auto" w:fill="FFFFFF" w:themeFill="background1"/>
          </w:tcPr>
          <w:p w:rsidR="00666EE8" w:rsidRDefault="00666EE8" w:rsidP="00F55D98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Mr Ben Wu</w:t>
            </w:r>
          </w:p>
          <w:p w:rsidR="00666EE8" w:rsidRPr="00DD7707" w:rsidRDefault="00674031" w:rsidP="00F55D98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Hallam Street </w:t>
            </w:r>
          </w:p>
        </w:tc>
        <w:tc>
          <w:tcPr>
            <w:tcW w:w="425" w:type="dxa"/>
            <w:shd w:val="clear" w:color="auto" w:fill="FFFFFF" w:themeFill="background1"/>
          </w:tcPr>
          <w:p w:rsidR="00666EE8" w:rsidRPr="00DD7707" w:rsidRDefault="00666EE8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666EE8" w:rsidRPr="00DD7707" w:rsidRDefault="00666EE8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666EE8" w:rsidRPr="00DD7707" w:rsidRDefault="00666EE8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666EE8" w:rsidRPr="00DD7707" w:rsidRDefault="00666EE8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666EE8" w:rsidRPr="00DD7707" w:rsidRDefault="00666EE8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666EE8" w:rsidRPr="00DD7707" w:rsidRDefault="00666EE8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666EE8" w:rsidRPr="00DD7707" w:rsidTr="00674031">
        <w:tc>
          <w:tcPr>
            <w:tcW w:w="851" w:type="dxa"/>
            <w:shd w:val="clear" w:color="auto" w:fill="FFFFFF" w:themeFill="background1"/>
          </w:tcPr>
          <w:p w:rsidR="00666EE8" w:rsidRPr="00B85327" w:rsidRDefault="00674031" w:rsidP="00674031">
            <w:pPr>
              <w:pStyle w:val="ListParagraph"/>
              <w:ind w:left="535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FFFFFF" w:themeFill="background1"/>
          </w:tcPr>
          <w:p w:rsidR="00666EE8" w:rsidRPr="00DD7707" w:rsidRDefault="00666EE8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666EE8" w:rsidRPr="004129E7" w:rsidRDefault="00666EE8" w:rsidP="00F55D98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Rosemary and Noel</w:t>
            </w:r>
          </w:p>
        </w:tc>
        <w:tc>
          <w:tcPr>
            <w:tcW w:w="3828" w:type="dxa"/>
            <w:shd w:val="clear" w:color="auto" w:fill="FFFFFF" w:themeFill="background1"/>
          </w:tcPr>
          <w:p w:rsidR="00666EE8" w:rsidRDefault="00666EE8" w:rsidP="00F55D98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Mr &amp; Mrs N Humphreys</w:t>
            </w:r>
          </w:p>
          <w:p w:rsidR="00666EE8" w:rsidRPr="00DD7707" w:rsidRDefault="009B2DB0" w:rsidP="00F55D98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25 Shelley Street Spring Gully 3550</w:t>
            </w:r>
          </w:p>
        </w:tc>
        <w:tc>
          <w:tcPr>
            <w:tcW w:w="425" w:type="dxa"/>
            <w:shd w:val="clear" w:color="auto" w:fill="FFFFFF" w:themeFill="background1"/>
          </w:tcPr>
          <w:p w:rsidR="00666EE8" w:rsidRPr="00DD7707" w:rsidRDefault="00666EE8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666EE8" w:rsidRPr="00DD7707" w:rsidRDefault="00666EE8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666EE8" w:rsidRPr="00DD7707" w:rsidRDefault="00666EE8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666EE8" w:rsidRPr="00DD7707" w:rsidRDefault="00666EE8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666EE8" w:rsidRPr="00DD7707" w:rsidRDefault="00666EE8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666EE8" w:rsidRPr="00DD7707" w:rsidRDefault="00666EE8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9B2DB0" w:rsidRPr="00DD7707" w:rsidTr="00674031">
        <w:tc>
          <w:tcPr>
            <w:tcW w:w="851" w:type="dxa"/>
            <w:shd w:val="clear" w:color="auto" w:fill="FFFFFF" w:themeFill="background1"/>
          </w:tcPr>
          <w:p w:rsidR="009B2DB0" w:rsidRPr="00B85327" w:rsidRDefault="00674031" w:rsidP="00674031">
            <w:pPr>
              <w:pStyle w:val="ListParagraph"/>
              <w:ind w:left="535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√</w:t>
            </w:r>
          </w:p>
        </w:tc>
        <w:tc>
          <w:tcPr>
            <w:tcW w:w="992" w:type="dxa"/>
            <w:shd w:val="clear" w:color="auto" w:fill="FFFFFF" w:themeFill="background1"/>
          </w:tcPr>
          <w:p w:rsidR="009B2DB0" w:rsidRPr="00DD7707" w:rsidRDefault="009B2DB0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B2DB0" w:rsidRDefault="009B2DB0" w:rsidP="00F55D98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Ferg</w:t>
            </w:r>
            <w:proofErr w:type="spellEnd"/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and Erin</w:t>
            </w:r>
          </w:p>
        </w:tc>
        <w:tc>
          <w:tcPr>
            <w:tcW w:w="3828" w:type="dxa"/>
            <w:shd w:val="clear" w:color="auto" w:fill="FFFFFF" w:themeFill="background1"/>
          </w:tcPr>
          <w:p w:rsidR="009B2DB0" w:rsidRDefault="009B2DB0" w:rsidP="00F55D98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Mr F </w:t>
            </w: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Rawluk</w:t>
            </w:r>
            <w:proofErr w:type="spellEnd"/>
          </w:p>
          <w:p w:rsidR="007A442A" w:rsidRDefault="00674031" w:rsidP="00F55D98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r>
              <w:rPr>
                <w:rFonts w:asciiTheme="majorHAnsi" w:eastAsia="Times New Roman" w:hAnsiTheme="majorHAnsi" w:cs="Arial"/>
                <w:bCs/>
                <w:lang w:eastAsia="en-AU"/>
              </w:rPr>
              <w:t>8 Railway Road Eltham 3095</w:t>
            </w:r>
          </w:p>
        </w:tc>
        <w:tc>
          <w:tcPr>
            <w:tcW w:w="425" w:type="dxa"/>
            <w:shd w:val="clear" w:color="auto" w:fill="FFFFFF" w:themeFill="background1"/>
          </w:tcPr>
          <w:p w:rsidR="009B2DB0" w:rsidRPr="00DD7707" w:rsidRDefault="009B2DB0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9B2DB0" w:rsidRPr="00DD7707" w:rsidRDefault="009B2DB0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9B2DB0" w:rsidRPr="00DD7707" w:rsidRDefault="009B2DB0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B2DB0" w:rsidRPr="00DD7707" w:rsidRDefault="009B2DB0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9B2DB0" w:rsidRPr="00DD7707" w:rsidRDefault="009B2DB0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B2DB0" w:rsidRPr="00DD7707" w:rsidRDefault="009B2DB0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  <w:tr w:rsidR="007D695C" w:rsidRPr="00DD7707" w:rsidTr="00674031">
        <w:tc>
          <w:tcPr>
            <w:tcW w:w="851" w:type="dxa"/>
            <w:shd w:val="clear" w:color="auto" w:fill="FFFFFF" w:themeFill="background1"/>
          </w:tcPr>
          <w:p w:rsidR="007D695C" w:rsidRDefault="007D695C" w:rsidP="00674031">
            <w:pPr>
              <w:pStyle w:val="ListParagraph"/>
              <w:ind w:left="535"/>
              <w:jc w:val="right"/>
              <w:rPr>
                <w:rFonts w:asciiTheme="majorHAnsi" w:eastAsia="Times New Roman" w:hAnsiTheme="majorHAnsi" w:cs="Arial"/>
                <w:bCs/>
                <w:lang w:eastAsia="en-AU"/>
              </w:rPr>
            </w:pPr>
            <w:bookmarkStart w:id="0" w:name="_GoBack"/>
            <w:bookmarkEnd w:id="0"/>
          </w:p>
        </w:tc>
        <w:tc>
          <w:tcPr>
            <w:tcW w:w="992" w:type="dxa"/>
            <w:shd w:val="clear" w:color="auto" w:fill="FFFFFF" w:themeFill="background1"/>
          </w:tcPr>
          <w:p w:rsidR="007D695C" w:rsidRPr="00DD7707" w:rsidRDefault="007D695C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7D695C" w:rsidRDefault="007D695C" w:rsidP="00F55D98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  <w:proofErr w:type="spellStart"/>
            <w:r>
              <w:rPr>
                <w:rFonts w:asciiTheme="majorHAnsi" w:eastAsia="Times New Roman" w:hAnsiTheme="majorHAnsi" w:cs="Arial"/>
                <w:bCs/>
                <w:lang w:eastAsia="en-AU"/>
              </w:rPr>
              <w:t>Nic</w:t>
            </w:r>
            <w:proofErr w:type="spellEnd"/>
            <w:r>
              <w:rPr>
                <w:rFonts w:asciiTheme="majorHAnsi" w:eastAsia="Times New Roman" w:hAnsiTheme="majorHAnsi" w:cs="Arial"/>
                <w:bCs/>
                <w:lang w:eastAsia="en-AU"/>
              </w:rPr>
              <w:t xml:space="preserve"> Watson</w:t>
            </w:r>
          </w:p>
        </w:tc>
        <w:tc>
          <w:tcPr>
            <w:tcW w:w="3828" w:type="dxa"/>
            <w:shd w:val="clear" w:color="auto" w:fill="FFFFFF" w:themeFill="background1"/>
          </w:tcPr>
          <w:p w:rsidR="007D695C" w:rsidRDefault="007D695C" w:rsidP="00F55D98">
            <w:pPr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7D695C" w:rsidRPr="00DD7707" w:rsidRDefault="007D695C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7D695C" w:rsidRPr="00DD7707" w:rsidRDefault="007D695C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7D695C" w:rsidRPr="00DD7707" w:rsidRDefault="007D695C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D695C" w:rsidRPr="00DD7707" w:rsidRDefault="007D695C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7D695C" w:rsidRPr="00DD7707" w:rsidRDefault="007D695C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7D695C" w:rsidRPr="00DD7707" w:rsidRDefault="007D695C" w:rsidP="002D5E10">
            <w:pPr>
              <w:jc w:val="center"/>
              <w:rPr>
                <w:rFonts w:asciiTheme="majorHAnsi" w:eastAsia="Times New Roman" w:hAnsiTheme="majorHAnsi" w:cs="Arial"/>
                <w:bCs/>
                <w:lang w:eastAsia="en-AU"/>
              </w:rPr>
            </w:pPr>
          </w:p>
        </w:tc>
      </w:tr>
    </w:tbl>
    <w:p w:rsidR="00666EE8" w:rsidRDefault="00666EE8">
      <w:pPr>
        <w:rPr>
          <w:rFonts w:asciiTheme="majorHAnsi" w:hAnsiTheme="majorHAnsi"/>
          <w:b/>
        </w:rPr>
      </w:pPr>
    </w:p>
    <w:p w:rsidR="00FA0A26" w:rsidRDefault="00955F3C">
      <w:pPr>
        <w:rPr>
          <w:rFonts w:asciiTheme="majorHAnsi" w:hAnsiTheme="majorHAnsi"/>
          <w:b/>
        </w:rPr>
      </w:pPr>
      <w:proofErr w:type="gramStart"/>
      <w:r w:rsidRPr="00AB2B86">
        <w:rPr>
          <w:rFonts w:asciiTheme="majorHAnsi" w:hAnsiTheme="majorHAnsi"/>
          <w:b/>
          <w:i/>
          <w:u w:val="single"/>
        </w:rPr>
        <w:t>90</w:t>
      </w:r>
      <w:r w:rsidR="00D41B90">
        <w:rPr>
          <w:rFonts w:asciiTheme="majorHAnsi" w:hAnsiTheme="majorHAnsi"/>
          <w:b/>
        </w:rPr>
        <w:t xml:space="preserve">  </w:t>
      </w:r>
      <w:r>
        <w:rPr>
          <w:rFonts w:asciiTheme="majorHAnsi" w:hAnsiTheme="majorHAnsi"/>
          <w:b/>
        </w:rPr>
        <w:t>invites</w:t>
      </w:r>
      <w:proofErr w:type="gramEnd"/>
    </w:p>
    <w:p w:rsidR="00FA0A26" w:rsidRDefault="00D41B90">
      <w:pPr>
        <w:rPr>
          <w:rFonts w:asciiTheme="majorHAnsi" w:hAnsiTheme="majorHAnsi"/>
          <w:b/>
        </w:rPr>
      </w:pPr>
      <w:proofErr w:type="spellStart"/>
      <w:r>
        <w:rPr>
          <w:rFonts w:asciiTheme="majorHAnsi" w:hAnsiTheme="majorHAnsi"/>
          <w:b/>
        </w:rPr>
        <w:t>Approx</w:t>
      </w:r>
      <w:proofErr w:type="spellEnd"/>
      <w:r>
        <w:rPr>
          <w:rFonts w:asciiTheme="majorHAnsi" w:hAnsiTheme="majorHAnsi"/>
          <w:b/>
        </w:rPr>
        <w:t xml:space="preserve"> 163</w:t>
      </w:r>
      <w:r w:rsidR="001D5634">
        <w:rPr>
          <w:rFonts w:asciiTheme="majorHAnsi" w:hAnsiTheme="majorHAnsi"/>
          <w:b/>
        </w:rPr>
        <w:t xml:space="preserve"> people</w:t>
      </w:r>
    </w:p>
    <w:p w:rsidR="008D43CA" w:rsidRDefault="008D43CA">
      <w:pPr>
        <w:rPr>
          <w:rFonts w:asciiTheme="majorHAnsi" w:hAnsiTheme="majorHAnsi"/>
          <w:b/>
        </w:rPr>
      </w:pPr>
    </w:p>
    <w:sectPr w:rsidR="008D43CA" w:rsidSect="00C70124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AA1" w:rsidRDefault="002C3AA1" w:rsidP="00C70124">
      <w:pPr>
        <w:spacing w:after="0" w:line="240" w:lineRule="auto"/>
      </w:pPr>
      <w:r>
        <w:separator/>
      </w:r>
    </w:p>
  </w:endnote>
  <w:endnote w:type="continuationSeparator" w:id="0">
    <w:p w:rsidR="002C3AA1" w:rsidRDefault="002C3AA1" w:rsidP="00C70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AA1" w:rsidRDefault="002C3AA1" w:rsidP="00C70124">
      <w:pPr>
        <w:spacing w:after="0" w:line="240" w:lineRule="auto"/>
      </w:pPr>
      <w:r>
        <w:separator/>
      </w:r>
    </w:p>
  </w:footnote>
  <w:footnote w:type="continuationSeparator" w:id="0">
    <w:p w:rsidR="002C3AA1" w:rsidRDefault="002C3AA1" w:rsidP="00C701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D98" w:rsidRPr="00F2283E" w:rsidRDefault="00F55D98" w:rsidP="00F2283E">
    <w:pPr>
      <w:pStyle w:val="Header"/>
      <w:jc w:val="center"/>
      <w:rPr>
        <w:rFonts w:asciiTheme="majorHAnsi" w:hAnsiTheme="majorHAnsi"/>
        <w:sz w:val="44"/>
        <w:szCs w:val="44"/>
      </w:rPr>
    </w:pPr>
    <w:r w:rsidRPr="00F2283E">
      <w:rPr>
        <w:rFonts w:asciiTheme="majorHAnsi" w:hAnsiTheme="majorHAnsi"/>
        <w:sz w:val="44"/>
        <w:szCs w:val="44"/>
      </w:rPr>
      <w:t>Guest</w:t>
    </w:r>
    <w:r>
      <w:rPr>
        <w:rFonts w:asciiTheme="majorHAnsi" w:hAnsiTheme="majorHAnsi"/>
        <w:sz w:val="44"/>
        <w:szCs w:val="44"/>
      </w:rPr>
      <w:t xml:space="preserve"> </w:t>
    </w:r>
    <w:r w:rsidRPr="00F2283E">
      <w:rPr>
        <w:rFonts w:asciiTheme="majorHAnsi" w:hAnsiTheme="majorHAnsi"/>
        <w:sz w:val="44"/>
        <w:szCs w:val="44"/>
      </w:rPr>
      <w:t>list</w:t>
    </w:r>
  </w:p>
  <w:p w:rsidR="00F55D98" w:rsidRDefault="00F55D98">
    <w:pPr>
      <w:pStyle w:val="Header"/>
    </w:pPr>
  </w:p>
  <w:tbl>
    <w:tblPr>
      <w:tblStyle w:val="TableGrid"/>
      <w:tblW w:w="16585" w:type="dxa"/>
      <w:tblInd w:w="-459" w:type="dxa"/>
      <w:tblLayout w:type="fixed"/>
      <w:tblLook w:val="04A0" w:firstRow="1" w:lastRow="0" w:firstColumn="1" w:lastColumn="0" w:noHBand="0" w:noVBand="1"/>
    </w:tblPr>
    <w:tblGrid>
      <w:gridCol w:w="851"/>
      <w:gridCol w:w="992"/>
      <w:gridCol w:w="2693"/>
      <w:gridCol w:w="3828"/>
      <w:gridCol w:w="425"/>
      <w:gridCol w:w="425"/>
      <w:gridCol w:w="3969"/>
      <w:gridCol w:w="709"/>
      <w:gridCol w:w="1843"/>
      <w:gridCol w:w="850"/>
    </w:tblGrid>
    <w:tr w:rsidR="00F55D98" w:rsidRPr="00C70124" w:rsidTr="00AD112F">
      <w:trPr>
        <w:cantSplit/>
        <w:trHeight w:val="1134"/>
      </w:trPr>
      <w:tc>
        <w:tcPr>
          <w:tcW w:w="851" w:type="dxa"/>
          <w:shd w:val="clear" w:color="auto" w:fill="000000" w:themeFill="text1"/>
        </w:tcPr>
        <w:p w:rsidR="00F55D98" w:rsidRPr="00C70124" w:rsidRDefault="00F55D98" w:rsidP="00AD112F">
          <w:pPr>
            <w:jc w:val="center"/>
            <w:rPr>
              <w:rFonts w:asciiTheme="majorHAnsi" w:eastAsia="Times New Roman" w:hAnsiTheme="majorHAnsi" w:cs="Arial"/>
              <w:b/>
              <w:bCs/>
              <w:color w:val="FFFFFF" w:themeColor="background1"/>
              <w:lang w:eastAsia="en-AU"/>
            </w:rPr>
          </w:pPr>
          <w:r w:rsidRPr="00C70124">
            <w:rPr>
              <w:rFonts w:asciiTheme="majorHAnsi" w:eastAsia="Times New Roman" w:hAnsiTheme="majorHAnsi" w:cs="Arial"/>
              <w:b/>
              <w:bCs/>
              <w:color w:val="FFFFFF" w:themeColor="background1"/>
              <w:lang w:eastAsia="en-AU"/>
            </w:rPr>
            <w:t xml:space="preserve">Save the date </w:t>
          </w:r>
        </w:p>
        <w:p w:rsidR="00F55D98" w:rsidRPr="00C70124" w:rsidRDefault="00F55D98" w:rsidP="00AD112F">
          <w:pPr>
            <w:jc w:val="center"/>
            <w:rPr>
              <w:rFonts w:asciiTheme="majorHAnsi" w:eastAsia="Times New Roman" w:hAnsiTheme="majorHAnsi" w:cs="Arial"/>
              <w:b/>
              <w:bCs/>
              <w:color w:val="FFFFFF" w:themeColor="background1"/>
              <w:sz w:val="16"/>
              <w:szCs w:val="16"/>
              <w:lang w:eastAsia="en-AU"/>
            </w:rPr>
          </w:pPr>
          <w:r>
            <w:rPr>
              <w:rFonts w:asciiTheme="majorHAnsi" w:eastAsia="Times New Roman" w:hAnsiTheme="majorHAnsi" w:cs="Arial"/>
              <w:b/>
              <w:bCs/>
              <w:sz w:val="16"/>
              <w:szCs w:val="16"/>
              <w:lang w:eastAsia="en-AU"/>
            </w:rPr>
            <w:t>March</w:t>
          </w:r>
        </w:p>
      </w:tc>
      <w:tc>
        <w:tcPr>
          <w:tcW w:w="992" w:type="dxa"/>
          <w:shd w:val="clear" w:color="auto" w:fill="000000" w:themeFill="text1"/>
        </w:tcPr>
        <w:p w:rsidR="00F55D98" w:rsidRPr="00C70124" w:rsidRDefault="00F55D98" w:rsidP="00AD112F">
          <w:pPr>
            <w:jc w:val="center"/>
            <w:rPr>
              <w:rFonts w:asciiTheme="majorHAnsi" w:eastAsia="Times New Roman" w:hAnsiTheme="majorHAnsi" w:cs="Arial"/>
              <w:b/>
              <w:bCs/>
              <w:lang w:eastAsia="en-AU"/>
            </w:rPr>
          </w:pPr>
          <w:r w:rsidRPr="00C70124">
            <w:rPr>
              <w:rFonts w:asciiTheme="majorHAnsi" w:eastAsia="Times New Roman" w:hAnsiTheme="majorHAnsi" w:cs="Arial"/>
              <w:b/>
              <w:bCs/>
              <w:lang w:eastAsia="en-AU"/>
            </w:rPr>
            <w:t xml:space="preserve">Invite sent </w:t>
          </w:r>
          <w:r w:rsidRPr="00C70124">
            <w:rPr>
              <w:rFonts w:asciiTheme="majorHAnsi" w:eastAsia="Times New Roman" w:hAnsiTheme="majorHAnsi" w:cs="Arial"/>
              <w:b/>
              <w:bCs/>
              <w:sz w:val="16"/>
              <w:szCs w:val="16"/>
              <w:lang w:eastAsia="en-AU"/>
            </w:rPr>
            <w:t>(enter date)</w:t>
          </w:r>
        </w:p>
      </w:tc>
      <w:tc>
        <w:tcPr>
          <w:tcW w:w="2693" w:type="dxa"/>
          <w:shd w:val="clear" w:color="auto" w:fill="000000" w:themeFill="text1"/>
        </w:tcPr>
        <w:p w:rsidR="00F55D98" w:rsidRDefault="00F55D98" w:rsidP="00AD112F">
          <w:pPr>
            <w:jc w:val="center"/>
            <w:rPr>
              <w:rFonts w:asciiTheme="majorHAnsi" w:eastAsia="Times New Roman" w:hAnsiTheme="majorHAnsi" w:cs="Arial"/>
              <w:b/>
              <w:bCs/>
              <w:lang w:eastAsia="en-AU"/>
            </w:rPr>
          </w:pPr>
        </w:p>
        <w:p w:rsidR="00F55D98" w:rsidRPr="004326DF" w:rsidRDefault="00F55D98" w:rsidP="00AD112F">
          <w:pPr>
            <w:jc w:val="center"/>
            <w:rPr>
              <w:rFonts w:asciiTheme="majorHAnsi" w:eastAsia="Times New Roman" w:hAnsiTheme="majorHAnsi" w:cs="Arial"/>
              <w:b/>
              <w:bCs/>
              <w:sz w:val="28"/>
              <w:szCs w:val="28"/>
              <w:lang w:eastAsia="en-AU"/>
            </w:rPr>
          </w:pPr>
          <w:r w:rsidRPr="004326DF">
            <w:rPr>
              <w:rFonts w:asciiTheme="majorHAnsi" w:eastAsia="Times New Roman" w:hAnsiTheme="majorHAnsi" w:cs="Arial"/>
              <w:b/>
              <w:bCs/>
              <w:sz w:val="28"/>
              <w:szCs w:val="28"/>
              <w:lang w:eastAsia="en-AU"/>
            </w:rPr>
            <w:t>Name</w:t>
          </w:r>
        </w:p>
        <w:p w:rsidR="00F55D98" w:rsidRPr="00C70124" w:rsidRDefault="00F55D98" w:rsidP="00AD112F">
          <w:pPr>
            <w:rPr>
              <w:rFonts w:asciiTheme="majorHAnsi" w:eastAsia="Times New Roman" w:hAnsiTheme="majorHAnsi" w:cs="Arial"/>
              <w:b/>
              <w:bCs/>
              <w:lang w:eastAsia="en-AU"/>
            </w:rPr>
          </w:pPr>
        </w:p>
      </w:tc>
      <w:tc>
        <w:tcPr>
          <w:tcW w:w="3828" w:type="dxa"/>
          <w:shd w:val="clear" w:color="auto" w:fill="000000" w:themeFill="text1"/>
        </w:tcPr>
        <w:p w:rsidR="00F55D98" w:rsidRDefault="00F55D98" w:rsidP="00AD112F">
          <w:pPr>
            <w:jc w:val="center"/>
            <w:rPr>
              <w:rFonts w:asciiTheme="majorHAnsi" w:eastAsia="Times New Roman" w:hAnsiTheme="majorHAnsi" w:cs="Arial"/>
              <w:b/>
              <w:bCs/>
              <w:lang w:eastAsia="en-AU"/>
            </w:rPr>
          </w:pPr>
        </w:p>
        <w:p w:rsidR="00F55D98" w:rsidRPr="004326DF" w:rsidRDefault="00F55D98" w:rsidP="00AD112F">
          <w:pPr>
            <w:jc w:val="center"/>
            <w:rPr>
              <w:rFonts w:asciiTheme="majorHAnsi" w:eastAsia="Times New Roman" w:hAnsiTheme="majorHAnsi" w:cs="Arial"/>
              <w:b/>
              <w:bCs/>
              <w:sz w:val="28"/>
              <w:szCs w:val="28"/>
              <w:lang w:eastAsia="en-AU"/>
            </w:rPr>
          </w:pPr>
          <w:r w:rsidRPr="004326DF">
            <w:rPr>
              <w:rFonts w:asciiTheme="majorHAnsi" w:eastAsia="Times New Roman" w:hAnsiTheme="majorHAnsi" w:cs="Arial"/>
              <w:b/>
              <w:bCs/>
              <w:sz w:val="28"/>
              <w:szCs w:val="28"/>
              <w:lang w:eastAsia="en-AU"/>
            </w:rPr>
            <w:t>Postal address</w:t>
          </w:r>
        </w:p>
      </w:tc>
      <w:tc>
        <w:tcPr>
          <w:tcW w:w="425" w:type="dxa"/>
          <w:shd w:val="clear" w:color="auto" w:fill="000000" w:themeFill="text1"/>
          <w:textDirection w:val="btLr"/>
        </w:tcPr>
        <w:p w:rsidR="00F55D98" w:rsidRPr="00C70124" w:rsidRDefault="00F55D98" w:rsidP="00AD112F">
          <w:pPr>
            <w:ind w:left="113" w:right="113"/>
            <w:jc w:val="center"/>
            <w:rPr>
              <w:rFonts w:asciiTheme="majorHAnsi" w:eastAsia="Times New Roman" w:hAnsiTheme="majorHAnsi" w:cs="Arial"/>
              <w:b/>
              <w:bCs/>
              <w:sz w:val="20"/>
              <w:szCs w:val="20"/>
              <w:lang w:eastAsia="en-AU"/>
            </w:rPr>
          </w:pPr>
          <w:r w:rsidRPr="00C70124">
            <w:rPr>
              <w:rFonts w:asciiTheme="majorHAnsi" w:eastAsia="Times New Roman" w:hAnsiTheme="majorHAnsi" w:cs="Arial"/>
              <w:b/>
              <w:bCs/>
              <w:sz w:val="20"/>
              <w:szCs w:val="20"/>
              <w:lang w:eastAsia="en-AU"/>
            </w:rPr>
            <w:t>Accepted</w:t>
          </w:r>
        </w:p>
      </w:tc>
      <w:tc>
        <w:tcPr>
          <w:tcW w:w="425" w:type="dxa"/>
          <w:shd w:val="clear" w:color="auto" w:fill="000000" w:themeFill="text1"/>
          <w:textDirection w:val="btLr"/>
        </w:tcPr>
        <w:p w:rsidR="00F55D98" w:rsidRPr="00C70124" w:rsidRDefault="00F55D98" w:rsidP="00AD112F">
          <w:pPr>
            <w:ind w:left="113" w:right="113"/>
            <w:jc w:val="center"/>
            <w:rPr>
              <w:rFonts w:asciiTheme="majorHAnsi" w:eastAsia="Times New Roman" w:hAnsiTheme="majorHAnsi" w:cs="Arial"/>
              <w:b/>
              <w:bCs/>
              <w:sz w:val="20"/>
              <w:szCs w:val="20"/>
              <w:lang w:eastAsia="en-AU"/>
            </w:rPr>
          </w:pPr>
          <w:r w:rsidRPr="00C70124">
            <w:rPr>
              <w:rFonts w:asciiTheme="majorHAnsi" w:eastAsia="Times New Roman" w:hAnsiTheme="majorHAnsi" w:cs="Arial"/>
              <w:b/>
              <w:bCs/>
              <w:sz w:val="20"/>
              <w:szCs w:val="20"/>
              <w:lang w:eastAsia="en-AU"/>
            </w:rPr>
            <w:t>Declined</w:t>
          </w:r>
        </w:p>
      </w:tc>
      <w:tc>
        <w:tcPr>
          <w:tcW w:w="3969" w:type="dxa"/>
          <w:shd w:val="clear" w:color="auto" w:fill="000000" w:themeFill="text1"/>
        </w:tcPr>
        <w:p w:rsidR="00F55D98" w:rsidRDefault="00F55D98" w:rsidP="00AD112F">
          <w:pPr>
            <w:jc w:val="center"/>
            <w:rPr>
              <w:rFonts w:asciiTheme="majorHAnsi" w:eastAsia="Times New Roman" w:hAnsiTheme="majorHAnsi" w:cs="Arial"/>
              <w:b/>
              <w:bCs/>
              <w:sz w:val="28"/>
              <w:szCs w:val="28"/>
              <w:lang w:eastAsia="en-AU"/>
            </w:rPr>
          </w:pPr>
        </w:p>
        <w:p w:rsidR="00F55D98" w:rsidRPr="004326DF" w:rsidRDefault="00F55D98" w:rsidP="00AD112F">
          <w:pPr>
            <w:jc w:val="center"/>
            <w:rPr>
              <w:rFonts w:asciiTheme="majorHAnsi" w:eastAsia="Times New Roman" w:hAnsiTheme="majorHAnsi" w:cs="Arial"/>
              <w:b/>
              <w:bCs/>
              <w:sz w:val="28"/>
              <w:szCs w:val="28"/>
              <w:lang w:eastAsia="en-AU"/>
            </w:rPr>
          </w:pPr>
          <w:r>
            <w:rPr>
              <w:rFonts w:asciiTheme="majorHAnsi" w:eastAsia="Times New Roman" w:hAnsiTheme="majorHAnsi" w:cs="Arial"/>
              <w:b/>
              <w:bCs/>
              <w:sz w:val="28"/>
              <w:szCs w:val="28"/>
              <w:lang w:eastAsia="en-AU"/>
            </w:rPr>
            <w:t xml:space="preserve">Food requirements </w:t>
          </w:r>
        </w:p>
      </w:tc>
      <w:tc>
        <w:tcPr>
          <w:tcW w:w="709" w:type="dxa"/>
          <w:shd w:val="clear" w:color="auto" w:fill="000000" w:themeFill="text1"/>
          <w:textDirection w:val="btLr"/>
        </w:tcPr>
        <w:p w:rsidR="00F55D98" w:rsidRPr="00C70124" w:rsidRDefault="00F55D98" w:rsidP="00AD112F">
          <w:pPr>
            <w:ind w:left="113" w:right="113"/>
            <w:jc w:val="center"/>
            <w:rPr>
              <w:rFonts w:asciiTheme="majorHAnsi" w:eastAsia="Times New Roman" w:hAnsiTheme="majorHAnsi" w:cs="Arial"/>
              <w:b/>
              <w:bCs/>
              <w:lang w:eastAsia="en-AU"/>
            </w:rPr>
          </w:pPr>
          <w:r w:rsidRPr="00C70124">
            <w:rPr>
              <w:rFonts w:asciiTheme="majorHAnsi" w:eastAsia="Times New Roman" w:hAnsiTheme="majorHAnsi" w:cs="Arial"/>
              <w:b/>
              <w:bCs/>
              <w:lang w:eastAsia="en-AU"/>
            </w:rPr>
            <w:t>Table number</w:t>
          </w:r>
        </w:p>
      </w:tc>
      <w:tc>
        <w:tcPr>
          <w:tcW w:w="1843" w:type="dxa"/>
          <w:shd w:val="clear" w:color="auto" w:fill="000000" w:themeFill="text1"/>
        </w:tcPr>
        <w:p w:rsidR="00F55D98" w:rsidRDefault="00F55D98" w:rsidP="00AD112F">
          <w:pPr>
            <w:jc w:val="center"/>
            <w:rPr>
              <w:rFonts w:asciiTheme="majorHAnsi" w:eastAsia="Times New Roman" w:hAnsiTheme="majorHAnsi" w:cs="Arial"/>
              <w:b/>
              <w:bCs/>
              <w:sz w:val="28"/>
              <w:szCs w:val="28"/>
              <w:lang w:eastAsia="en-AU"/>
            </w:rPr>
          </w:pPr>
        </w:p>
        <w:p w:rsidR="00F55D98" w:rsidRPr="004326DF" w:rsidRDefault="00F55D98" w:rsidP="00AD112F">
          <w:pPr>
            <w:jc w:val="center"/>
            <w:rPr>
              <w:rFonts w:asciiTheme="majorHAnsi" w:eastAsia="Times New Roman" w:hAnsiTheme="majorHAnsi" w:cs="Arial"/>
              <w:b/>
              <w:bCs/>
              <w:sz w:val="28"/>
              <w:szCs w:val="28"/>
              <w:lang w:eastAsia="en-AU"/>
            </w:rPr>
          </w:pPr>
          <w:r w:rsidRPr="004326DF">
            <w:rPr>
              <w:rFonts w:asciiTheme="majorHAnsi" w:eastAsia="Times New Roman" w:hAnsiTheme="majorHAnsi" w:cs="Arial"/>
              <w:b/>
              <w:bCs/>
              <w:sz w:val="28"/>
              <w:szCs w:val="28"/>
              <w:lang w:eastAsia="en-AU"/>
            </w:rPr>
            <w:t>Gift</w:t>
          </w:r>
        </w:p>
      </w:tc>
      <w:tc>
        <w:tcPr>
          <w:tcW w:w="850" w:type="dxa"/>
          <w:shd w:val="clear" w:color="auto" w:fill="000000" w:themeFill="text1"/>
        </w:tcPr>
        <w:p w:rsidR="00F55D98" w:rsidRPr="00C70124" w:rsidRDefault="00F55D98" w:rsidP="00AD112F">
          <w:pPr>
            <w:jc w:val="center"/>
            <w:rPr>
              <w:rFonts w:asciiTheme="majorHAnsi" w:eastAsia="Times New Roman" w:hAnsiTheme="majorHAnsi" w:cs="Arial"/>
              <w:b/>
              <w:bCs/>
              <w:lang w:eastAsia="en-AU"/>
            </w:rPr>
          </w:pPr>
          <w:r w:rsidRPr="00C70124">
            <w:rPr>
              <w:rFonts w:asciiTheme="majorHAnsi" w:eastAsia="Times New Roman" w:hAnsiTheme="majorHAnsi" w:cs="Arial"/>
              <w:b/>
              <w:bCs/>
              <w:lang w:eastAsia="en-AU"/>
            </w:rPr>
            <w:t xml:space="preserve">Thank you sent </w:t>
          </w:r>
        </w:p>
        <w:p w:rsidR="00F55D98" w:rsidRPr="00C70124" w:rsidRDefault="00F55D98" w:rsidP="00AD112F">
          <w:pPr>
            <w:jc w:val="center"/>
            <w:rPr>
              <w:rFonts w:asciiTheme="majorHAnsi" w:eastAsia="Times New Roman" w:hAnsiTheme="majorHAnsi" w:cs="Arial"/>
              <w:b/>
              <w:bCs/>
              <w:sz w:val="16"/>
              <w:szCs w:val="16"/>
              <w:lang w:eastAsia="en-AU"/>
            </w:rPr>
          </w:pPr>
          <w:r w:rsidRPr="00C70124">
            <w:rPr>
              <w:rFonts w:asciiTheme="majorHAnsi" w:eastAsia="Times New Roman" w:hAnsiTheme="majorHAnsi" w:cs="Arial"/>
              <w:b/>
              <w:bCs/>
              <w:sz w:val="16"/>
              <w:szCs w:val="16"/>
              <w:lang w:eastAsia="en-AU"/>
            </w:rPr>
            <w:t>(enter date)</w:t>
          </w:r>
        </w:p>
      </w:tc>
    </w:tr>
  </w:tbl>
  <w:p w:rsidR="00F55D98" w:rsidRPr="00F2283E" w:rsidRDefault="00F55D98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17A7B"/>
    <w:multiLevelType w:val="hybridMultilevel"/>
    <w:tmpl w:val="C61EE61A"/>
    <w:lvl w:ilvl="0" w:tplc="CE4CB6DC">
      <w:start w:val="1"/>
      <w:numFmt w:val="bullet"/>
      <w:lvlText w:val=""/>
      <w:lvlJc w:val="left"/>
      <w:pPr>
        <w:ind w:left="393" w:hanging="360"/>
      </w:pPr>
      <w:rPr>
        <w:rFonts w:ascii="Wingdings" w:hAnsi="Wingdings" w:hint="default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">
    <w:nsid w:val="05B947D3"/>
    <w:multiLevelType w:val="multilevel"/>
    <w:tmpl w:val="5970B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0C7A6E"/>
    <w:multiLevelType w:val="hybridMultilevel"/>
    <w:tmpl w:val="6CB4B27C"/>
    <w:lvl w:ilvl="0" w:tplc="1EE8FE84">
      <w:start w:val="1"/>
      <w:numFmt w:val="bullet"/>
      <w:lvlText w:val=""/>
      <w:lvlJc w:val="left"/>
      <w:pPr>
        <w:ind w:left="535" w:hanging="360"/>
      </w:pPr>
      <w:rPr>
        <w:rFonts w:ascii="Wingdings" w:hAnsi="Wingdings" w:hint="default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3">
    <w:nsid w:val="0FD33AE2"/>
    <w:multiLevelType w:val="multilevel"/>
    <w:tmpl w:val="7250E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E01D30"/>
    <w:multiLevelType w:val="hybridMultilevel"/>
    <w:tmpl w:val="E80EE1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6056DD"/>
    <w:multiLevelType w:val="multilevel"/>
    <w:tmpl w:val="324CF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8D7D09"/>
    <w:multiLevelType w:val="hybridMultilevel"/>
    <w:tmpl w:val="179C0734"/>
    <w:lvl w:ilvl="0" w:tplc="A2647BF4">
      <w:start w:val="1"/>
      <w:numFmt w:val="bullet"/>
      <w:lvlText w:val=""/>
      <w:lvlJc w:val="left"/>
      <w:pPr>
        <w:ind w:left="535" w:hanging="360"/>
      </w:pPr>
      <w:rPr>
        <w:rFonts w:ascii="Wingdings" w:hAnsi="Wingdings" w:hint="default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7">
    <w:nsid w:val="3E5A3747"/>
    <w:multiLevelType w:val="hybridMultilevel"/>
    <w:tmpl w:val="C994B992"/>
    <w:lvl w:ilvl="0" w:tplc="E6ACE61A">
      <w:start w:val="1"/>
      <w:numFmt w:val="bullet"/>
      <w:lvlText w:val=""/>
      <w:lvlJc w:val="left"/>
      <w:pPr>
        <w:ind w:left="535" w:hanging="360"/>
      </w:pPr>
      <w:rPr>
        <w:rFonts w:ascii="Wingdings" w:hAnsi="Wingdings" w:hint="default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8">
    <w:nsid w:val="46E629E7"/>
    <w:multiLevelType w:val="multilevel"/>
    <w:tmpl w:val="5F68A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7A21D7"/>
    <w:multiLevelType w:val="multilevel"/>
    <w:tmpl w:val="C3122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DE92021"/>
    <w:multiLevelType w:val="hybridMultilevel"/>
    <w:tmpl w:val="2E5251CC"/>
    <w:lvl w:ilvl="0" w:tplc="52B693B8">
      <w:start w:val="1"/>
      <w:numFmt w:val="bullet"/>
      <w:lvlText w:val=""/>
      <w:lvlJc w:val="left"/>
      <w:pPr>
        <w:ind w:left="535" w:hanging="360"/>
      </w:pPr>
      <w:rPr>
        <w:rFonts w:ascii="Wingdings" w:hAnsi="Wingdings" w:hint="default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1">
    <w:nsid w:val="5007548C"/>
    <w:multiLevelType w:val="hybridMultilevel"/>
    <w:tmpl w:val="94FC27C8"/>
    <w:lvl w:ilvl="0" w:tplc="F7B0B1A6">
      <w:start w:val="1"/>
      <w:numFmt w:val="bullet"/>
      <w:lvlText w:val=""/>
      <w:lvlJc w:val="left"/>
      <w:pPr>
        <w:ind w:left="535" w:hanging="360"/>
      </w:pPr>
      <w:rPr>
        <w:rFonts w:ascii="Wingdings" w:hAnsi="Wingdings" w:hint="default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2">
    <w:nsid w:val="5C113EF0"/>
    <w:multiLevelType w:val="multilevel"/>
    <w:tmpl w:val="83B66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E0822A5"/>
    <w:multiLevelType w:val="multilevel"/>
    <w:tmpl w:val="B60A1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0B94239"/>
    <w:multiLevelType w:val="hybridMultilevel"/>
    <w:tmpl w:val="968CFEF4"/>
    <w:lvl w:ilvl="0" w:tplc="7B4A5620">
      <w:start w:val="1"/>
      <w:numFmt w:val="bullet"/>
      <w:lvlText w:val=""/>
      <w:lvlJc w:val="left"/>
      <w:pPr>
        <w:ind w:left="535" w:hanging="360"/>
      </w:pPr>
      <w:rPr>
        <w:rFonts w:ascii="Wingdings" w:hAnsi="Wingdings" w:hint="default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5">
    <w:nsid w:val="7C104BED"/>
    <w:multiLevelType w:val="hybridMultilevel"/>
    <w:tmpl w:val="A984D672"/>
    <w:lvl w:ilvl="0" w:tplc="F01CE0F2">
      <w:start w:val="1"/>
      <w:numFmt w:val="bullet"/>
      <w:lvlText w:val=""/>
      <w:lvlJc w:val="left"/>
      <w:pPr>
        <w:ind w:left="535" w:hanging="360"/>
      </w:pPr>
      <w:rPr>
        <w:rFonts w:ascii="Wingdings" w:hAnsi="Wingdings" w:hint="default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10"/>
  </w:num>
  <w:num w:numId="6">
    <w:abstractNumId w:val="7"/>
  </w:num>
  <w:num w:numId="7">
    <w:abstractNumId w:val="15"/>
  </w:num>
  <w:num w:numId="8">
    <w:abstractNumId w:val="9"/>
  </w:num>
  <w:num w:numId="9">
    <w:abstractNumId w:val="12"/>
  </w:num>
  <w:num w:numId="10">
    <w:abstractNumId w:val="3"/>
  </w:num>
  <w:num w:numId="11">
    <w:abstractNumId w:val="1"/>
  </w:num>
  <w:num w:numId="12">
    <w:abstractNumId w:val="14"/>
  </w:num>
  <w:num w:numId="13">
    <w:abstractNumId w:val="6"/>
  </w:num>
  <w:num w:numId="14">
    <w:abstractNumId w:val="5"/>
  </w:num>
  <w:num w:numId="15">
    <w:abstractNumId w:val="1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124"/>
    <w:rsid w:val="0000416F"/>
    <w:rsid w:val="000351AD"/>
    <w:rsid w:val="00036892"/>
    <w:rsid w:val="0004549D"/>
    <w:rsid w:val="00051F22"/>
    <w:rsid w:val="000571DA"/>
    <w:rsid w:val="00057776"/>
    <w:rsid w:val="00060932"/>
    <w:rsid w:val="00062961"/>
    <w:rsid w:val="000632E1"/>
    <w:rsid w:val="00071166"/>
    <w:rsid w:val="000764D2"/>
    <w:rsid w:val="0007677C"/>
    <w:rsid w:val="0008212D"/>
    <w:rsid w:val="00086C08"/>
    <w:rsid w:val="000A1059"/>
    <w:rsid w:val="000A768D"/>
    <w:rsid w:val="000B0DF0"/>
    <w:rsid w:val="000B69BD"/>
    <w:rsid w:val="000C3290"/>
    <w:rsid w:val="000D2D6E"/>
    <w:rsid w:val="000D5634"/>
    <w:rsid w:val="000E2AD6"/>
    <w:rsid w:val="000E63EE"/>
    <w:rsid w:val="000E6F14"/>
    <w:rsid w:val="000E7082"/>
    <w:rsid w:val="000F47F3"/>
    <w:rsid w:val="000F69C3"/>
    <w:rsid w:val="00100B1F"/>
    <w:rsid w:val="00131B8C"/>
    <w:rsid w:val="00132C68"/>
    <w:rsid w:val="001375F2"/>
    <w:rsid w:val="00140B6A"/>
    <w:rsid w:val="00141BD5"/>
    <w:rsid w:val="001620D8"/>
    <w:rsid w:val="001666CE"/>
    <w:rsid w:val="0017430E"/>
    <w:rsid w:val="0017473F"/>
    <w:rsid w:val="00174BAA"/>
    <w:rsid w:val="00175B11"/>
    <w:rsid w:val="00184D15"/>
    <w:rsid w:val="001858F4"/>
    <w:rsid w:val="00187C88"/>
    <w:rsid w:val="00190710"/>
    <w:rsid w:val="00193AB8"/>
    <w:rsid w:val="0019566C"/>
    <w:rsid w:val="00196DB4"/>
    <w:rsid w:val="001A6BD8"/>
    <w:rsid w:val="001A7528"/>
    <w:rsid w:val="001C2974"/>
    <w:rsid w:val="001D5634"/>
    <w:rsid w:val="001E1FC4"/>
    <w:rsid w:val="001E2605"/>
    <w:rsid w:val="001E7164"/>
    <w:rsid w:val="001F0D49"/>
    <w:rsid w:val="00203C2E"/>
    <w:rsid w:val="002070F8"/>
    <w:rsid w:val="00214266"/>
    <w:rsid w:val="0021466D"/>
    <w:rsid w:val="00214E80"/>
    <w:rsid w:val="00221A00"/>
    <w:rsid w:val="002233C0"/>
    <w:rsid w:val="002276D8"/>
    <w:rsid w:val="00231608"/>
    <w:rsid w:val="0023258B"/>
    <w:rsid w:val="00233ED6"/>
    <w:rsid w:val="00236619"/>
    <w:rsid w:val="002366A4"/>
    <w:rsid w:val="002405C5"/>
    <w:rsid w:val="002459FA"/>
    <w:rsid w:val="002558AA"/>
    <w:rsid w:val="00266577"/>
    <w:rsid w:val="00285DAE"/>
    <w:rsid w:val="00294EE1"/>
    <w:rsid w:val="00297C6E"/>
    <w:rsid w:val="002A3D98"/>
    <w:rsid w:val="002A446C"/>
    <w:rsid w:val="002A65D3"/>
    <w:rsid w:val="002A77F3"/>
    <w:rsid w:val="002B3BB0"/>
    <w:rsid w:val="002B5ED3"/>
    <w:rsid w:val="002B6FB3"/>
    <w:rsid w:val="002C094C"/>
    <w:rsid w:val="002C3AA1"/>
    <w:rsid w:val="002C576A"/>
    <w:rsid w:val="002C65C7"/>
    <w:rsid w:val="002D2308"/>
    <w:rsid w:val="002D4B1D"/>
    <w:rsid w:val="002D504C"/>
    <w:rsid w:val="002D5C27"/>
    <w:rsid w:val="002D5E10"/>
    <w:rsid w:val="002E20D9"/>
    <w:rsid w:val="002F33CE"/>
    <w:rsid w:val="0030189D"/>
    <w:rsid w:val="00314B29"/>
    <w:rsid w:val="00317986"/>
    <w:rsid w:val="00324B80"/>
    <w:rsid w:val="0032692E"/>
    <w:rsid w:val="00334932"/>
    <w:rsid w:val="003350D7"/>
    <w:rsid w:val="00357487"/>
    <w:rsid w:val="003670DA"/>
    <w:rsid w:val="0037124C"/>
    <w:rsid w:val="0037127B"/>
    <w:rsid w:val="003746A3"/>
    <w:rsid w:val="00382E81"/>
    <w:rsid w:val="003929F5"/>
    <w:rsid w:val="003A102B"/>
    <w:rsid w:val="003B0F6D"/>
    <w:rsid w:val="003B6936"/>
    <w:rsid w:val="003C3109"/>
    <w:rsid w:val="003D3372"/>
    <w:rsid w:val="003E255F"/>
    <w:rsid w:val="003F08D6"/>
    <w:rsid w:val="003F222A"/>
    <w:rsid w:val="003F441B"/>
    <w:rsid w:val="003F724A"/>
    <w:rsid w:val="0040358C"/>
    <w:rsid w:val="004129E7"/>
    <w:rsid w:val="00413F58"/>
    <w:rsid w:val="00422032"/>
    <w:rsid w:val="00423D37"/>
    <w:rsid w:val="004326DF"/>
    <w:rsid w:val="004337D0"/>
    <w:rsid w:val="00447C6C"/>
    <w:rsid w:val="00454B2E"/>
    <w:rsid w:val="00455E00"/>
    <w:rsid w:val="00470847"/>
    <w:rsid w:val="004738C4"/>
    <w:rsid w:val="00480E80"/>
    <w:rsid w:val="0048203B"/>
    <w:rsid w:val="0049180F"/>
    <w:rsid w:val="004936C2"/>
    <w:rsid w:val="00495B79"/>
    <w:rsid w:val="00496D4D"/>
    <w:rsid w:val="004A0176"/>
    <w:rsid w:val="004A2947"/>
    <w:rsid w:val="004A3061"/>
    <w:rsid w:val="004A418D"/>
    <w:rsid w:val="004C72AE"/>
    <w:rsid w:val="004D0B80"/>
    <w:rsid w:val="004D6FCA"/>
    <w:rsid w:val="004E4767"/>
    <w:rsid w:val="004F2FFB"/>
    <w:rsid w:val="004F571E"/>
    <w:rsid w:val="004F7F66"/>
    <w:rsid w:val="005037BB"/>
    <w:rsid w:val="00507E1E"/>
    <w:rsid w:val="0051092F"/>
    <w:rsid w:val="005209F5"/>
    <w:rsid w:val="00530F78"/>
    <w:rsid w:val="005375A4"/>
    <w:rsid w:val="005522B5"/>
    <w:rsid w:val="00554205"/>
    <w:rsid w:val="00565163"/>
    <w:rsid w:val="005670CC"/>
    <w:rsid w:val="00573018"/>
    <w:rsid w:val="005820A8"/>
    <w:rsid w:val="00583B2A"/>
    <w:rsid w:val="00586904"/>
    <w:rsid w:val="00591E47"/>
    <w:rsid w:val="005939C8"/>
    <w:rsid w:val="005A1EC5"/>
    <w:rsid w:val="005C0A5E"/>
    <w:rsid w:val="005C6134"/>
    <w:rsid w:val="005C745D"/>
    <w:rsid w:val="005C7E0A"/>
    <w:rsid w:val="005D752E"/>
    <w:rsid w:val="005D772A"/>
    <w:rsid w:val="00602E01"/>
    <w:rsid w:val="00606766"/>
    <w:rsid w:val="0061138C"/>
    <w:rsid w:val="00616AD9"/>
    <w:rsid w:val="00616BEC"/>
    <w:rsid w:val="00617969"/>
    <w:rsid w:val="0062546E"/>
    <w:rsid w:val="00625DE2"/>
    <w:rsid w:val="006309A9"/>
    <w:rsid w:val="006341C9"/>
    <w:rsid w:val="006415F8"/>
    <w:rsid w:val="00646BD3"/>
    <w:rsid w:val="0064701F"/>
    <w:rsid w:val="00653763"/>
    <w:rsid w:val="006543C4"/>
    <w:rsid w:val="00656174"/>
    <w:rsid w:val="006578D4"/>
    <w:rsid w:val="006622C7"/>
    <w:rsid w:val="006641C8"/>
    <w:rsid w:val="00666EE8"/>
    <w:rsid w:val="00671381"/>
    <w:rsid w:val="00674031"/>
    <w:rsid w:val="006812A0"/>
    <w:rsid w:val="00690CCA"/>
    <w:rsid w:val="006A6089"/>
    <w:rsid w:val="006A6450"/>
    <w:rsid w:val="006A6A27"/>
    <w:rsid w:val="006B0DD0"/>
    <w:rsid w:val="006B1084"/>
    <w:rsid w:val="006D6BDE"/>
    <w:rsid w:val="006F1DF8"/>
    <w:rsid w:val="006F3C23"/>
    <w:rsid w:val="00712B1B"/>
    <w:rsid w:val="00732261"/>
    <w:rsid w:val="00733954"/>
    <w:rsid w:val="00734A11"/>
    <w:rsid w:val="00734EEF"/>
    <w:rsid w:val="007357CF"/>
    <w:rsid w:val="00743650"/>
    <w:rsid w:val="007436FE"/>
    <w:rsid w:val="00744B07"/>
    <w:rsid w:val="00750F13"/>
    <w:rsid w:val="0075193A"/>
    <w:rsid w:val="007520BC"/>
    <w:rsid w:val="00765BC1"/>
    <w:rsid w:val="007703D0"/>
    <w:rsid w:val="00782674"/>
    <w:rsid w:val="00782DDC"/>
    <w:rsid w:val="007A15B7"/>
    <w:rsid w:val="007A1739"/>
    <w:rsid w:val="007A442A"/>
    <w:rsid w:val="007B00DA"/>
    <w:rsid w:val="007B5FF5"/>
    <w:rsid w:val="007B710C"/>
    <w:rsid w:val="007C533D"/>
    <w:rsid w:val="007D03D8"/>
    <w:rsid w:val="007D695C"/>
    <w:rsid w:val="007E2766"/>
    <w:rsid w:val="007E2B53"/>
    <w:rsid w:val="007E4300"/>
    <w:rsid w:val="007F02AF"/>
    <w:rsid w:val="007F7017"/>
    <w:rsid w:val="007F7158"/>
    <w:rsid w:val="00802743"/>
    <w:rsid w:val="00810C11"/>
    <w:rsid w:val="00820258"/>
    <w:rsid w:val="00827C2D"/>
    <w:rsid w:val="00831203"/>
    <w:rsid w:val="008313A3"/>
    <w:rsid w:val="00841332"/>
    <w:rsid w:val="00844FB9"/>
    <w:rsid w:val="008464B9"/>
    <w:rsid w:val="00867D0E"/>
    <w:rsid w:val="00867E55"/>
    <w:rsid w:val="00871285"/>
    <w:rsid w:val="00884198"/>
    <w:rsid w:val="00890F10"/>
    <w:rsid w:val="008923C3"/>
    <w:rsid w:val="008A3E25"/>
    <w:rsid w:val="008B2046"/>
    <w:rsid w:val="008C0D0D"/>
    <w:rsid w:val="008C44E7"/>
    <w:rsid w:val="008D4156"/>
    <w:rsid w:val="008D43CA"/>
    <w:rsid w:val="008D5182"/>
    <w:rsid w:val="008E07B7"/>
    <w:rsid w:val="008E66E3"/>
    <w:rsid w:val="008E70BF"/>
    <w:rsid w:val="008F50FF"/>
    <w:rsid w:val="008F6F32"/>
    <w:rsid w:val="008F7B1B"/>
    <w:rsid w:val="00900C09"/>
    <w:rsid w:val="0090411D"/>
    <w:rsid w:val="00916AB8"/>
    <w:rsid w:val="00924747"/>
    <w:rsid w:val="00926306"/>
    <w:rsid w:val="009313F0"/>
    <w:rsid w:val="009350CF"/>
    <w:rsid w:val="00936AEE"/>
    <w:rsid w:val="00944D9B"/>
    <w:rsid w:val="009457C3"/>
    <w:rsid w:val="00946675"/>
    <w:rsid w:val="009518FC"/>
    <w:rsid w:val="0095383F"/>
    <w:rsid w:val="00954AB6"/>
    <w:rsid w:val="00955F3C"/>
    <w:rsid w:val="009574B0"/>
    <w:rsid w:val="00967331"/>
    <w:rsid w:val="00973B0B"/>
    <w:rsid w:val="009776C5"/>
    <w:rsid w:val="009835DE"/>
    <w:rsid w:val="00987344"/>
    <w:rsid w:val="0099211A"/>
    <w:rsid w:val="00992899"/>
    <w:rsid w:val="00992F70"/>
    <w:rsid w:val="009974D5"/>
    <w:rsid w:val="009A3B05"/>
    <w:rsid w:val="009B2DB0"/>
    <w:rsid w:val="009B60F8"/>
    <w:rsid w:val="009D5927"/>
    <w:rsid w:val="00A1449C"/>
    <w:rsid w:val="00A15CDA"/>
    <w:rsid w:val="00A24986"/>
    <w:rsid w:val="00A33176"/>
    <w:rsid w:val="00A37BBB"/>
    <w:rsid w:val="00A5100F"/>
    <w:rsid w:val="00A60F0B"/>
    <w:rsid w:val="00A61CB7"/>
    <w:rsid w:val="00A67953"/>
    <w:rsid w:val="00A73949"/>
    <w:rsid w:val="00A743D2"/>
    <w:rsid w:val="00A87F8A"/>
    <w:rsid w:val="00A95D52"/>
    <w:rsid w:val="00AA0CB8"/>
    <w:rsid w:val="00AA280B"/>
    <w:rsid w:val="00AA599B"/>
    <w:rsid w:val="00AA5FF2"/>
    <w:rsid w:val="00AA69A8"/>
    <w:rsid w:val="00AB27AA"/>
    <w:rsid w:val="00AB2B86"/>
    <w:rsid w:val="00AB6911"/>
    <w:rsid w:val="00AD112F"/>
    <w:rsid w:val="00AD2CC9"/>
    <w:rsid w:val="00AD7A8C"/>
    <w:rsid w:val="00AE3EE4"/>
    <w:rsid w:val="00B13F5D"/>
    <w:rsid w:val="00B14735"/>
    <w:rsid w:val="00B272D4"/>
    <w:rsid w:val="00B30A04"/>
    <w:rsid w:val="00B34FDA"/>
    <w:rsid w:val="00B35B3E"/>
    <w:rsid w:val="00B402A9"/>
    <w:rsid w:val="00B43325"/>
    <w:rsid w:val="00B43CFF"/>
    <w:rsid w:val="00B45411"/>
    <w:rsid w:val="00B4725B"/>
    <w:rsid w:val="00B4765B"/>
    <w:rsid w:val="00B57272"/>
    <w:rsid w:val="00B61E2E"/>
    <w:rsid w:val="00B62FF0"/>
    <w:rsid w:val="00B641FF"/>
    <w:rsid w:val="00B806A1"/>
    <w:rsid w:val="00B85327"/>
    <w:rsid w:val="00B8674C"/>
    <w:rsid w:val="00B8792B"/>
    <w:rsid w:val="00B91830"/>
    <w:rsid w:val="00B96939"/>
    <w:rsid w:val="00BB06A9"/>
    <w:rsid w:val="00BB1158"/>
    <w:rsid w:val="00BB1691"/>
    <w:rsid w:val="00BC5CFC"/>
    <w:rsid w:val="00BD389E"/>
    <w:rsid w:val="00BD6ACE"/>
    <w:rsid w:val="00BE580A"/>
    <w:rsid w:val="00BF26C9"/>
    <w:rsid w:val="00C007F7"/>
    <w:rsid w:val="00C03D60"/>
    <w:rsid w:val="00C04BEC"/>
    <w:rsid w:val="00C129E7"/>
    <w:rsid w:val="00C13310"/>
    <w:rsid w:val="00C15EB3"/>
    <w:rsid w:val="00C200FB"/>
    <w:rsid w:val="00C21BDC"/>
    <w:rsid w:val="00C228EE"/>
    <w:rsid w:val="00C344B3"/>
    <w:rsid w:val="00C447D0"/>
    <w:rsid w:val="00C4654D"/>
    <w:rsid w:val="00C47A61"/>
    <w:rsid w:val="00C50CA5"/>
    <w:rsid w:val="00C52522"/>
    <w:rsid w:val="00C659DA"/>
    <w:rsid w:val="00C665EE"/>
    <w:rsid w:val="00C70124"/>
    <w:rsid w:val="00C717F9"/>
    <w:rsid w:val="00C734DE"/>
    <w:rsid w:val="00C73D32"/>
    <w:rsid w:val="00C740F3"/>
    <w:rsid w:val="00C76DA7"/>
    <w:rsid w:val="00C97A36"/>
    <w:rsid w:val="00CA00F1"/>
    <w:rsid w:val="00CC3512"/>
    <w:rsid w:val="00CC5075"/>
    <w:rsid w:val="00CD0572"/>
    <w:rsid w:val="00CD7907"/>
    <w:rsid w:val="00CE42FD"/>
    <w:rsid w:val="00CE5820"/>
    <w:rsid w:val="00CF00B6"/>
    <w:rsid w:val="00CF16CE"/>
    <w:rsid w:val="00CF2449"/>
    <w:rsid w:val="00CF25B0"/>
    <w:rsid w:val="00D137DD"/>
    <w:rsid w:val="00D41B90"/>
    <w:rsid w:val="00D43459"/>
    <w:rsid w:val="00D470E8"/>
    <w:rsid w:val="00D66AAE"/>
    <w:rsid w:val="00D66C6F"/>
    <w:rsid w:val="00D67175"/>
    <w:rsid w:val="00D757C0"/>
    <w:rsid w:val="00D75C10"/>
    <w:rsid w:val="00D83CFC"/>
    <w:rsid w:val="00D9519B"/>
    <w:rsid w:val="00D961C1"/>
    <w:rsid w:val="00DA2A04"/>
    <w:rsid w:val="00DA4A5D"/>
    <w:rsid w:val="00DA785E"/>
    <w:rsid w:val="00DB57F3"/>
    <w:rsid w:val="00DC2F27"/>
    <w:rsid w:val="00DC654C"/>
    <w:rsid w:val="00DD482D"/>
    <w:rsid w:val="00DD7707"/>
    <w:rsid w:val="00DE0D55"/>
    <w:rsid w:val="00DE5976"/>
    <w:rsid w:val="00DF0D93"/>
    <w:rsid w:val="00DF4F57"/>
    <w:rsid w:val="00DF7C32"/>
    <w:rsid w:val="00E01C28"/>
    <w:rsid w:val="00E06C2F"/>
    <w:rsid w:val="00E076E4"/>
    <w:rsid w:val="00E150BC"/>
    <w:rsid w:val="00E21CD3"/>
    <w:rsid w:val="00E56ED4"/>
    <w:rsid w:val="00E602CB"/>
    <w:rsid w:val="00E62197"/>
    <w:rsid w:val="00E7689C"/>
    <w:rsid w:val="00E776F5"/>
    <w:rsid w:val="00E842D1"/>
    <w:rsid w:val="00E846D0"/>
    <w:rsid w:val="00EA4FEF"/>
    <w:rsid w:val="00EB12ED"/>
    <w:rsid w:val="00EC69B7"/>
    <w:rsid w:val="00EC7434"/>
    <w:rsid w:val="00ED17E2"/>
    <w:rsid w:val="00ED671C"/>
    <w:rsid w:val="00EE336E"/>
    <w:rsid w:val="00EE6A3A"/>
    <w:rsid w:val="00EE7777"/>
    <w:rsid w:val="00F011C4"/>
    <w:rsid w:val="00F01651"/>
    <w:rsid w:val="00F05FB9"/>
    <w:rsid w:val="00F2233B"/>
    <w:rsid w:val="00F2283E"/>
    <w:rsid w:val="00F350AA"/>
    <w:rsid w:val="00F3516B"/>
    <w:rsid w:val="00F361B1"/>
    <w:rsid w:val="00F364DE"/>
    <w:rsid w:val="00F41994"/>
    <w:rsid w:val="00F45D6B"/>
    <w:rsid w:val="00F53CC9"/>
    <w:rsid w:val="00F54344"/>
    <w:rsid w:val="00F55D98"/>
    <w:rsid w:val="00F617FB"/>
    <w:rsid w:val="00F71C14"/>
    <w:rsid w:val="00F834A5"/>
    <w:rsid w:val="00FA0A26"/>
    <w:rsid w:val="00FA3464"/>
    <w:rsid w:val="00FA3A19"/>
    <w:rsid w:val="00FA602B"/>
    <w:rsid w:val="00FA730D"/>
    <w:rsid w:val="00FB01F0"/>
    <w:rsid w:val="00FB1FBA"/>
    <w:rsid w:val="00FB4310"/>
    <w:rsid w:val="00FB5EB5"/>
    <w:rsid w:val="00FB7535"/>
    <w:rsid w:val="00FB7E52"/>
    <w:rsid w:val="00FC04CE"/>
    <w:rsid w:val="00FD1104"/>
    <w:rsid w:val="00FD65D2"/>
    <w:rsid w:val="00FE0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1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0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701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0124"/>
  </w:style>
  <w:style w:type="paragraph" w:styleId="Footer">
    <w:name w:val="footer"/>
    <w:basedOn w:val="Normal"/>
    <w:link w:val="FooterChar"/>
    <w:uiPriority w:val="99"/>
    <w:unhideWhenUsed/>
    <w:rsid w:val="00C701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124"/>
  </w:style>
  <w:style w:type="paragraph" w:styleId="BalloonText">
    <w:name w:val="Balloon Text"/>
    <w:basedOn w:val="Normal"/>
    <w:link w:val="BalloonTextChar"/>
    <w:uiPriority w:val="99"/>
    <w:semiHidden/>
    <w:unhideWhenUsed/>
    <w:rsid w:val="00C70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1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69A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D7707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1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0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701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0124"/>
  </w:style>
  <w:style w:type="paragraph" w:styleId="Footer">
    <w:name w:val="footer"/>
    <w:basedOn w:val="Normal"/>
    <w:link w:val="FooterChar"/>
    <w:uiPriority w:val="99"/>
    <w:unhideWhenUsed/>
    <w:rsid w:val="00C701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124"/>
  </w:style>
  <w:style w:type="paragraph" w:styleId="BalloonText">
    <w:name w:val="Balloon Text"/>
    <w:basedOn w:val="Normal"/>
    <w:link w:val="BalloonTextChar"/>
    <w:uiPriority w:val="99"/>
    <w:semiHidden/>
    <w:unhideWhenUsed/>
    <w:rsid w:val="00C70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1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69A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D7707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45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7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49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43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007941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788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275296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9555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797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2194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1686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31862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79681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40079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9462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8779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928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9979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05150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60257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12565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47251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56393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082468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575434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4187555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9656987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3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63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85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70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145795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895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451264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616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973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459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0E0E0"/>
                                                <w:left w:val="single" w:sz="6" w:space="0" w:color="E0E0E0"/>
                                                <w:bottom w:val="single" w:sz="2" w:space="0" w:color="E0E0E0"/>
                                                <w:right w:val="single" w:sz="6" w:space="0" w:color="E0E0E0"/>
                                              </w:divBdr>
                                              <w:divsChild>
                                                <w:div w:id="1977299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single" w:sz="6" w:space="0" w:color="E0E0E0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8553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41019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711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12250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38613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2721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021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5574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34247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66888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88335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70003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691761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985391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1223755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8425117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650948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468825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2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1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1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14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79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228479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328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033427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808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409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2484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08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794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5486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50478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24495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9184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00257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148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39156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01482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060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35395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62374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333756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11020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989689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7641630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2284194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2940723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2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7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1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27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372470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067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7418928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023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138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5821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0E0E0"/>
                                                <w:left w:val="single" w:sz="6" w:space="0" w:color="E0E0E0"/>
                                                <w:bottom w:val="single" w:sz="2" w:space="0" w:color="E0E0E0"/>
                                                <w:right w:val="single" w:sz="6" w:space="0" w:color="E0E0E0"/>
                                              </w:divBdr>
                                              <w:divsChild>
                                                <w:div w:id="1732776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single" w:sz="6" w:space="0" w:color="E0E0E0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1186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29005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2886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9229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0599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9002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167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070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37195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52984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18750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03553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68628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423892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0637132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539614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328484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85796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7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84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1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63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6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069102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662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721715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466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24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698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0E0E0"/>
                                                <w:left w:val="single" w:sz="6" w:space="0" w:color="E0E0E0"/>
                                                <w:bottom w:val="single" w:sz="2" w:space="0" w:color="E0E0E0"/>
                                                <w:right w:val="single" w:sz="6" w:space="0" w:color="E0E0E0"/>
                                              </w:divBdr>
                                              <w:divsChild>
                                                <w:div w:id="2001231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single" w:sz="6" w:space="0" w:color="E0E0E0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1465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4673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0748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59716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81634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04003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4304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2219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6256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03106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3501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30177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61505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878002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61797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4753153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2770590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2134531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76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2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20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47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2561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436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412052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3430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963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6904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7417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7005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1311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34525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9067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7703881">
                                                                      <w:marLeft w:val="0"/>
                                                                      <w:marRight w:val="-855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8147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75212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27304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6261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44267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4941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81199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383932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373563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289888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6021992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0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73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39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13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839136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930969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138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802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5063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0E0E0"/>
                                                <w:left w:val="single" w:sz="6" w:space="0" w:color="E0E0E0"/>
                                                <w:bottom w:val="single" w:sz="2" w:space="0" w:color="E0E0E0"/>
                                                <w:right w:val="single" w:sz="6" w:space="0" w:color="E0E0E0"/>
                                              </w:divBdr>
                                              <w:divsChild>
                                                <w:div w:id="652562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single" w:sz="6" w:space="0" w:color="E0E0E0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02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7239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60811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15944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6295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85739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098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3490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70551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93787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4080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41172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43632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837317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984025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7821587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2778383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6515081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5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B54D48C0</Template>
  <TotalTime>274</TotalTime>
  <Pages>7</Pages>
  <Words>1062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7108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Kristine Duthil</dc:creator>
  <cp:lastModifiedBy>Jessica Bryan</cp:lastModifiedBy>
  <cp:revision>30</cp:revision>
  <cp:lastPrinted>2014-03-11T06:23:00Z</cp:lastPrinted>
  <dcterms:created xsi:type="dcterms:W3CDTF">2014-01-16T01:44:00Z</dcterms:created>
  <dcterms:modified xsi:type="dcterms:W3CDTF">2014-05-29T03:02:00Z</dcterms:modified>
</cp:coreProperties>
</file>